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6D64422" w:rsidR="00EB4ECA" w:rsidRDefault="0015450C" w:rsidP="00EB4ECA">
      <w:pPr>
        <w:pStyle w:val="Titul2"/>
      </w:pPr>
      <w:r>
        <w:t>Projektov</w:t>
      </w:r>
      <w:r w:rsidR="00A86421">
        <w:t>á</w:t>
      </w:r>
      <w:r>
        <w:t xml:space="preserve"> dokumentace a z</w:t>
      </w:r>
      <w:r w:rsidR="00EB4ECA" w:rsidRPr="006C2343">
        <w:t xml:space="preserve">hotovení </w:t>
      </w:r>
      <w:proofErr w:type="gramStart"/>
      <w:r w:rsidR="00EB4ECA" w:rsidRPr="006C2343">
        <w:t>stavby</w:t>
      </w:r>
      <w:r w:rsidR="00EB4ECA">
        <w:t xml:space="preserve"> - podlimitní</w:t>
      </w:r>
      <w:proofErr w:type="gramEnd"/>
    </w:p>
    <w:p w14:paraId="17CC9580" w14:textId="77777777" w:rsidR="0035531B" w:rsidRDefault="0035531B" w:rsidP="00EB46E5">
      <w:pPr>
        <w:pStyle w:val="Titul2"/>
      </w:pPr>
    </w:p>
    <w:p w14:paraId="1E8FFEA2" w14:textId="10771D0E" w:rsidR="0035531B" w:rsidRDefault="0035531B" w:rsidP="00EB46E5">
      <w:pPr>
        <w:pStyle w:val="Titul2"/>
      </w:pPr>
      <w:r w:rsidRPr="00706F2F">
        <w:t>„</w:t>
      </w:r>
      <w:r w:rsidR="008104AA" w:rsidRPr="00706F2F">
        <w:t>Doplnění páteřní přenosové sítě GSM-R</w:t>
      </w:r>
      <w:r w:rsidRPr="00706F2F">
        <w:t>“</w:t>
      </w:r>
    </w:p>
    <w:p w14:paraId="152849FF" w14:textId="77777777" w:rsidR="00AD0C7B" w:rsidRPr="006C2343" w:rsidRDefault="00AD0C7B" w:rsidP="00EB46E5">
      <w:pPr>
        <w:pStyle w:val="Titul2"/>
      </w:pPr>
    </w:p>
    <w:p w14:paraId="45AB7781" w14:textId="273ABD6D" w:rsidR="00F46EA7" w:rsidRDefault="00F46EA7" w:rsidP="00F46EA7">
      <w:pPr>
        <w:pStyle w:val="Text1-1"/>
        <w:numPr>
          <w:ilvl w:val="0"/>
          <w:numId w:val="0"/>
        </w:numPr>
        <w:tabs>
          <w:tab w:val="left" w:pos="708"/>
        </w:tabs>
        <w:ind w:left="737" w:hanging="737"/>
      </w:pPr>
      <w:r>
        <w:t xml:space="preserve">Č.j. </w:t>
      </w:r>
      <w:r w:rsidR="00706F2F">
        <w:t>6785/2025-SŽ-SSZ-OVZ</w:t>
      </w:r>
    </w:p>
    <w:p w14:paraId="5E146EB9" w14:textId="46A0DB1B" w:rsidR="00826B7B" w:rsidRDefault="00826B7B" w:rsidP="006C2343">
      <w:pPr>
        <w:pStyle w:val="Titul2"/>
      </w:pPr>
    </w:p>
    <w:p w14:paraId="155810BB" w14:textId="77777777" w:rsidR="008104AA" w:rsidRDefault="008104AA" w:rsidP="006C2343">
      <w:pPr>
        <w:pStyle w:val="Titul2"/>
      </w:pPr>
    </w:p>
    <w:p w14:paraId="3DB66BC3" w14:textId="77777777" w:rsidR="008104AA" w:rsidRDefault="008104AA" w:rsidP="006C2343">
      <w:pPr>
        <w:pStyle w:val="Titul2"/>
      </w:pPr>
    </w:p>
    <w:p w14:paraId="2BB98FE3" w14:textId="77777777" w:rsidR="008104AA" w:rsidRDefault="008104AA"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73D334F4" w14:textId="77777777" w:rsidR="008104AA" w:rsidRDefault="008104AA" w:rsidP="001E1A3D">
      <w:pPr>
        <w:spacing w:after="0"/>
        <w:rPr>
          <w:i/>
          <w:color w:val="FF0000"/>
        </w:rPr>
      </w:pPr>
    </w:p>
    <w:p w14:paraId="015ED8E0" w14:textId="77777777" w:rsidR="008104AA" w:rsidRDefault="008104AA" w:rsidP="001E1A3D">
      <w:pPr>
        <w:spacing w:after="0"/>
        <w:rPr>
          <w:i/>
          <w:color w:val="FF0000"/>
        </w:rPr>
      </w:pPr>
    </w:p>
    <w:p w14:paraId="1A3A666A" w14:textId="77777777" w:rsidR="008104AA" w:rsidRDefault="008104AA" w:rsidP="001E1A3D">
      <w:pPr>
        <w:spacing w:after="0"/>
        <w:rPr>
          <w:i/>
          <w:color w:val="FF0000"/>
        </w:rPr>
      </w:pPr>
    </w:p>
    <w:p w14:paraId="03466BDD" w14:textId="77777777" w:rsidR="008104AA" w:rsidRDefault="008104AA" w:rsidP="001E1A3D">
      <w:pPr>
        <w:spacing w:after="0"/>
        <w:rPr>
          <w:i/>
          <w:color w:val="FF0000"/>
        </w:rPr>
      </w:pPr>
    </w:p>
    <w:p w14:paraId="2B8B611C" w14:textId="77777777" w:rsidR="008104AA" w:rsidRDefault="008104AA" w:rsidP="001E1A3D">
      <w:pPr>
        <w:spacing w:after="0"/>
        <w:rPr>
          <w:i/>
          <w:color w:val="FF0000"/>
        </w:rPr>
      </w:pPr>
    </w:p>
    <w:p w14:paraId="6E74855D" w14:textId="77777777" w:rsidR="008104AA" w:rsidRDefault="008104AA" w:rsidP="001E1A3D">
      <w:pPr>
        <w:spacing w:after="0"/>
        <w:rPr>
          <w:i/>
          <w:color w:val="FF0000"/>
        </w:rPr>
      </w:pPr>
    </w:p>
    <w:p w14:paraId="051B6C6D" w14:textId="7675ED98" w:rsidR="00BD7E91" w:rsidRDefault="00BD7E91" w:rsidP="00FE4333">
      <w:pPr>
        <w:pStyle w:val="Nadpisbezsl1-1"/>
      </w:pPr>
      <w:r>
        <w:t>Obsah</w:t>
      </w:r>
      <w:r w:rsidR="00887F36">
        <w:t xml:space="preserve"> </w:t>
      </w:r>
    </w:p>
    <w:p w14:paraId="116FBFC5" w14:textId="537DE86B" w:rsidR="00F046BE"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96218196" w:history="1">
        <w:r w:rsidR="00F046BE" w:rsidRPr="00983D2B">
          <w:rPr>
            <w:rStyle w:val="Hypertextovodkaz"/>
          </w:rPr>
          <w:t>1.</w:t>
        </w:r>
        <w:r w:rsidR="00F046BE">
          <w:rPr>
            <w:rFonts w:eastAsiaTheme="minorEastAsia"/>
            <w:caps w:val="0"/>
            <w:noProof/>
            <w:kern w:val="2"/>
            <w:sz w:val="24"/>
            <w:szCs w:val="24"/>
            <w:lang w:eastAsia="cs-CZ"/>
            <w14:ligatures w14:val="standardContextual"/>
          </w:rPr>
          <w:tab/>
        </w:r>
        <w:r w:rsidR="00F046BE" w:rsidRPr="00983D2B">
          <w:rPr>
            <w:rStyle w:val="Hypertextovodkaz"/>
          </w:rPr>
          <w:t>ÚVODNÍ USTANOVENÍ</w:t>
        </w:r>
        <w:r w:rsidR="00F046BE">
          <w:rPr>
            <w:noProof/>
            <w:webHidden/>
          </w:rPr>
          <w:tab/>
        </w:r>
        <w:r w:rsidR="00F046BE">
          <w:rPr>
            <w:noProof/>
            <w:webHidden/>
          </w:rPr>
          <w:fldChar w:fldCharType="begin"/>
        </w:r>
        <w:r w:rsidR="00F046BE">
          <w:rPr>
            <w:noProof/>
            <w:webHidden/>
          </w:rPr>
          <w:instrText xml:space="preserve"> PAGEREF _Toc196218196 \h </w:instrText>
        </w:r>
        <w:r w:rsidR="00F046BE">
          <w:rPr>
            <w:noProof/>
            <w:webHidden/>
          </w:rPr>
        </w:r>
        <w:r w:rsidR="00F046BE">
          <w:rPr>
            <w:noProof/>
            <w:webHidden/>
          </w:rPr>
          <w:fldChar w:fldCharType="separate"/>
        </w:r>
        <w:r w:rsidR="00F11154">
          <w:rPr>
            <w:noProof/>
            <w:webHidden/>
          </w:rPr>
          <w:t>3</w:t>
        </w:r>
        <w:r w:rsidR="00F046BE">
          <w:rPr>
            <w:noProof/>
            <w:webHidden/>
          </w:rPr>
          <w:fldChar w:fldCharType="end"/>
        </w:r>
      </w:hyperlink>
    </w:p>
    <w:p w14:paraId="071CB0BA" w14:textId="2CA4882F" w:rsidR="00F046BE" w:rsidRDefault="00F046BE">
      <w:pPr>
        <w:pStyle w:val="Obsah1"/>
        <w:rPr>
          <w:rFonts w:eastAsiaTheme="minorEastAsia"/>
          <w:caps w:val="0"/>
          <w:noProof/>
          <w:kern w:val="2"/>
          <w:sz w:val="24"/>
          <w:szCs w:val="24"/>
          <w:lang w:eastAsia="cs-CZ"/>
          <w14:ligatures w14:val="standardContextual"/>
        </w:rPr>
      </w:pPr>
      <w:hyperlink w:anchor="_Toc196218197" w:history="1">
        <w:r w:rsidRPr="00983D2B">
          <w:rPr>
            <w:rStyle w:val="Hypertextovodkaz"/>
          </w:rPr>
          <w:t>2.</w:t>
        </w:r>
        <w:r>
          <w:rPr>
            <w:rFonts w:eastAsiaTheme="minorEastAsia"/>
            <w:caps w:val="0"/>
            <w:noProof/>
            <w:kern w:val="2"/>
            <w:sz w:val="24"/>
            <w:szCs w:val="24"/>
            <w:lang w:eastAsia="cs-CZ"/>
            <w14:ligatures w14:val="standardContextual"/>
          </w:rPr>
          <w:tab/>
        </w:r>
        <w:r w:rsidRPr="00983D2B">
          <w:rPr>
            <w:rStyle w:val="Hypertextovodkaz"/>
          </w:rPr>
          <w:t>IDENTIFIKAČNÍ ÚDAJE ZADAVATELE</w:t>
        </w:r>
        <w:r>
          <w:rPr>
            <w:noProof/>
            <w:webHidden/>
          </w:rPr>
          <w:tab/>
        </w:r>
        <w:r>
          <w:rPr>
            <w:noProof/>
            <w:webHidden/>
          </w:rPr>
          <w:fldChar w:fldCharType="begin"/>
        </w:r>
        <w:r>
          <w:rPr>
            <w:noProof/>
            <w:webHidden/>
          </w:rPr>
          <w:instrText xml:space="preserve"> PAGEREF _Toc196218197 \h </w:instrText>
        </w:r>
        <w:r>
          <w:rPr>
            <w:noProof/>
            <w:webHidden/>
          </w:rPr>
        </w:r>
        <w:r>
          <w:rPr>
            <w:noProof/>
            <w:webHidden/>
          </w:rPr>
          <w:fldChar w:fldCharType="separate"/>
        </w:r>
        <w:r w:rsidR="00F11154">
          <w:rPr>
            <w:noProof/>
            <w:webHidden/>
          </w:rPr>
          <w:t>3</w:t>
        </w:r>
        <w:r>
          <w:rPr>
            <w:noProof/>
            <w:webHidden/>
          </w:rPr>
          <w:fldChar w:fldCharType="end"/>
        </w:r>
      </w:hyperlink>
    </w:p>
    <w:p w14:paraId="72B47FF9" w14:textId="62710355" w:rsidR="00F046BE" w:rsidRDefault="00F046BE">
      <w:pPr>
        <w:pStyle w:val="Obsah1"/>
        <w:rPr>
          <w:rFonts w:eastAsiaTheme="minorEastAsia"/>
          <w:caps w:val="0"/>
          <w:noProof/>
          <w:kern w:val="2"/>
          <w:sz w:val="24"/>
          <w:szCs w:val="24"/>
          <w:lang w:eastAsia="cs-CZ"/>
          <w14:ligatures w14:val="standardContextual"/>
        </w:rPr>
      </w:pPr>
      <w:hyperlink w:anchor="_Toc196218198" w:history="1">
        <w:r w:rsidRPr="00983D2B">
          <w:rPr>
            <w:rStyle w:val="Hypertextovodkaz"/>
          </w:rPr>
          <w:t>3.</w:t>
        </w:r>
        <w:r>
          <w:rPr>
            <w:rFonts w:eastAsiaTheme="minorEastAsia"/>
            <w:caps w:val="0"/>
            <w:noProof/>
            <w:kern w:val="2"/>
            <w:sz w:val="24"/>
            <w:szCs w:val="24"/>
            <w:lang w:eastAsia="cs-CZ"/>
            <w14:ligatures w14:val="standardContextual"/>
          </w:rPr>
          <w:tab/>
        </w:r>
        <w:r w:rsidRPr="00983D2B">
          <w:rPr>
            <w:rStyle w:val="Hypertextovodkaz"/>
          </w:rPr>
          <w:t>KOMUNIKACE MEZI ZADAVATELEM a DODAVATELEM</w:t>
        </w:r>
        <w:r>
          <w:rPr>
            <w:noProof/>
            <w:webHidden/>
          </w:rPr>
          <w:tab/>
        </w:r>
        <w:r>
          <w:rPr>
            <w:noProof/>
            <w:webHidden/>
          </w:rPr>
          <w:fldChar w:fldCharType="begin"/>
        </w:r>
        <w:r>
          <w:rPr>
            <w:noProof/>
            <w:webHidden/>
          </w:rPr>
          <w:instrText xml:space="preserve"> PAGEREF _Toc196218198 \h </w:instrText>
        </w:r>
        <w:r>
          <w:rPr>
            <w:noProof/>
            <w:webHidden/>
          </w:rPr>
        </w:r>
        <w:r>
          <w:rPr>
            <w:noProof/>
            <w:webHidden/>
          </w:rPr>
          <w:fldChar w:fldCharType="separate"/>
        </w:r>
        <w:r w:rsidR="00F11154">
          <w:rPr>
            <w:noProof/>
            <w:webHidden/>
          </w:rPr>
          <w:t>4</w:t>
        </w:r>
        <w:r>
          <w:rPr>
            <w:noProof/>
            <w:webHidden/>
          </w:rPr>
          <w:fldChar w:fldCharType="end"/>
        </w:r>
      </w:hyperlink>
    </w:p>
    <w:p w14:paraId="119E5A56" w14:textId="3B9544DF" w:rsidR="00F046BE" w:rsidRDefault="00F046BE">
      <w:pPr>
        <w:pStyle w:val="Obsah1"/>
        <w:rPr>
          <w:rFonts w:eastAsiaTheme="minorEastAsia"/>
          <w:caps w:val="0"/>
          <w:noProof/>
          <w:kern w:val="2"/>
          <w:sz w:val="24"/>
          <w:szCs w:val="24"/>
          <w:lang w:eastAsia="cs-CZ"/>
          <w14:ligatures w14:val="standardContextual"/>
        </w:rPr>
      </w:pPr>
      <w:hyperlink w:anchor="_Toc196218199" w:history="1">
        <w:r w:rsidRPr="00983D2B">
          <w:rPr>
            <w:rStyle w:val="Hypertextovodkaz"/>
          </w:rPr>
          <w:t>4.</w:t>
        </w:r>
        <w:r>
          <w:rPr>
            <w:rFonts w:eastAsiaTheme="minorEastAsia"/>
            <w:caps w:val="0"/>
            <w:noProof/>
            <w:kern w:val="2"/>
            <w:sz w:val="24"/>
            <w:szCs w:val="24"/>
            <w:lang w:eastAsia="cs-CZ"/>
            <w14:ligatures w14:val="standardContextual"/>
          </w:rPr>
          <w:tab/>
        </w:r>
        <w:r w:rsidRPr="00983D2B">
          <w:rPr>
            <w:rStyle w:val="Hypertextovodkaz"/>
          </w:rPr>
          <w:t>ÚČEL A PŘEDMĚT PLNĚNÍ VEŘEJNÉ ZAKÁZKY</w:t>
        </w:r>
        <w:r>
          <w:rPr>
            <w:noProof/>
            <w:webHidden/>
          </w:rPr>
          <w:tab/>
        </w:r>
        <w:r>
          <w:rPr>
            <w:noProof/>
            <w:webHidden/>
          </w:rPr>
          <w:fldChar w:fldCharType="begin"/>
        </w:r>
        <w:r>
          <w:rPr>
            <w:noProof/>
            <w:webHidden/>
          </w:rPr>
          <w:instrText xml:space="preserve"> PAGEREF _Toc196218199 \h </w:instrText>
        </w:r>
        <w:r>
          <w:rPr>
            <w:noProof/>
            <w:webHidden/>
          </w:rPr>
        </w:r>
        <w:r>
          <w:rPr>
            <w:noProof/>
            <w:webHidden/>
          </w:rPr>
          <w:fldChar w:fldCharType="separate"/>
        </w:r>
        <w:r w:rsidR="00F11154">
          <w:rPr>
            <w:noProof/>
            <w:webHidden/>
          </w:rPr>
          <w:t>4</w:t>
        </w:r>
        <w:r>
          <w:rPr>
            <w:noProof/>
            <w:webHidden/>
          </w:rPr>
          <w:fldChar w:fldCharType="end"/>
        </w:r>
      </w:hyperlink>
    </w:p>
    <w:p w14:paraId="02FC57DC" w14:textId="101E9902" w:rsidR="00F046BE" w:rsidRDefault="00F046BE">
      <w:pPr>
        <w:pStyle w:val="Obsah1"/>
        <w:rPr>
          <w:rFonts w:eastAsiaTheme="minorEastAsia"/>
          <w:caps w:val="0"/>
          <w:noProof/>
          <w:kern w:val="2"/>
          <w:sz w:val="24"/>
          <w:szCs w:val="24"/>
          <w:lang w:eastAsia="cs-CZ"/>
          <w14:ligatures w14:val="standardContextual"/>
        </w:rPr>
      </w:pPr>
      <w:hyperlink w:anchor="_Toc196218200" w:history="1">
        <w:r w:rsidRPr="00983D2B">
          <w:rPr>
            <w:rStyle w:val="Hypertextovodkaz"/>
          </w:rPr>
          <w:t>5.</w:t>
        </w:r>
        <w:r>
          <w:rPr>
            <w:rFonts w:eastAsiaTheme="minorEastAsia"/>
            <w:caps w:val="0"/>
            <w:noProof/>
            <w:kern w:val="2"/>
            <w:sz w:val="24"/>
            <w:szCs w:val="24"/>
            <w:lang w:eastAsia="cs-CZ"/>
            <w14:ligatures w14:val="standardContextual"/>
          </w:rPr>
          <w:tab/>
        </w:r>
        <w:r w:rsidRPr="00983D2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_Toc196218200 \h </w:instrText>
        </w:r>
        <w:r>
          <w:rPr>
            <w:noProof/>
            <w:webHidden/>
          </w:rPr>
        </w:r>
        <w:r>
          <w:rPr>
            <w:noProof/>
            <w:webHidden/>
          </w:rPr>
          <w:fldChar w:fldCharType="separate"/>
        </w:r>
        <w:r w:rsidR="00F11154">
          <w:rPr>
            <w:noProof/>
            <w:webHidden/>
          </w:rPr>
          <w:t>5</w:t>
        </w:r>
        <w:r>
          <w:rPr>
            <w:noProof/>
            <w:webHidden/>
          </w:rPr>
          <w:fldChar w:fldCharType="end"/>
        </w:r>
      </w:hyperlink>
    </w:p>
    <w:p w14:paraId="25C33265" w14:textId="453B615F" w:rsidR="00F046BE" w:rsidRDefault="00F046BE">
      <w:pPr>
        <w:pStyle w:val="Obsah1"/>
        <w:rPr>
          <w:rFonts w:eastAsiaTheme="minorEastAsia"/>
          <w:caps w:val="0"/>
          <w:noProof/>
          <w:kern w:val="2"/>
          <w:sz w:val="24"/>
          <w:szCs w:val="24"/>
          <w:lang w:eastAsia="cs-CZ"/>
          <w14:ligatures w14:val="standardContextual"/>
        </w:rPr>
      </w:pPr>
      <w:hyperlink w:anchor="_Toc196218201" w:history="1">
        <w:r w:rsidRPr="00983D2B">
          <w:rPr>
            <w:rStyle w:val="Hypertextovodkaz"/>
          </w:rPr>
          <w:t>6.</w:t>
        </w:r>
        <w:r>
          <w:rPr>
            <w:rFonts w:eastAsiaTheme="minorEastAsia"/>
            <w:caps w:val="0"/>
            <w:noProof/>
            <w:kern w:val="2"/>
            <w:sz w:val="24"/>
            <w:szCs w:val="24"/>
            <w:lang w:eastAsia="cs-CZ"/>
            <w14:ligatures w14:val="standardContextual"/>
          </w:rPr>
          <w:tab/>
        </w:r>
        <w:r w:rsidRPr="00983D2B">
          <w:rPr>
            <w:rStyle w:val="Hypertextovodkaz"/>
          </w:rPr>
          <w:t>OBSAH ZADÁVACÍ DOKUMENTACE</w:t>
        </w:r>
        <w:r>
          <w:rPr>
            <w:noProof/>
            <w:webHidden/>
          </w:rPr>
          <w:tab/>
        </w:r>
        <w:r>
          <w:rPr>
            <w:noProof/>
            <w:webHidden/>
          </w:rPr>
          <w:fldChar w:fldCharType="begin"/>
        </w:r>
        <w:r>
          <w:rPr>
            <w:noProof/>
            <w:webHidden/>
          </w:rPr>
          <w:instrText xml:space="preserve"> PAGEREF _Toc196218201 \h </w:instrText>
        </w:r>
        <w:r>
          <w:rPr>
            <w:noProof/>
            <w:webHidden/>
          </w:rPr>
        </w:r>
        <w:r>
          <w:rPr>
            <w:noProof/>
            <w:webHidden/>
          </w:rPr>
          <w:fldChar w:fldCharType="separate"/>
        </w:r>
        <w:r w:rsidR="00F11154">
          <w:rPr>
            <w:noProof/>
            <w:webHidden/>
          </w:rPr>
          <w:t>5</w:t>
        </w:r>
        <w:r>
          <w:rPr>
            <w:noProof/>
            <w:webHidden/>
          </w:rPr>
          <w:fldChar w:fldCharType="end"/>
        </w:r>
      </w:hyperlink>
    </w:p>
    <w:p w14:paraId="4C710B42" w14:textId="07F91D49" w:rsidR="00F046BE" w:rsidRDefault="00F046BE">
      <w:pPr>
        <w:pStyle w:val="Obsah1"/>
        <w:rPr>
          <w:rFonts w:eastAsiaTheme="minorEastAsia"/>
          <w:caps w:val="0"/>
          <w:noProof/>
          <w:kern w:val="2"/>
          <w:sz w:val="24"/>
          <w:szCs w:val="24"/>
          <w:lang w:eastAsia="cs-CZ"/>
          <w14:ligatures w14:val="standardContextual"/>
        </w:rPr>
      </w:pPr>
      <w:hyperlink w:anchor="_Toc196218202" w:history="1">
        <w:r w:rsidRPr="00983D2B">
          <w:rPr>
            <w:rStyle w:val="Hypertextovodkaz"/>
          </w:rPr>
          <w:t>7.</w:t>
        </w:r>
        <w:r>
          <w:rPr>
            <w:rFonts w:eastAsiaTheme="minorEastAsia"/>
            <w:caps w:val="0"/>
            <w:noProof/>
            <w:kern w:val="2"/>
            <w:sz w:val="24"/>
            <w:szCs w:val="24"/>
            <w:lang w:eastAsia="cs-CZ"/>
            <w14:ligatures w14:val="standardContextual"/>
          </w:rPr>
          <w:tab/>
        </w:r>
        <w:r w:rsidRPr="00983D2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_Toc196218202 \h </w:instrText>
        </w:r>
        <w:r>
          <w:rPr>
            <w:noProof/>
            <w:webHidden/>
          </w:rPr>
        </w:r>
        <w:r>
          <w:rPr>
            <w:noProof/>
            <w:webHidden/>
          </w:rPr>
          <w:fldChar w:fldCharType="separate"/>
        </w:r>
        <w:r w:rsidR="00F11154">
          <w:rPr>
            <w:noProof/>
            <w:webHidden/>
          </w:rPr>
          <w:t>5</w:t>
        </w:r>
        <w:r>
          <w:rPr>
            <w:noProof/>
            <w:webHidden/>
          </w:rPr>
          <w:fldChar w:fldCharType="end"/>
        </w:r>
      </w:hyperlink>
    </w:p>
    <w:p w14:paraId="27C9C728" w14:textId="475A8905" w:rsidR="00F046BE" w:rsidRDefault="00F046BE">
      <w:pPr>
        <w:pStyle w:val="Obsah1"/>
        <w:rPr>
          <w:rFonts w:eastAsiaTheme="minorEastAsia"/>
          <w:caps w:val="0"/>
          <w:noProof/>
          <w:kern w:val="2"/>
          <w:sz w:val="24"/>
          <w:szCs w:val="24"/>
          <w:lang w:eastAsia="cs-CZ"/>
          <w14:ligatures w14:val="standardContextual"/>
        </w:rPr>
      </w:pPr>
      <w:hyperlink w:anchor="_Toc196218203" w:history="1">
        <w:r w:rsidRPr="00983D2B">
          <w:rPr>
            <w:rStyle w:val="Hypertextovodkaz"/>
          </w:rPr>
          <w:t>8.</w:t>
        </w:r>
        <w:r>
          <w:rPr>
            <w:rFonts w:eastAsiaTheme="minorEastAsia"/>
            <w:caps w:val="0"/>
            <w:noProof/>
            <w:kern w:val="2"/>
            <w:sz w:val="24"/>
            <w:szCs w:val="24"/>
            <w:lang w:eastAsia="cs-CZ"/>
            <w14:ligatures w14:val="standardContextual"/>
          </w:rPr>
          <w:tab/>
        </w:r>
        <w:r w:rsidRPr="00983D2B">
          <w:rPr>
            <w:rStyle w:val="Hypertextovodkaz"/>
          </w:rPr>
          <w:t>POŽADAVKY ZADAVATELE NA KVALIFIKACI</w:t>
        </w:r>
        <w:r>
          <w:rPr>
            <w:noProof/>
            <w:webHidden/>
          </w:rPr>
          <w:tab/>
        </w:r>
        <w:r>
          <w:rPr>
            <w:noProof/>
            <w:webHidden/>
          </w:rPr>
          <w:fldChar w:fldCharType="begin"/>
        </w:r>
        <w:r>
          <w:rPr>
            <w:noProof/>
            <w:webHidden/>
          </w:rPr>
          <w:instrText xml:space="preserve"> PAGEREF _Toc196218203 \h </w:instrText>
        </w:r>
        <w:r>
          <w:rPr>
            <w:noProof/>
            <w:webHidden/>
          </w:rPr>
        </w:r>
        <w:r>
          <w:rPr>
            <w:noProof/>
            <w:webHidden/>
          </w:rPr>
          <w:fldChar w:fldCharType="separate"/>
        </w:r>
        <w:r w:rsidR="00F11154">
          <w:rPr>
            <w:noProof/>
            <w:webHidden/>
          </w:rPr>
          <w:t>6</w:t>
        </w:r>
        <w:r>
          <w:rPr>
            <w:noProof/>
            <w:webHidden/>
          </w:rPr>
          <w:fldChar w:fldCharType="end"/>
        </w:r>
      </w:hyperlink>
    </w:p>
    <w:p w14:paraId="02EA1DC1" w14:textId="09E44F3D" w:rsidR="00F046BE" w:rsidRDefault="00F046BE">
      <w:pPr>
        <w:pStyle w:val="Obsah1"/>
        <w:rPr>
          <w:rFonts w:eastAsiaTheme="minorEastAsia"/>
          <w:caps w:val="0"/>
          <w:noProof/>
          <w:kern w:val="2"/>
          <w:sz w:val="24"/>
          <w:szCs w:val="24"/>
          <w:lang w:eastAsia="cs-CZ"/>
          <w14:ligatures w14:val="standardContextual"/>
        </w:rPr>
      </w:pPr>
      <w:hyperlink w:anchor="_Toc196218204" w:history="1">
        <w:r w:rsidRPr="00983D2B">
          <w:rPr>
            <w:rStyle w:val="Hypertextovodkaz"/>
          </w:rPr>
          <w:t>9.</w:t>
        </w:r>
        <w:r>
          <w:rPr>
            <w:rFonts w:eastAsiaTheme="minorEastAsia"/>
            <w:caps w:val="0"/>
            <w:noProof/>
            <w:kern w:val="2"/>
            <w:sz w:val="24"/>
            <w:szCs w:val="24"/>
            <w:lang w:eastAsia="cs-CZ"/>
            <w14:ligatures w14:val="standardContextual"/>
          </w:rPr>
          <w:tab/>
        </w:r>
        <w:r w:rsidRPr="00983D2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_Toc196218204 \h </w:instrText>
        </w:r>
        <w:r>
          <w:rPr>
            <w:noProof/>
            <w:webHidden/>
          </w:rPr>
        </w:r>
        <w:r>
          <w:rPr>
            <w:noProof/>
            <w:webHidden/>
          </w:rPr>
          <w:fldChar w:fldCharType="separate"/>
        </w:r>
        <w:r w:rsidR="00F11154">
          <w:rPr>
            <w:noProof/>
            <w:webHidden/>
          </w:rPr>
          <w:t>18</w:t>
        </w:r>
        <w:r>
          <w:rPr>
            <w:noProof/>
            <w:webHidden/>
          </w:rPr>
          <w:fldChar w:fldCharType="end"/>
        </w:r>
      </w:hyperlink>
    </w:p>
    <w:p w14:paraId="6A842EE1" w14:textId="7479568A" w:rsidR="00F046BE" w:rsidRDefault="00F046BE">
      <w:pPr>
        <w:pStyle w:val="Obsah1"/>
        <w:rPr>
          <w:rFonts w:eastAsiaTheme="minorEastAsia"/>
          <w:caps w:val="0"/>
          <w:noProof/>
          <w:kern w:val="2"/>
          <w:sz w:val="24"/>
          <w:szCs w:val="24"/>
          <w:lang w:eastAsia="cs-CZ"/>
          <w14:ligatures w14:val="standardContextual"/>
        </w:rPr>
      </w:pPr>
      <w:hyperlink w:anchor="_Toc196218205" w:history="1">
        <w:r w:rsidRPr="00983D2B">
          <w:rPr>
            <w:rStyle w:val="Hypertextovodkaz"/>
          </w:rPr>
          <w:t>10.</w:t>
        </w:r>
        <w:r>
          <w:rPr>
            <w:rFonts w:eastAsiaTheme="minorEastAsia"/>
            <w:caps w:val="0"/>
            <w:noProof/>
            <w:kern w:val="2"/>
            <w:sz w:val="24"/>
            <w:szCs w:val="24"/>
            <w:lang w:eastAsia="cs-CZ"/>
            <w14:ligatures w14:val="standardContextual"/>
          </w:rPr>
          <w:tab/>
        </w:r>
        <w:r w:rsidRPr="00983D2B">
          <w:rPr>
            <w:rStyle w:val="Hypertextovodkaz"/>
          </w:rPr>
          <w:t>PROHLÍDKA MÍSTA PLNĚNÍ (STAVENIŠTĚ)</w:t>
        </w:r>
        <w:r>
          <w:rPr>
            <w:noProof/>
            <w:webHidden/>
          </w:rPr>
          <w:tab/>
        </w:r>
        <w:r>
          <w:rPr>
            <w:noProof/>
            <w:webHidden/>
          </w:rPr>
          <w:fldChar w:fldCharType="begin"/>
        </w:r>
        <w:r>
          <w:rPr>
            <w:noProof/>
            <w:webHidden/>
          </w:rPr>
          <w:instrText xml:space="preserve"> PAGEREF _Toc196218205 \h </w:instrText>
        </w:r>
        <w:r>
          <w:rPr>
            <w:noProof/>
            <w:webHidden/>
          </w:rPr>
        </w:r>
        <w:r>
          <w:rPr>
            <w:noProof/>
            <w:webHidden/>
          </w:rPr>
          <w:fldChar w:fldCharType="separate"/>
        </w:r>
        <w:r w:rsidR="00F11154">
          <w:rPr>
            <w:noProof/>
            <w:webHidden/>
          </w:rPr>
          <w:t>21</w:t>
        </w:r>
        <w:r>
          <w:rPr>
            <w:noProof/>
            <w:webHidden/>
          </w:rPr>
          <w:fldChar w:fldCharType="end"/>
        </w:r>
      </w:hyperlink>
    </w:p>
    <w:p w14:paraId="6C076FAA" w14:textId="24715915" w:rsidR="00F046BE" w:rsidRDefault="00F046BE">
      <w:pPr>
        <w:pStyle w:val="Obsah1"/>
        <w:rPr>
          <w:rFonts w:eastAsiaTheme="minorEastAsia"/>
          <w:caps w:val="0"/>
          <w:noProof/>
          <w:kern w:val="2"/>
          <w:sz w:val="24"/>
          <w:szCs w:val="24"/>
          <w:lang w:eastAsia="cs-CZ"/>
          <w14:ligatures w14:val="standardContextual"/>
        </w:rPr>
      </w:pPr>
      <w:hyperlink w:anchor="_Toc196218206" w:history="1">
        <w:r w:rsidRPr="00983D2B">
          <w:rPr>
            <w:rStyle w:val="Hypertextovodkaz"/>
          </w:rPr>
          <w:t>11.</w:t>
        </w:r>
        <w:r>
          <w:rPr>
            <w:rFonts w:eastAsiaTheme="minorEastAsia"/>
            <w:caps w:val="0"/>
            <w:noProof/>
            <w:kern w:val="2"/>
            <w:sz w:val="24"/>
            <w:szCs w:val="24"/>
            <w:lang w:eastAsia="cs-CZ"/>
            <w14:ligatures w14:val="standardContextual"/>
          </w:rPr>
          <w:tab/>
        </w:r>
        <w:r w:rsidRPr="00983D2B">
          <w:rPr>
            <w:rStyle w:val="Hypertextovodkaz"/>
          </w:rPr>
          <w:t>JAZYK NABÍDEK A KOMUNIKAČNÍ JAZYK</w:t>
        </w:r>
        <w:r>
          <w:rPr>
            <w:noProof/>
            <w:webHidden/>
          </w:rPr>
          <w:tab/>
        </w:r>
        <w:r>
          <w:rPr>
            <w:noProof/>
            <w:webHidden/>
          </w:rPr>
          <w:fldChar w:fldCharType="begin"/>
        </w:r>
        <w:r>
          <w:rPr>
            <w:noProof/>
            <w:webHidden/>
          </w:rPr>
          <w:instrText xml:space="preserve"> PAGEREF _Toc196218206 \h </w:instrText>
        </w:r>
        <w:r>
          <w:rPr>
            <w:noProof/>
            <w:webHidden/>
          </w:rPr>
        </w:r>
        <w:r>
          <w:rPr>
            <w:noProof/>
            <w:webHidden/>
          </w:rPr>
          <w:fldChar w:fldCharType="separate"/>
        </w:r>
        <w:r w:rsidR="00F11154">
          <w:rPr>
            <w:noProof/>
            <w:webHidden/>
          </w:rPr>
          <w:t>21</w:t>
        </w:r>
        <w:r>
          <w:rPr>
            <w:noProof/>
            <w:webHidden/>
          </w:rPr>
          <w:fldChar w:fldCharType="end"/>
        </w:r>
      </w:hyperlink>
    </w:p>
    <w:p w14:paraId="7453BC40" w14:textId="7F74342E" w:rsidR="00F046BE" w:rsidRDefault="00F046BE">
      <w:pPr>
        <w:pStyle w:val="Obsah1"/>
        <w:rPr>
          <w:rFonts w:eastAsiaTheme="minorEastAsia"/>
          <w:caps w:val="0"/>
          <w:noProof/>
          <w:kern w:val="2"/>
          <w:sz w:val="24"/>
          <w:szCs w:val="24"/>
          <w:lang w:eastAsia="cs-CZ"/>
          <w14:ligatures w14:val="standardContextual"/>
        </w:rPr>
      </w:pPr>
      <w:hyperlink w:anchor="_Toc196218207" w:history="1">
        <w:r w:rsidRPr="00983D2B">
          <w:rPr>
            <w:rStyle w:val="Hypertextovodkaz"/>
          </w:rPr>
          <w:t>12.</w:t>
        </w:r>
        <w:r>
          <w:rPr>
            <w:rFonts w:eastAsiaTheme="minorEastAsia"/>
            <w:caps w:val="0"/>
            <w:noProof/>
            <w:kern w:val="2"/>
            <w:sz w:val="24"/>
            <w:szCs w:val="24"/>
            <w:lang w:eastAsia="cs-CZ"/>
            <w14:ligatures w14:val="standardContextual"/>
          </w:rPr>
          <w:tab/>
        </w:r>
        <w:r w:rsidRPr="00983D2B">
          <w:rPr>
            <w:rStyle w:val="Hypertextovodkaz"/>
          </w:rPr>
          <w:t>OBSAH A PODÁVÁNÍ NABÍDEK</w:t>
        </w:r>
        <w:r>
          <w:rPr>
            <w:noProof/>
            <w:webHidden/>
          </w:rPr>
          <w:tab/>
        </w:r>
        <w:r>
          <w:rPr>
            <w:noProof/>
            <w:webHidden/>
          </w:rPr>
          <w:fldChar w:fldCharType="begin"/>
        </w:r>
        <w:r>
          <w:rPr>
            <w:noProof/>
            <w:webHidden/>
          </w:rPr>
          <w:instrText xml:space="preserve"> PAGEREF _Toc196218207 \h </w:instrText>
        </w:r>
        <w:r>
          <w:rPr>
            <w:noProof/>
            <w:webHidden/>
          </w:rPr>
        </w:r>
        <w:r>
          <w:rPr>
            <w:noProof/>
            <w:webHidden/>
          </w:rPr>
          <w:fldChar w:fldCharType="separate"/>
        </w:r>
        <w:r w:rsidR="00F11154">
          <w:rPr>
            <w:noProof/>
            <w:webHidden/>
          </w:rPr>
          <w:t>21</w:t>
        </w:r>
        <w:r>
          <w:rPr>
            <w:noProof/>
            <w:webHidden/>
          </w:rPr>
          <w:fldChar w:fldCharType="end"/>
        </w:r>
      </w:hyperlink>
    </w:p>
    <w:p w14:paraId="4B69C7E1" w14:textId="0DD70B46" w:rsidR="00F046BE" w:rsidRDefault="00F046BE">
      <w:pPr>
        <w:pStyle w:val="Obsah1"/>
        <w:rPr>
          <w:rFonts w:eastAsiaTheme="minorEastAsia"/>
          <w:caps w:val="0"/>
          <w:noProof/>
          <w:kern w:val="2"/>
          <w:sz w:val="24"/>
          <w:szCs w:val="24"/>
          <w:lang w:eastAsia="cs-CZ"/>
          <w14:ligatures w14:val="standardContextual"/>
        </w:rPr>
      </w:pPr>
      <w:hyperlink w:anchor="_Toc196218208" w:history="1">
        <w:r w:rsidRPr="00983D2B">
          <w:rPr>
            <w:rStyle w:val="Hypertextovodkaz"/>
          </w:rPr>
          <w:t>13.</w:t>
        </w:r>
        <w:r>
          <w:rPr>
            <w:rFonts w:eastAsiaTheme="minorEastAsia"/>
            <w:caps w:val="0"/>
            <w:noProof/>
            <w:kern w:val="2"/>
            <w:sz w:val="24"/>
            <w:szCs w:val="24"/>
            <w:lang w:eastAsia="cs-CZ"/>
            <w14:ligatures w14:val="standardContextual"/>
          </w:rPr>
          <w:tab/>
        </w:r>
        <w:r w:rsidRPr="00983D2B">
          <w:rPr>
            <w:rStyle w:val="Hypertextovodkaz"/>
          </w:rPr>
          <w:t>POŽADAVKY NA ZPRACOVÁNÍ NABÍDKOVÉ CENY</w:t>
        </w:r>
        <w:r>
          <w:rPr>
            <w:noProof/>
            <w:webHidden/>
          </w:rPr>
          <w:tab/>
        </w:r>
        <w:r>
          <w:rPr>
            <w:noProof/>
            <w:webHidden/>
          </w:rPr>
          <w:fldChar w:fldCharType="begin"/>
        </w:r>
        <w:r>
          <w:rPr>
            <w:noProof/>
            <w:webHidden/>
          </w:rPr>
          <w:instrText xml:space="preserve"> PAGEREF _Toc196218208 \h </w:instrText>
        </w:r>
        <w:r>
          <w:rPr>
            <w:noProof/>
            <w:webHidden/>
          </w:rPr>
        </w:r>
        <w:r>
          <w:rPr>
            <w:noProof/>
            <w:webHidden/>
          </w:rPr>
          <w:fldChar w:fldCharType="separate"/>
        </w:r>
        <w:r w:rsidR="00F11154">
          <w:rPr>
            <w:noProof/>
            <w:webHidden/>
          </w:rPr>
          <w:t>23</w:t>
        </w:r>
        <w:r>
          <w:rPr>
            <w:noProof/>
            <w:webHidden/>
          </w:rPr>
          <w:fldChar w:fldCharType="end"/>
        </w:r>
      </w:hyperlink>
    </w:p>
    <w:p w14:paraId="3425DA7B" w14:textId="3D252140" w:rsidR="00F046BE" w:rsidRDefault="00F046BE">
      <w:pPr>
        <w:pStyle w:val="Obsah1"/>
        <w:rPr>
          <w:rFonts w:eastAsiaTheme="minorEastAsia"/>
          <w:caps w:val="0"/>
          <w:noProof/>
          <w:kern w:val="2"/>
          <w:sz w:val="24"/>
          <w:szCs w:val="24"/>
          <w:lang w:eastAsia="cs-CZ"/>
          <w14:ligatures w14:val="standardContextual"/>
        </w:rPr>
      </w:pPr>
      <w:hyperlink w:anchor="_Toc196218209" w:history="1">
        <w:r w:rsidRPr="00983D2B">
          <w:rPr>
            <w:rStyle w:val="Hypertextovodkaz"/>
          </w:rPr>
          <w:t>14.</w:t>
        </w:r>
        <w:r>
          <w:rPr>
            <w:rFonts w:eastAsiaTheme="minorEastAsia"/>
            <w:caps w:val="0"/>
            <w:noProof/>
            <w:kern w:val="2"/>
            <w:sz w:val="24"/>
            <w:szCs w:val="24"/>
            <w:lang w:eastAsia="cs-CZ"/>
            <w14:ligatures w14:val="standardContextual"/>
          </w:rPr>
          <w:tab/>
        </w:r>
        <w:r w:rsidRPr="00983D2B">
          <w:rPr>
            <w:rStyle w:val="Hypertextovodkaz"/>
          </w:rPr>
          <w:t>VARIANTY NABÍDKY</w:t>
        </w:r>
        <w:r>
          <w:rPr>
            <w:noProof/>
            <w:webHidden/>
          </w:rPr>
          <w:tab/>
        </w:r>
        <w:r>
          <w:rPr>
            <w:noProof/>
            <w:webHidden/>
          </w:rPr>
          <w:fldChar w:fldCharType="begin"/>
        </w:r>
        <w:r>
          <w:rPr>
            <w:noProof/>
            <w:webHidden/>
          </w:rPr>
          <w:instrText xml:space="preserve"> PAGEREF _Toc196218209 \h </w:instrText>
        </w:r>
        <w:r>
          <w:rPr>
            <w:noProof/>
            <w:webHidden/>
          </w:rPr>
        </w:r>
        <w:r>
          <w:rPr>
            <w:noProof/>
            <w:webHidden/>
          </w:rPr>
          <w:fldChar w:fldCharType="separate"/>
        </w:r>
        <w:r w:rsidR="00F11154">
          <w:rPr>
            <w:noProof/>
            <w:webHidden/>
          </w:rPr>
          <w:t>24</w:t>
        </w:r>
        <w:r>
          <w:rPr>
            <w:noProof/>
            <w:webHidden/>
          </w:rPr>
          <w:fldChar w:fldCharType="end"/>
        </w:r>
      </w:hyperlink>
    </w:p>
    <w:p w14:paraId="2B3B6F0F" w14:textId="518F9961" w:rsidR="00F046BE" w:rsidRDefault="00F046BE">
      <w:pPr>
        <w:pStyle w:val="Obsah1"/>
        <w:rPr>
          <w:rFonts w:eastAsiaTheme="minorEastAsia"/>
          <w:caps w:val="0"/>
          <w:noProof/>
          <w:kern w:val="2"/>
          <w:sz w:val="24"/>
          <w:szCs w:val="24"/>
          <w:lang w:eastAsia="cs-CZ"/>
          <w14:ligatures w14:val="standardContextual"/>
        </w:rPr>
      </w:pPr>
      <w:hyperlink w:anchor="_Toc196218210" w:history="1">
        <w:r w:rsidRPr="00983D2B">
          <w:rPr>
            <w:rStyle w:val="Hypertextovodkaz"/>
          </w:rPr>
          <w:t>15.</w:t>
        </w:r>
        <w:r>
          <w:rPr>
            <w:rFonts w:eastAsiaTheme="minorEastAsia"/>
            <w:caps w:val="0"/>
            <w:noProof/>
            <w:kern w:val="2"/>
            <w:sz w:val="24"/>
            <w:szCs w:val="24"/>
            <w:lang w:eastAsia="cs-CZ"/>
            <w14:ligatures w14:val="standardContextual"/>
          </w:rPr>
          <w:tab/>
        </w:r>
        <w:r w:rsidRPr="00983D2B">
          <w:rPr>
            <w:rStyle w:val="Hypertextovodkaz"/>
          </w:rPr>
          <w:t>OTEVÍRÁNÍ NABÍDEK</w:t>
        </w:r>
        <w:r>
          <w:rPr>
            <w:noProof/>
            <w:webHidden/>
          </w:rPr>
          <w:tab/>
        </w:r>
        <w:r>
          <w:rPr>
            <w:noProof/>
            <w:webHidden/>
          </w:rPr>
          <w:fldChar w:fldCharType="begin"/>
        </w:r>
        <w:r>
          <w:rPr>
            <w:noProof/>
            <w:webHidden/>
          </w:rPr>
          <w:instrText xml:space="preserve"> PAGEREF _Toc196218210 \h </w:instrText>
        </w:r>
        <w:r>
          <w:rPr>
            <w:noProof/>
            <w:webHidden/>
          </w:rPr>
        </w:r>
        <w:r>
          <w:rPr>
            <w:noProof/>
            <w:webHidden/>
          </w:rPr>
          <w:fldChar w:fldCharType="separate"/>
        </w:r>
        <w:r w:rsidR="00F11154">
          <w:rPr>
            <w:noProof/>
            <w:webHidden/>
          </w:rPr>
          <w:t>24</w:t>
        </w:r>
        <w:r>
          <w:rPr>
            <w:noProof/>
            <w:webHidden/>
          </w:rPr>
          <w:fldChar w:fldCharType="end"/>
        </w:r>
      </w:hyperlink>
    </w:p>
    <w:p w14:paraId="22206C24" w14:textId="3C00EB10" w:rsidR="00F046BE" w:rsidRDefault="00F046BE">
      <w:pPr>
        <w:pStyle w:val="Obsah1"/>
        <w:rPr>
          <w:rFonts w:eastAsiaTheme="minorEastAsia"/>
          <w:caps w:val="0"/>
          <w:noProof/>
          <w:kern w:val="2"/>
          <w:sz w:val="24"/>
          <w:szCs w:val="24"/>
          <w:lang w:eastAsia="cs-CZ"/>
          <w14:ligatures w14:val="standardContextual"/>
        </w:rPr>
      </w:pPr>
      <w:hyperlink w:anchor="_Toc196218211" w:history="1">
        <w:r w:rsidRPr="00983D2B">
          <w:rPr>
            <w:rStyle w:val="Hypertextovodkaz"/>
          </w:rPr>
          <w:t>16.</w:t>
        </w:r>
        <w:r>
          <w:rPr>
            <w:rFonts w:eastAsiaTheme="minorEastAsia"/>
            <w:caps w:val="0"/>
            <w:noProof/>
            <w:kern w:val="2"/>
            <w:sz w:val="24"/>
            <w:szCs w:val="24"/>
            <w:lang w:eastAsia="cs-CZ"/>
            <w14:ligatures w14:val="standardContextual"/>
          </w:rPr>
          <w:tab/>
        </w:r>
        <w:r w:rsidRPr="00983D2B">
          <w:rPr>
            <w:rStyle w:val="Hypertextovodkaz"/>
          </w:rPr>
          <w:t>POSOUZENÍ SPLNĚNÍ PODMÍNEK ÚČASTI</w:t>
        </w:r>
        <w:r>
          <w:rPr>
            <w:noProof/>
            <w:webHidden/>
          </w:rPr>
          <w:tab/>
        </w:r>
        <w:r>
          <w:rPr>
            <w:noProof/>
            <w:webHidden/>
          </w:rPr>
          <w:fldChar w:fldCharType="begin"/>
        </w:r>
        <w:r>
          <w:rPr>
            <w:noProof/>
            <w:webHidden/>
          </w:rPr>
          <w:instrText xml:space="preserve"> PAGEREF _Toc196218211 \h </w:instrText>
        </w:r>
        <w:r>
          <w:rPr>
            <w:noProof/>
            <w:webHidden/>
          </w:rPr>
        </w:r>
        <w:r>
          <w:rPr>
            <w:noProof/>
            <w:webHidden/>
          </w:rPr>
          <w:fldChar w:fldCharType="separate"/>
        </w:r>
        <w:r w:rsidR="00F11154">
          <w:rPr>
            <w:noProof/>
            <w:webHidden/>
          </w:rPr>
          <w:t>24</w:t>
        </w:r>
        <w:r>
          <w:rPr>
            <w:noProof/>
            <w:webHidden/>
          </w:rPr>
          <w:fldChar w:fldCharType="end"/>
        </w:r>
      </w:hyperlink>
    </w:p>
    <w:p w14:paraId="50E164D0" w14:textId="534112D4" w:rsidR="00F046BE" w:rsidRDefault="00F046BE">
      <w:pPr>
        <w:pStyle w:val="Obsah1"/>
        <w:rPr>
          <w:rFonts w:eastAsiaTheme="minorEastAsia"/>
          <w:caps w:val="0"/>
          <w:noProof/>
          <w:kern w:val="2"/>
          <w:sz w:val="24"/>
          <w:szCs w:val="24"/>
          <w:lang w:eastAsia="cs-CZ"/>
          <w14:ligatures w14:val="standardContextual"/>
        </w:rPr>
      </w:pPr>
      <w:hyperlink w:anchor="_Toc196218212" w:history="1">
        <w:r w:rsidRPr="00983D2B">
          <w:rPr>
            <w:rStyle w:val="Hypertextovodkaz"/>
          </w:rPr>
          <w:t>17.</w:t>
        </w:r>
        <w:r>
          <w:rPr>
            <w:rFonts w:eastAsiaTheme="minorEastAsia"/>
            <w:caps w:val="0"/>
            <w:noProof/>
            <w:kern w:val="2"/>
            <w:sz w:val="24"/>
            <w:szCs w:val="24"/>
            <w:lang w:eastAsia="cs-CZ"/>
            <w14:ligatures w14:val="standardContextual"/>
          </w:rPr>
          <w:tab/>
        </w:r>
        <w:r w:rsidRPr="00983D2B">
          <w:rPr>
            <w:rStyle w:val="Hypertextovodkaz"/>
          </w:rPr>
          <w:t>HODNOCENÍ NABÍDEK</w:t>
        </w:r>
        <w:r>
          <w:rPr>
            <w:noProof/>
            <w:webHidden/>
          </w:rPr>
          <w:tab/>
        </w:r>
        <w:r>
          <w:rPr>
            <w:noProof/>
            <w:webHidden/>
          </w:rPr>
          <w:fldChar w:fldCharType="begin"/>
        </w:r>
        <w:r>
          <w:rPr>
            <w:noProof/>
            <w:webHidden/>
          </w:rPr>
          <w:instrText xml:space="preserve"> PAGEREF _Toc196218212 \h </w:instrText>
        </w:r>
        <w:r>
          <w:rPr>
            <w:noProof/>
            <w:webHidden/>
          </w:rPr>
        </w:r>
        <w:r>
          <w:rPr>
            <w:noProof/>
            <w:webHidden/>
          </w:rPr>
          <w:fldChar w:fldCharType="separate"/>
        </w:r>
        <w:r w:rsidR="00F11154">
          <w:rPr>
            <w:noProof/>
            <w:webHidden/>
          </w:rPr>
          <w:t>25</w:t>
        </w:r>
        <w:r>
          <w:rPr>
            <w:noProof/>
            <w:webHidden/>
          </w:rPr>
          <w:fldChar w:fldCharType="end"/>
        </w:r>
      </w:hyperlink>
    </w:p>
    <w:p w14:paraId="71E56131" w14:textId="72ADAEE8" w:rsidR="00F046BE" w:rsidRDefault="00F046BE">
      <w:pPr>
        <w:pStyle w:val="Obsah1"/>
        <w:rPr>
          <w:rFonts w:eastAsiaTheme="minorEastAsia"/>
          <w:caps w:val="0"/>
          <w:noProof/>
          <w:kern w:val="2"/>
          <w:sz w:val="24"/>
          <w:szCs w:val="24"/>
          <w:lang w:eastAsia="cs-CZ"/>
          <w14:ligatures w14:val="standardContextual"/>
        </w:rPr>
      </w:pPr>
      <w:hyperlink w:anchor="_Toc196218213" w:history="1">
        <w:r w:rsidRPr="00983D2B">
          <w:rPr>
            <w:rStyle w:val="Hypertextovodkaz"/>
          </w:rPr>
          <w:t>18.</w:t>
        </w:r>
        <w:r>
          <w:rPr>
            <w:rFonts w:eastAsiaTheme="minorEastAsia"/>
            <w:caps w:val="0"/>
            <w:noProof/>
            <w:kern w:val="2"/>
            <w:sz w:val="24"/>
            <w:szCs w:val="24"/>
            <w:lang w:eastAsia="cs-CZ"/>
            <w14:ligatures w14:val="standardContextual"/>
          </w:rPr>
          <w:tab/>
        </w:r>
        <w:r w:rsidRPr="00983D2B">
          <w:rPr>
            <w:rStyle w:val="Hypertextovodkaz"/>
          </w:rPr>
          <w:t>ZRUŠENÍ VÝBĚROVÉHO ŘÍZENÍ</w:t>
        </w:r>
        <w:r>
          <w:rPr>
            <w:noProof/>
            <w:webHidden/>
          </w:rPr>
          <w:tab/>
        </w:r>
        <w:r>
          <w:rPr>
            <w:noProof/>
            <w:webHidden/>
          </w:rPr>
          <w:fldChar w:fldCharType="begin"/>
        </w:r>
        <w:r>
          <w:rPr>
            <w:noProof/>
            <w:webHidden/>
          </w:rPr>
          <w:instrText xml:space="preserve"> PAGEREF _Toc196218213 \h </w:instrText>
        </w:r>
        <w:r>
          <w:rPr>
            <w:noProof/>
            <w:webHidden/>
          </w:rPr>
        </w:r>
        <w:r>
          <w:rPr>
            <w:noProof/>
            <w:webHidden/>
          </w:rPr>
          <w:fldChar w:fldCharType="separate"/>
        </w:r>
        <w:r w:rsidR="00F11154">
          <w:rPr>
            <w:noProof/>
            <w:webHidden/>
          </w:rPr>
          <w:t>26</w:t>
        </w:r>
        <w:r>
          <w:rPr>
            <w:noProof/>
            <w:webHidden/>
          </w:rPr>
          <w:fldChar w:fldCharType="end"/>
        </w:r>
      </w:hyperlink>
    </w:p>
    <w:p w14:paraId="07CE88A5" w14:textId="254ED35D" w:rsidR="00F046BE" w:rsidRDefault="00F046BE">
      <w:pPr>
        <w:pStyle w:val="Obsah1"/>
        <w:rPr>
          <w:rFonts w:eastAsiaTheme="minorEastAsia"/>
          <w:caps w:val="0"/>
          <w:noProof/>
          <w:kern w:val="2"/>
          <w:sz w:val="24"/>
          <w:szCs w:val="24"/>
          <w:lang w:eastAsia="cs-CZ"/>
          <w14:ligatures w14:val="standardContextual"/>
        </w:rPr>
      </w:pPr>
      <w:hyperlink w:anchor="_Toc196218214" w:history="1">
        <w:r w:rsidRPr="00983D2B">
          <w:rPr>
            <w:rStyle w:val="Hypertextovodkaz"/>
          </w:rPr>
          <w:t>19.</w:t>
        </w:r>
        <w:r>
          <w:rPr>
            <w:rFonts w:eastAsiaTheme="minorEastAsia"/>
            <w:caps w:val="0"/>
            <w:noProof/>
            <w:kern w:val="2"/>
            <w:sz w:val="24"/>
            <w:szCs w:val="24"/>
            <w:lang w:eastAsia="cs-CZ"/>
            <w14:ligatures w14:val="standardContextual"/>
          </w:rPr>
          <w:tab/>
        </w:r>
        <w:r w:rsidRPr="00983D2B">
          <w:rPr>
            <w:rStyle w:val="Hypertextovodkaz"/>
          </w:rPr>
          <w:t>UZAVŘENÍ SMLOUVY</w:t>
        </w:r>
        <w:r>
          <w:rPr>
            <w:noProof/>
            <w:webHidden/>
          </w:rPr>
          <w:tab/>
        </w:r>
        <w:r>
          <w:rPr>
            <w:noProof/>
            <w:webHidden/>
          </w:rPr>
          <w:fldChar w:fldCharType="begin"/>
        </w:r>
        <w:r>
          <w:rPr>
            <w:noProof/>
            <w:webHidden/>
          </w:rPr>
          <w:instrText xml:space="preserve"> PAGEREF _Toc196218214 \h </w:instrText>
        </w:r>
        <w:r>
          <w:rPr>
            <w:noProof/>
            <w:webHidden/>
          </w:rPr>
        </w:r>
        <w:r>
          <w:rPr>
            <w:noProof/>
            <w:webHidden/>
          </w:rPr>
          <w:fldChar w:fldCharType="separate"/>
        </w:r>
        <w:r w:rsidR="00F11154">
          <w:rPr>
            <w:noProof/>
            <w:webHidden/>
          </w:rPr>
          <w:t>26</w:t>
        </w:r>
        <w:r>
          <w:rPr>
            <w:noProof/>
            <w:webHidden/>
          </w:rPr>
          <w:fldChar w:fldCharType="end"/>
        </w:r>
      </w:hyperlink>
    </w:p>
    <w:p w14:paraId="195CCE87" w14:textId="545B3E96" w:rsidR="00F046BE" w:rsidRDefault="00F046BE">
      <w:pPr>
        <w:pStyle w:val="Obsah1"/>
        <w:rPr>
          <w:rFonts w:eastAsiaTheme="minorEastAsia"/>
          <w:caps w:val="0"/>
          <w:noProof/>
          <w:kern w:val="2"/>
          <w:sz w:val="24"/>
          <w:szCs w:val="24"/>
          <w:lang w:eastAsia="cs-CZ"/>
          <w14:ligatures w14:val="standardContextual"/>
        </w:rPr>
      </w:pPr>
      <w:hyperlink w:anchor="_Toc196218215" w:history="1">
        <w:r w:rsidRPr="00983D2B">
          <w:rPr>
            <w:rStyle w:val="Hypertextovodkaz"/>
          </w:rPr>
          <w:t>20.</w:t>
        </w:r>
        <w:r>
          <w:rPr>
            <w:rFonts w:eastAsiaTheme="minorEastAsia"/>
            <w:caps w:val="0"/>
            <w:noProof/>
            <w:kern w:val="2"/>
            <w:sz w:val="24"/>
            <w:szCs w:val="24"/>
            <w:lang w:eastAsia="cs-CZ"/>
            <w14:ligatures w14:val="standardContextual"/>
          </w:rPr>
          <w:tab/>
        </w:r>
        <w:r w:rsidRPr="00983D2B">
          <w:rPr>
            <w:rStyle w:val="Hypertextovodkaz"/>
          </w:rPr>
          <w:t>OCHRANA INFORMACÍ</w:t>
        </w:r>
        <w:r>
          <w:rPr>
            <w:noProof/>
            <w:webHidden/>
          </w:rPr>
          <w:tab/>
        </w:r>
        <w:r>
          <w:rPr>
            <w:noProof/>
            <w:webHidden/>
          </w:rPr>
          <w:fldChar w:fldCharType="begin"/>
        </w:r>
        <w:r>
          <w:rPr>
            <w:noProof/>
            <w:webHidden/>
          </w:rPr>
          <w:instrText xml:space="preserve"> PAGEREF _Toc196218215 \h </w:instrText>
        </w:r>
        <w:r>
          <w:rPr>
            <w:noProof/>
            <w:webHidden/>
          </w:rPr>
        </w:r>
        <w:r>
          <w:rPr>
            <w:noProof/>
            <w:webHidden/>
          </w:rPr>
          <w:fldChar w:fldCharType="separate"/>
        </w:r>
        <w:r w:rsidR="00F11154">
          <w:rPr>
            <w:noProof/>
            <w:webHidden/>
          </w:rPr>
          <w:t>28</w:t>
        </w:r>
        <w:r>
          <w:rPr>
            <w:noProof/>
            <w:webHidden/>
          </w:rPr>
          <w:fldChar w:fldCharType="end"/>
        </w:r>
      </w:hyperlink>
    </w:p>
    <w:p w14:paraId="186BC772" w14:textId="0F27282F" w:rsidR="00F046BE" w:rsidRDefault="00F046BE">
      <w:pPr>
        <w:pStyle w:val="Obsah1"/>
        <w:rPr>
          <w:rFonts w:eastAsiaTheme="minorEastAsia"/>
          <w:caps w:val="0"/>
          <w:noProof/>
          <w:kern w:val="2"/>
          <w:sz w:val="24"/>
          <w:szCs w:val="24"/>
          <w:lang w:eastAsia="cs-CZ"/>
          <w14:ligatures w14:val="standardContextual"/>
        </w:rPr>
      </w:pPr>
      <w:hyperlink w:anchor="_Toc196218216" w:history="1">
        <w:r w:rsidRPr="00983D2B">
          <w:rPr>
            <w:rStyle w:val="Hypertextovodkaz"/>
          </w:rPr>
          <w:t>21.</w:t>
        </w:r>
        <w:r>
          <w:rPr>
            <w:rFonts w:eastAsiaTheme="minorEastAsia"/>
            <w:caps w:val="0"/>
            <w:noProof/>
            <w:kern w:val="2"/>
            <w:sz w:val="24"/>
            <w:szCs w:val="24"/>
            <w:lang w:eastAsia="cs-CZ"/>
            <w14:ligatures w14:val="standardContextual"/>
          </w:rPr>
          <w:tab/>
        </w:r>
        <w:r w:rsidRPr="00983D2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_Toc196218216 \h </w:instrText>
        </w:r>
        <w:r>
          <w:rPr>
            <w:noProof/>
            <w:webHidden/>
          </w:rPr>
        </w:r>
        <w:r>
          <w:rPr>
            <w:noProof/>
            <w:webHidden/>
          </w:rPr>
          <w:fldChar w:fldCharType="separate"/>
        </w:r>
        <w:r w:rsidR="00F11154">
          <w:rPr>
            <w:noProof/>
            <w:webHidden/>
          </w:rPr>
          <w:t>29</w:t>
        </w:r>
        <w:r>
          <w:rPr>
            <w:noProof/>
            <w:webHidden/>
          </w:rPr>
          <w:fldChar w:fldCharType="end"/>
        </w:r>
      </w:hyperlink>
    </w:p>
    <w:p w14:paraId="79CF0EF1" w14:textId="07A86B4D" w:rsidR="00F046BE" w:rsidRDefault="00F046BE">
      <w:pPr>
        <w:pStyle w:val="Obsah1"/>
        <w:rPr>
          <w:rFonts w:eastAsiaTheme="minorEastAsia"/>
          <w:caps w:val="0"/>
          <w:noProof/>
          <w:kern w:val="2"/>
          <w:sz w:val="24"/>
          <w:szCs w:val="24"/>
          <w:lang w:eastAsia="cs-CZ"/>
          <w14:ligatures w14:val="standardContextual"/>
        </w:rPr>
      </w:pPr>
      <w:hyperlink w:anchor="_Toc196218217" w:history="1">
        <w:r w:rsidRPr="00983D2B">
          <w:rPr>
            <w:rStyle w:val="Hypertextovodkaz"/>
          </w:rPr>
          <w:t>22.</w:t>
        </w:r>
        <w:r>
          <w:rPr>
            <w:rFonts w:eastAsiaTheme="minorEastAsia"/>
            <w:caps w:val="0"/>
            <w:noProof/>
            <w:kern w:val="2"/>
            <w:sz w:val="24"/>
            <w:szCs w:val="24"/>
            <w:lang w:eastAsia="cs-CZ"/>
            <w14:ligatures w14:val="standardContextual"/>
          </w:rPr>
          <w:tab/>
        </w:r>
        <w:r w:rsidRPr="00983D2B">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_Toc196218217 \h </w:instrText>
        </w:r>
        <w:r>
          <w:rPr>
            <w:noProof/>
            <w:webHidden/>
          </w:rPr>
        </w:r>
        <w:r>
          <w:rPr>
            <w:noProof/>
            <w:webHidden/>
          </w:rPr>
          <w:fldChar w:fldCharType="separate"/>
        </w:r>
        <w:r w:rsidR="00F11154">
          <w:rPr>
            <w:noProof/>
            <w:webHidden/>
          </w:rPr>
          <w:t>29</w:t>
        </w:r>
        <w:r>
          <w:rPr>
            <w:noProof/>
            <w:webHidden/>
          </w:rPr>
          <w:fldChar w:fldCharType="end"/>
        </w:r>
      </w:hyperlink>
    </w:p>
    <w:p w14:paraId="177D2C0A" w14:textId="3B7FF616" w:rsidR="00F046BE" w:rsidRDefault="00F046BE">
      <w:pPr>
        <w:pStyle w:val="Obsah1"/>
        <w:rPr>
          <w:rFonts w:eastAsiaTheme="minorEastAsia"/>
          <w:caps w:val="0"/>
          <w:noProof/>
          <w:kern w:val="2"/>
          <w:sz w:val="24"/>
          <w:szCs w:val="24"/>
          <w:lang w:eastAsia="cs-CZ"/>
          <w14:ligatures w14:val="standardContextual"/>
        </w:rPr>
      </w:pPr>
      <w:hyperlink w:anchor="_Toc196218218" w:history="1">
        <w:r w:rsidRPr="00983D2B">
          <w:rPr>
            <w:rStyle w:val="Hypertextovodkaz"/>
          </w:rPr>
          <w:t>23.</w:t>
        </w:r>
        <w:r>
          <w:rPr>
            <w:rFonts w:eastAsiaTheme="minorEastAsia"/>
            <w:caps w:val="0"/>
            <w:noProof/>
            <w:kern w:val="2"/>
            <w:sz w:val="24"/>
            <w:szCs w:val="24"/>
            <w:lang w:eastAsia="cs-CZ"/>
            <w14:ligatures w14:val="standardContextual"/>
          </w:rPr>
          <w:tab/>
        </w:r>
        <w:r w:rsidRPr="00983D2B">
          <w:rPr>
            <w:rStyle w:val="Hypertextovodkaz"/>
          </w:rPr>
          <w:t>PŘÍLOHY TÉTO VÝZVY</w:t>
        </w:r>
        <w:r>
          <w:rPr>
            <w:noProof/>
            <w:webHidden/>
          </w:rPr>
          <w:tab/>
        </w:r>
        <w:r>
          <w:rPr>
            <w:noProof/>
            <w:webHidden/>
          </w:rPr>
          <w:fldChar w:fldCharType="begin"/>
        </w:r>
        <w:r>
          <w:rPr>
            <w:noProof/>
            <w:webHidden/>
          </w:rPr>
          <w:instrText xml:space="preserve"> PAGEREF _Toc196218218 \h </w:instrText>
        </w:r>
        <w:r>
          <w:rPr>
            <w:noProof/>
            <w:webHidden/>
          </w:rPr>
        </w:r>
        <w:r>
          <w:rPr>
            <w:noProof/>
            <w:webHidden/>
          </w:rPr>
          <w:fldChar w:fldCharType="separate"/>
        </w:r>
        <w:r w:rsidR="00F11154">
          <w:rPr>
            <w:noProof/>
            <w:webHidden/>
          </w:rPr>
          <w:t>31</w:t>
        </w:r>
        <w:r>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96218196"/>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574F01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7ED8CA28" w14:textId="77777777" w:rsidR="0015450C" w:rsidRDefault="0015450C" w:rsidP="0015450C">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9621819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649FFB5E"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96218198"/>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1BC07B1" w:rsidR="0035531B" w:rsidRDefault="0035531B" w:rsidP="0035531B">
      <w:pPr>
        <w:pStyle w:val="Text1-1"/>
      </w:pPr>
      <w:r>
        <w:t xml:space="preserve">Kontaktní osobou zadavatele pro </w:t>
      </w:r>
      <w:r w:rsidR="009531C1">
        <w:t xml:space="preserve">výběrové </w:t>
      </w:r>
      <w:r>
        <w:t xml:space="preserve">řízení je: </w:t>
      </w:r>
      <w:r w:rsidR="0015450C">
        <w:t>Vladimíra Hlídková</w:t>
      </w:r>
    </w:p>
    <w:p w14:paraId="0768BA6F" w14:textId="77777777" w:rsidR="0015450C" w:rsidRDefault="0015450C" w:rsidP="0015450C">
      <w:pPr>
        <w:pStyle w:val="Text1-1"/>
        <w:numPr>
          <w:ilvl w:val="0"/>
          <w:numId w:val="0"/>
        </w:numPr>
        <w:spacing w:after="0"/>
        <w:ind w:left="737"/>
      </w:pPr>
      <w:r>
        <w:t xml:space="preserve">telefon: </w:t>
      </w:r>
      <w:r>
        <w:tab/>
        <w:t>+420 724321788</w:t>
      </w:r>
    </w:p>
    <w:p w14:paraId="57C4E7A6" w14:textId="77777777" w:rsidR="0015450C" w:rsidRDefault="0015450C" w:rsidP="0015450C">
      <w:pPr>
        <w:pStyle w:val="Textbezslovn"/>
        <w:spacing w:after="0"/>
      </w:pPr>
      <w:r>
        <w:t xml:space="preserve">e-mail: </w:t>
      </w:r>
      <w:r>
        <w:tab/>
        <w:t>hlidkova@spravazeleznic.cz</w:t>
      </w:r>
    </w:p>
    <w:p w14:paraId="37F7B567" w14:textId="77777777" w:rsidR="0015450C" w:rsidRPr="004B2D81" w:rsidRDefault="0015450C" w:rsidP="0015450C">
      <w:pPr>
        <w:pStyle w:val="Textbezslovn"/>
        <w:spacing w:after="0"/>
      </w:pPr>
      <w:r>
        <w:t xml:space="preserve">adresa: </w:t>
      </w:r>
      <w:r>
        <w:tab/>
      </w:r>
      <w:r w:rsidRPr="004B2D81">
        <w:t>Správa železnic, státní organizace</w:t>
      </w:r>
    </w:p>
    <w:p w14:paraId="34F7120D" w14:textId="77777777" w:rsidR="0015450C" w:rsidRPr="004B2D81" w:rsidRDefault="0015450C" w:rsidP="0015450C">
      <w:pPr>
        <w:pStyle w:val="Textbezslovn"/>
        <w:spacing w:after="0"/>
      </w:pPr>
      <w:r w:rsidRPr="004B2D81">
        <w:tab/>
      </w:r>
      <w:r w:rsidRPr="004B2D81">
        <w:tab/>
        <w:t>Stavební správa západ</w:t>
      </w:r>
    </w:p>
    <w:p w14:paraId="057C4A34" w14:textId="77777777" w:rsidR="0015450C" w:rsidRPr="00291644" w:rsidRDefault="0015450C" w:rsidP="0015450C">
      <w:pPr>
        <w:pStyle w:val="Ftext"/>
        <w:spacing w:before="0" w:after="0" w:line="240" w:lineRule="auto"/>
        <w:rPr>
          <w:rFonts w:asciiTheme="minorHAnsi" w:hAnsiTheme="minorHAnsi"/>
          <w:sz w:val="18"/>
          <w:szCs w:val="18"/>
        </w:rPr>
      </w:pPr>
      <w:r w:rsidRPr="004B2D81">
        <w:tab/>
      </w:r>
      <w:r w:rsidRPr="004B2D81">
        <w:tab/>
      </w:r>
      <w:r w:rsidRPr="004B2D81">
        <w:tab/>
      </w:r>
      <w:r w:rsidRPr="00291644">
        <w:rPr>
          <w:rFonts w:asciiTheme="minorHAnsi" w:hAnsiTheme="minorHAnsi"/>
          <w:sz w:val="18"/>
          <w:szCs w:val="18"/>
        </w:rPr>
        <w:t xml:space="preserve">Ke Štvanici 656/3, </w:t>
      </w:r>
    </w:p>
    <w:p w14:paraId="0C375954" w14:textId="77777777" w:rsidR="0015450C" w:rsidRPr="00291644" w:rsidRDefault="0015450C" w:rsidP="0015450C">
      <w:pPr>
        <w:pStyle w:val="Ftext"/>
        <w:spacing w:before="0" w:after="0" w:line="240" w:lineRule="auto"/>
        <w:ind w:left="1418" w:firstLine="709"/>
        <w:rPr>
          <w:rFonts w:asciiTheme="minorHAnsi" w:hAnsiTheme="minorHAnsi"/>
          <w:sz w:val="18"/>
          <w:szCs w:val="18"/>
        </w:rPr>
      </w:pPr>
      <w:r w:rsidRPr="00291644">
        <w:rPr>
          <w:rFonts w:asciiTheme="minorHAnsi" w:hAnsiTheme="minorHAnsi"/>
          <w:sz w:val="18"/>
          <w:szCs w:val="18"/>
        </w:rPr>
        <w:t>186 00 Praha 8 – Karlín</w:t>
      </w:r>
    </w:p>
    <w:p w14:paraId="7AFE4171" w14:textId="77777777" w:rsidR="0035531B" w:rsidRDefault="0035531B" w:rsidP="0035531B">
      <w:pPr>
        <w:pStyle w:val="Nadpis1-1"/>
      </w:pPr>
      <w:bookmarkStart w:id="7" w:name="_Toc196218199"/>
      <w:r>
        <w:t>ÚČEL</w:t>
      </w:r>
      <w:r w:rsidR="00845C50">
        <w:t xml:space="preserve"> </w:t>
      </w:r>
      <w:r w:rsidR="00776A8A">
        <w:t>A</w:t>
      </w:r>
      <w:r w:rsidR="00845C50">
        <w:t> </w:t>
      </w:r>
      <w:r>
        <w:t>PŘEDMĚT PLNĚNÍ VEŘEJNÉ ZAKÁZKY</w:t>
      </w:r>
      <w:bookmarkEnd w:id="7"/>
    </w:p>
    <w:p w14:paraId="072189A2" w14:textId="77777777" w:rsidR="0035531B" w:rsidRPr="00706F2F" w:rsidRDefault="0035531B" w:rsidP="0035531B">
      <w:pPr>
        <w:pStyle w:val="Text1-1"/>
      </w:pPr>
      <w:r w:rsidRPr="00706F2F">
        <w:t>Účel veřejné zakázky</w:t>
      </w:r>
    </w:p>
    <w:p w14:paraId="656C5E9A" w14:textId="47EA1CD3" w:rsidR="0015450C" w:rsidRPr="00706F2F" w:rsidRDefault="0015450C" w:rsidP="0015450C">
      <w:pPr>
        <w:pStyle w:val="Text1-2"/>
        <w:numPr>
          <w:ilvl w:val="0"/>
          <w:numId w:val="0"/>
        </w:numPr>
        <w:ind w:left="709"/>
        <w:rPr>
          <w:rFonts w:ascii="Verdana" w:hAnsi="Verdana"/>
        </w:rPr>
      </w:pPr>
      <w:r w:rsidRPr="00706F2F">
        <w:rPr>
          <w:rFonts w:ascii="Verdana" w:hAnsi="Verdana"/>
        </w:rPr>
        <w:t xml:space="preserve">Cílem Díla je doplnění páteřní sítě a agregační úrovně, které umožní připojení </w:t>
      </w:r>
      <w:proofErr w:type="spellStart"/>
      <w:r w:rsidRPr="00706F2F">
        <w:rPr>
          <w:rFonts w:ascii="Verdana" w:hAnsi="Verdana"/>
        </w:rPr>
        <w:t>Radioblokových</w:t>
      </w:r>
      <w:proofErr w:type="spellEnd"/>
      <w:r w:rsidRPr="00706F2F">
        <w:rPr>
          <w:rFonts w:ascii="Verdana" w:hAnsi="Verdana"/>
        </w:rPr>
        <w:t xml:space="preserve"> centrál pro ETCS. Doplnění páteřní sítě GSM-R je jedním z podmiňujících prvků implementace GSM-R na tratích Správy železnic.</w:t>
      </w:r>
      <w:r w:rsidRPr="00706F2F">
        <w:rPr>
          <w:rFonts w:ascii="Verdana" w:hAnsi="Verdana" w:cs="Helvetica"/>
        </w:rPr>
        <w:t xml:space="preserve"> Jedná se o tzv. 0. etapu ze schváleného Záměru projektu akce „Výstavba GSM-R na tratích Správy železnic“.</w:t>
      </w:r>
    </w:p>
    <w:p w14:paraId="09962EBD" w14:textId="77777777" w:rsidR="0035531B" w:rsidRPr="00706F2F" w:rsidRDefault="0035531B" w:rsidP="0035531B">
      <w:pPr>
        <w:pStyle w:val="Text1-1"/>
      </w:pPr>
      <w:r w:rsidRPr="00706F2F">
        <w:t>Předmět plnění veřejné zakázky</w:t>
      </w:r>
    </w:p>
    <w:p w14:paraId="52FB4A61" w14:textId="77777777" w:rsidR="0015450C" w:rsidRPr="00706F2F" w:rsidRDefault="0015450C" w:rsidP="0015450C">
      <w:pPr>
        <w:pStyle w:val="Text2-1"/>
      </w:pPr>
      <w:r w:rsidRPr="00706F2F">
        <w:t>Předmětem Díla „</w:t>
      </w:r>
      <w:r w:rsidRPr="00706F2F">
        <w:rPr>
          <w:b/>
          <w:bCs/>
        </w:rPr>
        <w:t>Doplnění páteřní přenosové sítě GSM-R</w:t>
      </w:r>
      <w:r w:rsidRPr="00706F2F">
        <w:t>“ je:</w:t>
      </w:r>
    </w:p>
    <w:p w14:paraId="0D614EF9" w14:textId="77777777" w:rsidR="0015450C" w:rsidRPr="00706F2F" w:rsidRDefault="0015450C" w:rsidP="0015450C">
      <w:pPr>
        <w:numPr>
          <w:ilvl w:val="0"/>
          <w:numId w:val="7"/>
        </w:numPr>
        <w:spacing w:after="80"/>
        <w:jc w:val="both"/>
      </w:pPr>
      <w:r w:rsidRPr="00706F2F">
        <w:rPr>
          <w:b/>
        </w:rPr>
        <w:t>Zhotovení Projektové dokumentace pro provádění stavby dráhy (PDPS)</w:t>
      </w:r>
      <w:r w:rsidRPr="00706F2F">
        <w:t>, která rozpracuje a vymezí požadavky na stavbu do podrobností, které specifikují předmět Díla se zohledněním konkrétních výrobků, dodávaných technologií, technologických postupů a výrobních podmínek Zhotovitele stavby.</w:t>
      </w:r>
    </w:p>
    <w:p w14:paraId="691F50DD" w14:textId="77777777" w:rsidR="0015450C" w:rsidRPr="00706F2F" w:rsidRDefault="0015450C" w:rsidP="0015450C">
      <w:pPr>
        <w:pStyle w:val="Odstavec1-1a"/>
        <w:tabs>
          <w:tab w:val="clear" w:pos="1077"/>
        </w:tabs>
        <w:spacing w:after="80"/>
      </w:pPr>
      <w:r w:rsidRPr="00706F2F">
        <w:rPr>
          <w:b/>
        </w:rPr>
        <w:t xml:space="preserve">Zhotovení stavby </w:t>
      </w:r>
      <w:r w:rsidRPr="00706F2F">
        <w:t>dle schválené Projektové dokumentace.</w:t>
      </w:r>
    </w:p>
    <w:p w14:paraId="716E2724" w14:textId="77777777" w:rsidR="0015450C" w:rsidRPr="00706F2F" w:rsidRDefault="0015450C" w:rsidP="0015450C">
      <w:pPr>
        <w:pStyle w:val="Textbezslovn"/>
      </w:pPr>
      <w:r w:rsidRPr="00706F2F">
        <w:t>Bližší specifikace předmětu plnění veřejné zakázky je upravena i v dalších částech zadávací dokumentace.</w:t>
      </w:r>
    </w:p>
    <w:p w14:paraId="5E4753A5" w14:textId="77777777" w:rsidR="0035531B" w:rsidRPr="00706F2F" w:rsidRDefault="0035531B" w:rsidP="0035531B">
      <w:pPr>
        <w:pStyle w:val="Text1-1"/>
      </w:pPr>
      <w:r w:rsidRPr="00706F2F">
        <w:t>Klasifikace předmětu veřejné zakázky</w:t>
      </w:r>
    </w:p>
    <w:p w14:paraId="0BDD6CB4" w14:textId="77777777" w:rsidR="00B55D50" w:rsidRPr="00706F2F" w:rsidRDefault="00B55D50" w:rsidP="00B55D50">
      <w:pPr>
        <w:pStyle w:val="Text1-1"/>
        <w:numPr>
          <w:ilvl w:val="0"/>
          <w:numId w:val="0"/>
        </w:numPr>
        <w:spacing w:after="0"/>
        <w:ind w:left="737"/>
      </w:pPr>
      <w:r w:rsidRPr="00706F2F">
        <w:t>CPV kód 45314000-1 Instalace a montáž telekomunikačního zařízení</w:t>
      </w:r>
    </w:p>
    <w:p w14:paraId="489FD982" w14:textId="77777777" w:rsidR="00B55D50" w:rsidRPr="00706F2F" w:rsidRDefault="00B55D50" w:rsidP="00B55D50">
      <w:pPr>
        <w:pStyle w:val="Text1-1"/>
        <w:numPr>
          <w:ilvl w:val="0"/>
          <w:numId w:val="0"/>
        </w:numPr>
        <w:spacing w:after="0"/>
        <w:ind w:left="737"/>
      </w:pPr>
      <w:r w:rsidRPr="00706F2F">
        <w:t>CPV kód 32510000-1 Bezdrátové telekomunikační systémy</w:t>
      </w:r>
    </w:p>
    <w:p w14:paraId="376818D5" w14:textId="77777777" w:rsidR="00B55D50" w:rsidRPr="00706F2F" w:rsidRDefault="00B55D50" w:rsidP="00B55D50">
      <w:pPr>
        <w:pStyle w:val="Text1-1"/>
        <w:numPr>
          <w:ilvl w:val="0"/>
          <w:numId w:val="0"/>
        </w:numPr>
        <w:spacing w:after="0"/>
        <w:ind w:left="737"/>
      </w:pPr>
      <w:r w:rsidRPr="00706F2F">
        <w:t>CPV kód 34632000-6 Zařízení pro řízení železniční dopravy</w:t>
      </w:r>
    </w:p>
    <w:p w14:paraId="648C7B26" w14:textId="2F8D7D98" w:rsidR="00F0634D" w:rsidRPr="00706F2F" w:rsidRDefault="00B55D50" w:rsidP="00B55D50">
      <w:pPr>
        <w:pStyle w:val="Textbezslovn"/>
      </w:pPr>
      <w:r w:rsidRPr="00706F2F">
        <w:t>CPV kód 71320000-7 Technické projektování</w:t>
      </w:r>
    </w:p>
    <w:p w14:paraId="7C5D56BD" w14:textId="176B2960" w:rsidR="0035531B" w:rsidRPr="00706F2F" w:rsidRDefault="007354E9" w:rsidP="007354E9">
      <w:pPr>
        <w:pStyle w:val="Text1-1"/>
      </w:pPr>
      <w:r w:rsidRPr="00706F2F">
        <w:t>Doba plnění veřejné zakázky je uvedena ve Smlouvě o dílo na plnění veřejné zakázky, jejíž závazný vzor tvoří Díl 2 zadávací dokumentace</w:t>
      </w:r>
      <w:r w:rsidR="0035531B" w:rsidRPr="00706F2F">
        <w:t>.</w:t>
      </w:r>
    </w:p>
    <w:p w14:paraId="23D58D1E" w14:textId="77777777" w:rsidR="0035531B" w:rsidRPr="00B37552" w:rsidRDefault="0035531B" w:rsidP="006F6B09">
      <w:pPr>
        <w:pStyle w:val="Nadpis1-1"/>
      </w:pPr>
      <w:bookmarkStart w:id="8" w:name="_Toc196218200"/>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6B333A11" w:rsidR="007354E9" w:rsidRDefault="007354E9" w:rsidP="007354E9">
      <w:pPr>
        <w:pStyle w:val="Text1-1"/>
      </w:pPr>
      <w:r>
        <w:t>Předpokládá se financování této veřejné zakázky z prostředků Státního fondu dopravní infrastruktury.</w:t>
      </w:r>
    </w:p>
    <w:p w14:paraId="48FABDE1" w14:textId="77777777" w:rsidR="0035531B" w:rsidRPr="00706F2F" w:rsidRDefault="007354E9" w:rsidP="007354E9">
      <w:pPr>
        <w:pStyle w:val="Text1-1"/>
      </w:pPr>
      <w:r w:rsidRPr="00706F2F">
        <w:t>Konečným příjemcem prostředků ze zdrojů uvedených v článku 5.1 této Výzvy je Správa železni</w:t>
      </w:r>
      <w:r w:rsidR="00C370EE" w:rsidRPr="00706F2F">
        <w:t>c</w:t>
      </w:r>
      <w:r w:rsidRPr="00706F2F">
        <w:t>, státní organizace se sídlem Praha 1</w:t>
      </w:r>
      <w:r w:rsidR="00F0634D" w:rsidRPr="00706F2F">
        <w:t>-</w:t>
      </w:r>
      <w:r w:rsidRPr="00706F2F">
        <w:t xml:space="preserve"> Nové Město, Dlážděná 1003/7, PSČ 110 00 (zadavatel)</w:t>
      </w:r>
      <w:r w:rsidR="0035531B" w:rsidRPr="00706F2F">
        <w:t>.</w:t>
      </w:r>
    </w:p>
    <w:p w14:paraId="56532F30" w14:textId="28804F5A" w:rsidR="007354E9" w:rsidRPr="00706F2F" w:rsidRDefault="007354E9" w:rsidP="00337143">
      <w:pPr>
        <w:pStyle w:val="Text1-1"/>
        <w:spacing w:after="0"/>
      </w:pPr>
      <w:r w:rsidRPr="00706F2F">
        <w:t xml:space="preserve">Předpokládaná hodnota veřejné zakázky činí </w:t>
      </w:r>
      <w:r w:rsidR="00B55D50" w:rsidRPr="00706F2F">
        <w:rPr>
          <w:b/>
        </w:rPr>
        <w:t>47 512 531,-</w:t>
      </w:r>
      <w:r w:rsidRPr="00706F2F">
        <w:rPr>
          <w:b/>
        </w:rPr>
        <w:t xml:space="preserve"> Kč </w:t>
      </w:r>
      <w:r w:rsidRPr="00706F2F">
        <w:t>(bez DPH).</w:t>
      </w:r>
    </w:p>
    <w:p w14:paraId="041DE93A" w14:textId="77777777" w:rsidR="0035531B" w:rsidRPr="00706F2F" w:rsidRDefault="0035531B" w:rsidP="006F6B09">
      <w:pPr>
        <w:pStyle w:val="Nadpis1-1"/>
      </w:pPr>
      <w:bookmarkStart w:id="9" w:name="_Toc196218201"/>
      <w:r w:rsidRPr="00706F2F">
        <w:t>OBSAH ZADÁVACÍ DOKUMENTACE</w:t>
      </w:r>
      <w:bookmarkEnd w:id="9"/>
      <w:r w:rsidRPr="00706F2F">
        <w:t xml:space="preserve"> </w:t>
      </w:r>
    </w:p>
    <w:p w14:paraId="0A88FB3D" w14:textId="77777777" w:rsidR="0035531B" w:rsidRPr="00706F2F" w:rsidRDefault="00FD39DE" w:rsidP="00FD39DE">
      <w:pPr>
        <w:pStyle w:val="Text1-1"/>
      </w:pPr>
      <w:r w:rsidRPr="00706F2F">
        <w:t>Zadávací dokumentace obsahuje následující dokumenty</w:t>
      </w:r>
      <w:r w:rsidR="0035531B" w:rsidRPr="00706F2F">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2DDBBDF6" w14:textId="77777777" w:rsidR="00DF4F21" w:rsidRPr="00291644" w:rsidRDefault="00DF4F21" w:rsidP="00DF4F21">
      <w:pPr>
        <w:pStyle w:val="Textbezslovn"/>
        <w:tabs>
          <w:tab w:val="left" w:pos="1701"/>
        </w:tabs>
        <w:ind w:left="1701" w:hanging="964"/>
        <w:rPr>
          <w:rStyle w:val="Tun9b"/>
        </w:rPr>
      </w:pPr>
      <w:r w:rsidRPr="00291644">
        <w:rPr>
          <w:rStyle w:val="Tun9b"/>
        </w:rPr>
        <w:t>DÍL 3</w:t>
      </w:r>
      <w:r w:rsidRPr="00291644">
        <w:rPr>
          <w:rStyle w:val="Tun9b"/>
        </w:rPr>
        <w:tab/>
        <w:t>ZJEDNODUŠENÁ DOKUMENTACE VE „STÁDIU 2“</w:t>
      </w:r>
    </w:p>
    <w:p w14:paraId="621341A2" w14:textId="77777777" w:rsidR="00DF4F21" w:rsidRPr="00291644" w:rsidRDefault="00DF4F21" w:rsidP="00DF4F21">
      <w:pPr>
        <w:pStyle w:val="Textbezslovn"/>
        <w:tabs>
          <w:tab w:val="left" w:pos="1701"/>
        </w:tabs>
        <w:ind w:left="1701" w:hanging="964"/>
        <w:rPr>
          <w:rStyle w:val="Tun9b"/>
        </w:rPr>
      </w:pPr>
      <w:r w:rsidRPr="00291644">
        <w:rPr>
          <w:rStyle w:val="Tun9b"/>
        </w:rPr>
        <w:t>DÍL 4</w:t>
      </w:r>
      <w:r w:rsidRPr="00291644">
        <w:rPr>
          <w:rStyle w:val="Tun9b"/>
        </w:rPr>
        <w:tab/>
        <w:t>POŽADAVKY NA VÝKON NEBO FUNKCI</w:t>
      </w:r>
    </w:p>
    <w:p w14:paraId="17C9D7B2" w14:textId="77777777" w:rsidR="00DF4F21" w:rsidRPr="00291644" w:rsidRDefault="00DF4F21" w:rsidP="00DF4F21">
      <w:pPr>
        <w:pStyle w:val="Textbezslovn"/>
        <w:tabs>
          <w:tab w:val="left" w:pos="1701"/>
        </w:tabs>
        <w:spacing w:after="0"/>
        <w:ind w:left="1701" w:hanging="964"/>
        <w:rPr>
          <w:b/>
        </w:rPr>
      </w:pPr>
      <w:r w:rsidRPr="00291644">
        <w:rPr>
          <w:rStyle w:val="Tun9b"/>
        </w:rPr>
        <w:tab/>
      </w:r>
      <w:r w:rsidRPr="00291644">
        <w:t>Rekapitulace ceny</w:t>
      </w:r>
    </w:p>
    <w:p w14:paraId="35647419" w14:textId="77777777" w:rsidR="00DF4F21" w:rsidRPr="00291644" w:rsidRDefault="00DF4F21" w:rsidP="00DF4F21">
      <w:pPr>
        <w:pStyle w:val="Textbezslovn"/>
        <w:tabs>
          <w:tab w:val="left" w:pos="1701"/>
        </w:tabs>
        <w:spacing w:after="0"/>
        <w:ind w:left="1701" w:hanging="964"/>
      </w:pPr>
      <w:r w:rsidRPr="00291644">
        <w:rPr>
          <w:b/>
        </w:rPr>
        <w:tab/>
      </w:r>
      <w:r w:rsidRPr="00291644">
        <w:t>Požadavky na výkon nebo funkci</w:t>
      </w:r>
    </w:p>
    <w:p w14:paraId="69C6B1E8" w14:textId="77777777" w:rsidR="00DF4F21" w:rsidRPr="00291644" w:rsidRDefault="00DF4F21" w:rsidP="00DF4F21">
      <w:pPr>
        <w:pStyle w:val="Textbezslovn"/>
        <w:tabs>
          <w:tab w:val="left" w:pos="1701"/>
        </w:tabs>
        <w:spacing w:after="0"/>
        <w:ind w:left="1701" w:hanging="964"/>
        <w:rPr>
          <w:b/>
        </w:rPr>
      </w:pPr>
    </w:p>
    <w:p w14:paraId="06A3EE6C" w14:textId="77777777" w:rsidR="00DF4F21" w:rsidRPr="00365C7B" w:rsidRDefault="00DF4F21" w:rsidP="00DF4F21">
      <w:pPr>
        <w:pStyle w:val="Textbezslovn"/>
        <w:tabs>
          <w:tab w:val="left" w:pos="737"/>
        </w:tabs>
        <w:ind w:left="709" w:hanging="964"/>
      </w:pPr>
      <w:r w:rsidRPr="00291644">
        <w:tab/>
        <w:t xml:space="preserve">Zadavatel v souladu s § 92 odst. 2 ZZVZ nahradil dokumenty dle § 92 odst. 1 ZZVZ </w:t>
      </w:r>
      <w:r w:rsidRPr="00365C7B">
        <w:t xml:space="preserve">požadavky na výkon nebo funkci. </w:t>
      </w:r>
    </w:p>
    <w:p w14:paraId="4682DDB3" w14:textId="257FFDF6" w:rsidR="00DF4F21" w:rsidRPr="00365C7B" w:rsidRDefault="00DF4F21" w:rsidP="00344A9C">
      <w:pPr>
        <w:pStyle w:val="Text1-1"/>
        <w:spacing w:after="0"/>
      </w:pPr>
      <w:r w:rsidRPr="00365C7B">
        <w:t xml:space="preserve">Zadávací dokumentace je přístupná na profilu zadavatele: </w:t>
      </w:r>
      <w:hyperlink r:id="rId13" w:history="1">
        <w:r w:rsidRPr="00365C7B">
          <w:rPr>
            <w:rStyle w:val="Hypertextovodkaz"/>
            <w:noProof w:val="0"/>
          </w:rPr>
          <w:t>https://zakazky.spravazeleznic.cz/</w:t>
        </w:r>
      </w:hyperlink>
    </w:p>
    <w:p w14:paraId="6323C594" w14:textId="77777777" w:rsidR="00365C7B" w:rsidRPr="00365C7B" w:rsidRDefault="00365C7B" w:rsidP="00365C7B">
      <w:pPr>
        <w:pStyle w:val="Text1-1"/>
        <w:numPr>
          <w:ilvl w:val="0"/>
          <w:numId w:val="0"/>
        </w:numPr>
        <w:spacing w:after="0"/>
        <w:ind w:left="737"/>
      </w:pPr>
    </w:p>
    <w:p w14:paraId="373CDF56" w14:textId="128E319B" w:rsidR="005A3D2F" w:rsidRPr="00365C7B" w:rsidRDefault="0035531B" w:rsidP="00365C7B">
      <w:pPr>
        <w:pStyle w:val="Text1-1"/>
        <w:spacing w:after="0"/>
      </w:pPr>
      <w:r w:rsidRPr="00365C7B">
        <w:t xml:space="preserve">Zadavatel umožňuje dodavateli přístup ke všem svým interním předpisům následujícím způsobem: </w:t>
      </w:r>
      <w:hyperlink r:id="rId14" w:history="1">
        <w:r w:rsidR="005A3D2F" w:rsidRPr="00365C7B">
          <w:rPr>
            <w:rStyle w:val="Hypertextovodkaz"/>
            <w:noProof w:val="0"/>
          </w:rPr>
          <w:t>http://www.tudc.cz/</w:t>
        </w:r>
      </w:hyperlink>
      <w:r w:rsidR="005A3D2F" w:rsidRPr="00365C7B">
        <w:t xml:space="preserve"> nebo</w:t>
      </w:r>
      <w:r w:rsidR="001D5DE6" w:rsidRPr="00365C7B">
        <w:t xml:space="preserve"> </w:t>
      </w:r>
      <w:hyperlink w:history="1"/>
      <w:hyperlink r:id="rId15" w:history="1">
        <w:r w:rsidR="00344A9C" w:rsidRPr="00365C7B">
          <w:rPr>
            <w:rStyle w:val="Hypertextovodkaz"/>
            <w:noProof w:val="0"/>
          </w:rPr>
          <w:t>https://www.spravazeleznic.cz/</w:t>
        </w:r>
      </w:hyperlink>
      <w:r w:rsidR="00344A9C" w:rsidRPr="00365C7B">
        <w:rPr>
          <w:rStyle w:val="Hypertextovodkaz"/>
          <w:noProof w:val="0"/>
        </w:rPr>
        <w:t xml:space="preserve"> </w:t>
      </w:r>
      <w:r w:rsidR="001D5DE6" w:rsidRPr="00365C7B">
        <w:t>(v sekci „O nás“ –&gt; „Vnitřní předpisy“ odkaz „Dokumenty a předpisy“).</w:t>
      </w:r>
    </w:p>
    <w:p w14:paraId="3550B358" w14:textId="77777777" w:rsidR="0035531B" w:rsidRPr="00365C7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365C7B">
        <w:t>Dodavatelé jsou zcela odpovědni za dostatečně pečlivé prostudování zadávací dokumentace této veřejné zakázky, jakýchkoliv vysvětlení zadávací dokumentace nebo</w:t>
      </w:r>
      <w:r w:rsidRPr="00FD39DE">
        <w:t xml:space="preserve">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96218202"/>
      <w:r>
        <w:t>VYSVĚTLENÍ, ZMĚNY</w:t>
      </w:r>
      <w:r w:rsidR="00845C50">
        <w:t xml:space="preserve"> </w:t>
      </w:r>
      <w:r w:rsidR="00776A8A">
        <w:t>A</w:t>
      </w:r>
      <w:r w:rsidR="00845C50">
        <w:t> </w:t>
      </w:r>
      <w:r>
        <w:t>DOPLNĚNÍ ZADÁVACÍ DOKUMENTACE</w:t>
      </w:r>
      <w:bookmarkEnd w:id="10"/>
      <w:r>
        <w:t xml:space="preserve"> </w:t>
      </w:r>
    </w:p>
    <w:p w14:paraId="3A8E6C92" w14:textId="24569D32" w:rsidR="0035531B" w:rsidRPr="00DF4F21"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DF4F21">
          <w:rPr>
            <w:rStyle w:val="Hypertextovodkaz"/>
            <w:noProof w:val="0"/>
          </w:rPr>
          <w:t>https://zakazky.spravazeleznic.cz/</w:t>
        </w:r>
      </w:hyperlink>
      <w:r w:rsidRPr="00DF4F21">
        <w:t xml:space="preserve">. Písemná žádost musí být zadavateli doručena </w:t>
      </w:r>
      <w:r w:rsidRPr="00DF4F21">
        <w:rPr>
          <w:b/>
        </w:rPr>
        <w:t xml:space="preserve">nejpozději </w:t>
      </w:r>
      <w:r w:rsidR="00B07880" w:rsidRPr="00DF4F21">
        <w:rPr>
          <w:b/>
        </w:rPr>
        <w:t xml:space="preserve">6 pracovních dnů </w:t>
      </w:r>
      <w:r w:rsidRPr="00DF4F21">
        <w:t>před uplynutím lhůty pro podání nabídek</w:t>
      </w:r>
      <w:r w:rsidR="00693188" w:rsidRPr="00DF4F21">
        <w:t>, jinak zadavatel není povinen vysvětlení poskytnout</w:t>
      </w:r>
      <w:r w:rsidRPr="00DF4F21">
        <w:t>.</w:t>
      </w:r>
    </w:p>
    <w:p w14:paraId="04E7F2E9" w14:textId="281DF443" w:rsidR="0035531B" w:rsidRDefault="00FD39DE" w:rsidP="00FD39DE">
      <w:pPr>
        <w:pStyle w:val="Text1-1"/>
      </w:pPr>
      <w:r w:rsidRPr="00DF4F21">
        <w:t xml:space="preserve">Zadavatel poskytne vysvětlení zadávací dokumentace nejpozději do </w:t>
      </w:r>
      <w:r w:rsidR="00B07880" w:rsidRPr="00DF4F21">
        <w:t xml:space="preserve">3 </w:t>
      </w:r>
      <w:r w:rsidRPr="00DF4F21">
        <w:t>praco</w:t>
      </w:r>
      <w:r w:rsidRPr="00FD39DE">
        <w:t>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DF4F21">
        <w:t xml:space="preserve">3 </w:t>
      </w:r>
      <w:r w:rsidR="00693188">
        <w:t>pracovní dny před uplynutím lhůty pro podání nabídek.</w:t>
      </w:r>
    </w:p>
    <w:p w14:paraId="33849454" w14:textId="0ABD0A8A" w:rsidR="0035531B" w:rsidRDefault="00FD39DE" w:rsidP="00DF4F21">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9621820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52E2E255" w14:textId="77777777" w:rsidR="00706F2F" w:rsidRDefault="00706F2F" w:rsidP="00CC4380">
      <w:pPr>
        <w:pStyle w:val="Textbezslovn"/>
        <w:ind w:left="1077"/>
      </w:pPr>
    </w:p>
    <w:p w14:paraId="7689886A" w14:textId="77777777" w:rsidR="00706F2F" w:rsidRDefault="00706F2F" w:rsidP="00CC4380">
      <w:pPr>
        <w:pStyle w:val="Textbezslovn"/>
        <w:ind w:left="1077"/>
      </w:pP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rsidRPr="00706F2F">
        <w:t>prokazuje živnostenské oprávnění výpisem ze živnostenského rejstříku, případně do vydání výpisu ohlášením</w:t>
      </w:r>
      <w:r w:rsidR="00845C50" w:rsidRPr="00706F2F">
        <w:t xml:space="preserve"> s </w:t>
      </w:r>
      <w:r w:rsidRPr="00706F2F">
        <w:t>prokázaným doručením živnostenskému úřadu (v případě ohlašovacích živností). Ve smyslu přechodných ustanovení</w:t>
      </w:r>
      <w:r w:rsidR="00BC6D2B" w:rsidRPr="00706F2F">
        <w:t xml:space="preserve"> k </w:t>
      </w:r>
      <w:r w:rsidRPr="00706F2F">
        <w:t>zák. č. 130/2008 Sb., kterým se mění zákon č. 455/1991 Sb.,</w:t>
      </w:r>
      <w:r w:rsidR="00092CC9" w:rsidRPr="00706F2F">
        <w:t xml:space="preserve"> o </w:t>
      </w:r>
      <w:r w:rsidRPr="00706F2F">
        <w:t>živnostenském podnikání (živnostenský zákon), ve znění pozdějších předpisů,</w:t>
      </w:r>
      <w:r w:rsidR="00845C50" w:rsidRPr="00706F2F">
        <w:t xml:space="preserve"> a </w:t>
      </w:r>
      <w:r w:rsidRPr="00706F2F">
        <w:t>další související zákony, lze živnostenské oprávnění prokázat i obsahově odpovídajícím živnostenským listem,</w:t>
      </w:r>
      <w:r w:rsidR="00845C50" w:rsidRPr="00706F2F">
        <w:t xml:space="preserve"> a </w:t>
      </w:r>
      <w:r w:rsidRPr="00706F2F">
        <w:t>to až do doby vydání prvního výpisu ze živnostenského rejstříku dodavateli. Dodavatel doloží, že má</w:t>
      </w:r>
      <w:r w:rsidR="00BC6D2B" w:rsidRPr="00706F2F">
        <w:t xml:space="preserve"> k </w:t>
      </w:r>
      <w:r w:rsidRPr="00706F2F">
        <w:t xml:space="preserve">dispozici </w:t>
      </w:r>
      <w:r w:rsidR="003944D4" w:rsidRPr="00706F2F">
        <w:t xml:space="preserve">živnostenské </w:t>
      </w:r>
      <w:r w:rsidRPr="00706F2F">
        <w:t>oprávnění</w:t>
      </w:r>
      <w:r w:rsidR="00BC6D2B" w:rsidRPr="00706F2F">
        <w:t xml:space="preserve"> k </w:t>
      </w:r>
      <w:r w:rsidRPr="00706F2F">
        <w:t xml:space="preserve">podnikání pro následující činnosti: </w:t>
      </w:r>
    </w:p>
    <w:p w14:paraId="4DE4447D" w14:textId="77777777" w:rsidR="00706F2F" w:rsidRPr="00706F2F" w:rsidRDefault="00706F2F" w:rsidP="00706F2F">
      <w:pPr>
        <w:pStyle w:val="Odrka1-1"/>
        <w:numPr>
          <w:ilvl w:val="0"/>
          <w:numId w:val="0"/>
        </w:numPr>
        <w:spacing w:after="0"/>
        <w:ind w:left="1077"/>
      </w:pPr>
    </w:p>
    <w:p w14:paraId="155B37E9" w14:textId="77777777" w:rsidR="00365C7B" w:rsidRPr="00706F2F" w:rsidRDefault="00365C7B" w:rsidP="00365C7B">
      <w:pPr>
        <w:pStyle w:val="Odrka1-2-"/>
        <w:spacing w:after="0"/>
      </w:pPr>
      <w:r w:rsidRPr="00706F2F">
        <w:t>Provádění staveb, jejich změn a odstraňování</w:t>
      </w:r>
    </w:p>
    <w:p w14:paraId="677CAFF9" w14:textId="77777777" w:rsidR="00365C7B" w:rsidRPr="00706F2F" w:rsidRDefault="00365C7B" w:rsidP="00365C7B">
      <w:pPr>
        <w:pStyle w:val="Odrka1-2-"/>
        <w:spacing w:after="0"/>
      </w:pPr>
      <w:r w:rsidRPr="00706F2F">
        <w:t>Projektovou činnost ve výstavbě</w:t>
      </w:r>
    </w:p>
    <w:p w14:paraId="3577C47D" w14:textId="14450F80" w:rsidR="00365C7B" w:rsidRPr="00706F2F" w:rsidRDefault="00365C7B" w:rsidP="00365C7B">
      <w:pPr>
        <w:pStyle w:val="Odrka1-2-"/>
        <w:spacing w:after="0"/>
      </w:pPr>
      <w:r w:rsidRPr="00706F2F">
        <w:t>Revize, prohlídky a zkoušky určených technických zařízení v provozu</w:t>
      </w:r>
    </w:p>
    <w:p w14:paraId="1559BFA6" w14:textId="77777777" w:rsidR="00365C7B" w:rsidRPr="00706F2F" w:rsidRDefault="00365C7B" w:rsidP="00365C7B">
      <w:pPr>
        <w:pStyle w:val="Odrka1-2-"/>
        <w:numPr>
          <w:ilvl w:val="0"/>
          <w:numId w:val="0"/>
        </w:numPr>
        <w:spacing w:after="0"/>
        <w:ind w:left="1531"/>
      </w:pPr>
    </w:p>
    <w:p w14:paraId="03FF036D" w14:textId="77777777" w:rsidR="0035531B" w:rsidRPr="00706F2F" w:rsidRDefault="0035531B" w:rsidP="00092CC9">
      <w:pPr>
        <w:pStyle w:val="Odrka1-1"/>
      </w:pPr>
      <w:r w:rsidRPr="00706F2F">
        <w:t>Odborná způsobilost:</w:t>
      </w:r>
    </w:p>
    <w:p w14:paraId="69330FA9" w14:textId="77777777" w:rsidR="00344A9C" w:rsidRPr="00706F2F" w:rsidRDefault="0035531B" w:rsidP="00CC4380">
      <w:pPr>
        <w:pStyle w:val="Odrka1-2-"/>
        <w:rPr>
          <w:rStyle w:val="Tun9b"/>
          <w:b w:val="0"/>
        </w:rPr>
      </w:pPr>
      <w:r w:rsidRPr="00706F2F">
        <w:t>Zadavatel požaduje předložení dokladu</w:t>
      </w:r>
      <w:r w:rsidR="00092CC9" w:rsidRPr="00706F2F">
        <w:t xml:space="preserve"> o </w:t>
      </w:r>
      <w:r w:rsidRPr="00706F2F">
        <w:t>autorizaci</w:t>
      </w:r>
      <w:r w:rsidR="00092CC9" w:rsidRPr="00706F2F">
        <w:t xml:space="preserve"> v </w:t>
      </w:r>
      <w:r w:rsidRPr="00706F2F">
        <w:t xml:space="preserve">rozsahu dle § 5 odst. 3 písm. </w:t>
      </w:r>
    </w:p>
    <w:p w14:paraId="569C1790" w14:textId="77777777" w:rsidR="00344A9C" w:rsidRPr="00706F2F" w:rsidRDefault="00344A9C" w:rsidP="00344A9C">
      <w:pPr>
        <w:pStyle w:val="Odrka1-1"/>
        <w:numPr>
          <w:ilvl w:val="0"/>
          <w:numId w:val="0"/>
        </w:numPr>
        <w:ind w:left="1190" w:firstLine="341"/>
        <w:rPr>
          <w:b/>
        </w:rPr>
      </w:pPr>
      <w:r w:rsidRPr="00706F2F">
        <w:rPr>
          <w:b/>
        </w:rPr>
        <w:t xml:space="preserve">e) </w:t>
      </w:r>
      <w:r w:rsidRPr="00706F2F">
        <w:t>technologická zařízení staveb</w:t>
      </w:r>
    </w:p>
    <w:p w14:paraId="3D40E566" w14:textId="70E176C8" w:rsidR="0035531B" w:rsidRPr="00706F2F" w:rsidRDefault="0035531B" w:rsidP="00344A9C">
      <w:pPr>
        <w:pStyle w:val="Odrka1-2-"/>
        <w:numPr>
          <w:ilvl w:val="0"/>
          <w:numId w:val="0"/>
        </w:numPr>
        <w:ind w:left="1531"/>
      </w:pPr>
      <w:r w:rsidRPr="00706F2F">
        <w:t>zákona č. 360/1992 Sb.,</w:t>
      </w:r>
      <w:r w:rsidR="00092CC9" w:rsidRPr="00706F2F">
        <w:t xml:space="preserve"> o </w:t>
      </w:r>
      <w:r w:rsidRPr="00706F2F">
        <w:t>výkonu povolání autorizovaných architektů</w:t>
      </w:r>
      <w:r w:rsidR="00845C50" w:rsidRPr="00706F2F">
        <w:t xml:space="preserve"> a</w:t>
      </w:r>
      <w:r w:rsidR="00092CC9" w:rsidRPr="00706F2F">
        <w:t xml:space="preserve"> o </w:t>
      </w:r>
      <w:r w:rsidRPr="00706F2F">
        <w:t>výkonu povolání autorizovaných inženýrů</w:t>
      </w:r>
      <w:r w:rsidR="00845C50" w:rsidRPr="00706F2F">
        <w:t xml:space="preserve"> a </w:t>
      </w:r>
      <w:r w:rsidRPr="00706F2F">
        <w:t>techniků činných ve výstavbě, ve znění pozdějších předpisů</w:t>
      </w:r>
      <w:r w:rsidR="007476A8" w:rsidRPr="00706F2F">
        <w:t xml:space="preserve"> (dále jen „autorizační zákon“)</w:t>
      </w:r>
      <w:r w:rsidRPr="00706F2F">
        <w:t>.</w:t>
      </w:r>
    </w:p>
    <w:p w14:paraId="566A2277" w14:textId="77777777" w:rsidR="0035531B" w:rsidRPr="00706F2F" w:rsidRDefault="00FD4743" w:rsidP="00CC4380">
      <w:pPr>
        <w:pStyle w:val="Textbezslovn"/>
        <w:ind w:left="1077"/>
      </w:pPr>
      <w:r w:rsidRPr="00706F2F">
        <w:t>Je-li dodavatel fyzickou osobou, musí odbornou způsobilost splňovat buď sám, nebo prostřednictvím jiné fyzické osoby (zaměstnanec nebo jiná s dodavatelem spolupracující osoba). Je-li dodavatel právnickou osobou, musí odbornou způsobilost</w:t>
      </w:r>
      <w:r w:rsidRPr="00FD4743">
        <w:t xml:space="preserve"> splnit prostřednictvím jiné fyzické osoby (statutární orgán, zaměstnanec nebo jiná s dodavatelem spolupracující osoba). Doklady osvědčující odbornou způsobilost lze doložit prostřednictvím jednotlivých osob odborného personálu dodavatele dle čl. 8.5 </w:t>
      </w:r>
      <w:r w:rsidRPr="00706F2F">
        <w:t>této Výzvy, jejichž prostřednictvím dodavatel odbornou způsobilost zabezpečuje</w:t>
      </w:r>
      <w:r w:rsidR="0035531B" w:rsidRPr="00706F2F">
        <w:t>.</w:t>
      </w:r>
    </w:p>
    <w:p w14:paraId="40B90D7E" w14:textId="77777777" w:rsidR="0035531B" w:rsidRPr="00706F2F" w:rsidRDefault="0035531B" w:rsidP="00CC4380">
      <w:pPr>
        <w:pStyle w:val="Textbezslovn"/>
        <w:ind w:left="1077"/>
      </w:pPr>
      <w:r w:rsidRPr="00706F2F">
        <w:t>Doklady</w:t>
      </w:r>
      <w:r w:rsidR="00BC6D2B" w:rsidRPr="00706F2F">
        <w:t xml:space="preserve"> k </w:t>
      </w:r>
      <w:r w:rsidRPr="00706F2F">
        <w:t>prokázání profesní způsobilosti dodavatel</w:t>
      </w:r>
      <w:r w:rsidR="00092CC9" w:rsidRPr="00706F2F">
        <w:t xml:space="preserve"> v </w:t>
      </w:r>
      <w:r w:rsidRPr="00706F2F">
        <w:t>rámci nabídky nemusí předložit, pokud právní předpisy</w:t>
      </w:r>
      <w:r w:rsidR="00092CC9" w:rsidRPr="00706F2F">
        <w:t xml:space="preserve"> v </w:t>
      </w:r>
      <w:r w:rsidRPr="00706F2F">
        <w:t xml:space="preserve">zemi jeho sídla obdobnou profesní způsobilost nevyžadují. </w:t>
      </w:r>
    </w:p>
    <w:p w14:paraId="16476195" w14:textId="21411C47" w:rsidR="0035531B" w:rsidRPr="00706F2F" w:rsidRDefault="0035531B" w:rsidP="0035531B">
      <w:pPr>
        <w:pStyle w:val="Text1-1"/>
        <w:rPr>
          <w:rStyle w:val="Tun9b"/>
        </w:rPr>
      </w:pPr>
      <w:r w:rsidRPr="00706F2F">
        <w:rPr>
          <w:rStyle w:val="Tun9b"/>
        </w:rPr>
        <w:t>Technická kvalifikace – seznam</w:t>
      </w:r>
      <w:r w:rsidR="00860A1B" w:rsidRPr="00706F2F">
        <w:rPr>
          <w:rStyle w:val="Tun9b"/>
        </w:rPr>
        <w:t xml:space="preserve"> významných služeb a</w:t>
      </w:r>
      <w:r w:rsidRPr="00706F2F">
        <w:rPr>
          <w:rStyle w:val="Tun9b"/>
        </w:rPr>
        <w:t xml:space="preserve"> stavebních prací</w:t>
      </w:r>
    </w:p>
    <w:p w14:paraId="472442B7" w14:textId="732A0221" w:rsidR="00FF1B58" w:rsidRPr="00706F2F" w:rsidRDefault="00FF1B58" w:rsidP="00FF1B58">
      <w:pPr>
        <w:pStyle w:val="Odrka1-1"/>
        <w:rPr>
          <w:b/>
          <w:bCs/>
        </w:rPr>
      </w:pPr>
      <w:r w:rsidRPr="00706F2F">
        <w:t xml:space="preserve">Zadavatel požaduje předložení seznamu významných ukončených služeb obdobného charakteru poskytnutých dodavatelem v posledních 5 letech před zahájením zadávacího řízení. Za významné služby obdobného charakteru se pokládají projektové práce spočívající ve zhotovení dokumentace </w:t>
      </w:r>
      <w:r w:rsidR="0041534A">
        <w:t xml:space="preserve">ve stupni projektové dokumentace </w:t>
      </w:r>
      <w:r w:rsidR="00522276">
        <w:t xml:space="preserve">pro provádění stavby (dále jen „PDPS“) nebo </w:t>
      </w:r>
      <w:r w:rsidRPr="00706F2F">
        <w:t>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nebo ve stupních projektové dokumentace pro povolení stavby a projektové dokumentace pro provádění stavby (dále jen „DPS+PDPS“) nebo ve stupních dokumentace pro územní rozhodnutí a projektové dokumentace pro provádění stavby (DUR+PDPS), dle prováděcích právních předpisů</w:t>
      </w:r>
      <w:r w:rsidRPr="00706F2F">
        <w:rPr>
          <w:rStyle w:val="Znakapoznpodarou"/>
        </w:rPr>
        <w:footnoteReference w:id="1"/>
      </w:r>
      <w:r w:rsidRPr="00706F2F">
        <w:t xml:space="preserve"> </w:t>
      </w:r>
      <w:r w:rsidRPr="00706F2F">
        <w:lastRenderedPageBreak/>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706F2F">
        <w:rPr>
          <w:b/>
          <w:bCs/>
        </w:rPr>
        <w:t>projektování  systému GSM-R.</w:t>
      </w:r>
    </w:p>
    <w:p w14:paraId="5520365A" w14:textId="481854F1" w:rsidR="00FF1B58" w:rsidRPr="00706F2F" w:rsidRDefault="00FF1B58" w:rsidP="00AC6D2E">
      <w:pPr>
        <w:pStyle w:val="Odrka1-1"/>
        <w:numPr>
          <w:ilvl w:val="0"/>
          <w:numId w:val="0"/>
        </w:numPr>
        <w:ind w:left="1077"/>
      </w:pPr>
      <w:r w:rsidRPr="00706F2F">
        <w:t xml:space="preserve">Za významnou službu obdobného charakteru, resp. projektové práce spočívající ve zhotovení dokumentace ve stupni </w:t>
      </w:r>
      <w:r w:rsidR="00485063">
        <w:t xml:space="preserve">PDPS nebo </w:t>
      </w:r>
      <w:r w:rsidRPr="00706F2F">
        <w:t xml:space="preserve">DSP+PDPS nebo DUSP/DUSL+PDPS </w:t>
      </w:r>
      <w:proofErr w:type="gramStart"/>
      <w:r w:rsidRPr="00706F2F">
        <w:t>nebo  DPS</w:t>
      </w:r>
      <w:proofErr w:type="gramEnd"/>
      <w:r w:rsidRPr="00706F2F">
        <w:t xml:space="preserve">+PDPS nebo DUR+PDPS, zadavatel považuje rovněž provedení aktualizace dokumentace ve stupni </w:t>
      </w:r>
      <w:r w:rsidR="00485063">
        <w:t xml:space="preserve">PDPS nebo </w:t>
      </w:r>
      <w:r w:rsidRPr="00706F2F">
        <w:t>DSP+PDPS nebo DUSP/DUSL+PDPS nebo DPS+PDPS nebo DUR+PDPS.</w:t>
      </w:r>
    </w:p>
    <w:p w14:paraId="4FD20CA9" w14:textId="77777777" w:rsidR="00FF1B58" w:rsidRPr="00706F2F" w:rsidRDefault="00FF1B58" w:rsidP="00FF1B58">
      <w:pPr>
        <w:pStyle w:val="Textbezslovn"/>
        <w:ind w:left="1077"/>
      </w:pPr>
      <w:r w:rsidRPr="00706F2F">
        <w:t xml:space="preserve">Pro účely doložení technické kvalifikace se dokumentací ve stupni DPS rozumí dokumentace zpracovaná dle přílohy č. 1 </w:t>
      </w:r>
      <w:proofErr w:type="spellStart"/>
      <w:r w:rsidRPr="00706F2F">
        <w:t>vyhl</w:t>
      </w:r>
      <w:proofErr w:type="spellEnd"/>
      <w:r w:rsidRPr="00706F2F">
        <w:t>. 227/2024 Sb., o rozsahu a obsahu projektové dokumentace staveb dopravní infrastruktury, ve znění pozdějších předpisů.</w:t>
      </w:r>
    </w:p>
    <w:p w14:paraId="483C93CC" w14:textId="6144196F" w:rsidR="00FF1B58" w:rsidRPr="00706F2F" w:rsidRDefault="00FF1B58" w:rsidP="00FF1B58">
      <w:pPr>
        <w:pStyle w:val="Textbezslovn"/>
        <w:ind w:left="1077"/>
      </w:pPr>
      <w:r w:rsidRPr="00706F2F">
        <w:t xml:space="preserve">Pro účely doložení požadované technické kvalifikace se dokumentacemi ve stupních DSP+PDSP rozumí dokumentace zpracovaná dle přílohy č. 5 </w:t>
      </w:r>
      <w:proofErr w:type="spellStart"/>
      <w:r w:rsidRPr="00706F2F">
        <w:t>vyhl</w:t>
      </w:r>
      <w:proofErr w:type="spellEnd"/>
      <w:r w:rsidRPr="00706F2F">
        <w:t>.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w:t>
      </w:r>
      <w:r w:rsidR="002B0F11">
        <w:t>.</w:t>
      </w:r>
      <w:r w:rsidRPr="00706F2F">
        <w:t xml:space="preserve"> </w:t>
      </w:r>
      <w:r w:rsidRPr="004C2489">
        <w:t xml:space="preserve">Jako dokumentaci ve stupni </w:t>
      </w:r>
      <w:r w:rsidRPr="00706F2F">
        <w:t xml:space="preserve">PDPS však nelze předložit PDPS zpracovanou dle přílohy č. 6 </w:t>
      </w:r>
      <w:proofErr w:type="spellStart"/>
      <w:r w:rsidRPr="00706F2F">
        <w:t>vyhl</w:t>
      </w:r>
      <w:proofErr w:type="spellEnd"/>
      <w:r w:rsidRPr="00706F2F">
        <w:t xml:space="preserve">. č. 146/2008 Sb., o rozsahu a obsahu projektové dokumentace dopravních staveb, ve znění účinném do 30. 11. 2018. </w:t>
      </w:r>
    </w:p>
    <w:p w14:paraId="56FEE23C" w14:textId="755065D3" w:rsidR="00FF1B58" w:rsidRPr="00706F2F" w:rsidRDefault="00FF1B58" w:rsidP="00FF1B58">
      <w:pPr>
        <w:pStyle w:val="Textbezslovn"/>
        <w:ind w:left="1077"/>
        <w:rPr>
          <w:b/>
        </w:rPr>
      </w:pPr>
      <w:r w:rsidRPr="00706F2F">
        <w:t xml:space="preserve">Zadavatel dále požaduje, aby dodavatel informacemi uvedenými v seznamu významných služeb prokázal, že v posledních 5 letech realizoval nejméně jednu významnou </w:t>
      </w:r>
      <w:r w:rsidRPr="00706F2F">
        <w:rPr>
          <w:b/>
        </w:rPr>
        <w:t>službu v oblasti projektování systému GSM-R.</w:t>
      </w:r>
    </w:p>
    <w:p w14:paraId="0B39EB92" w14:textId="241C254F" w:rsidR="00FF1B58" w:rsidRPr="004C2489" w:rsidRDefault="00FF1B58" w:rsidP="00FF1B58">
      <w:pPr>
        <w:pStyle w:val="Textbezslovn"/>
        <w:ind w:left="1077"/>
      </w:pPr>
      <w:r w:rsidRPr="00706F2F">
        <w:t xml:space="preserve">Celkový součet hodnot významných služeb obdobného charakteru za posledních 5 let před zahájením zadávacího řízení, které dodavatel poskytl, musí dosahovat v souhrnu nejméně </w:t>
      </w:r>
      <w:r w:rsidRPr="00706F2F">
        <w:rPr>
          <w:b/>
          <w:bCs/>
        </w:rPr>
        <w:t>1 000 000,- Kč bez DPH</w:t>
      </w:r>
      <w:r w:rsidRPr="00706F2F">
        <w:t xml:space="preserve">, přičemž alespoň jedna služba musí dosahovat hodnoty nejméně </w:t>
      </w:r>
      <w:r w:rsidRPr="00706F2F">
        <w:rPr>
          <w:b/>
          <w:bCs/>
        </w:rPr>
        <w:t>500 000,- Kč bez DPH.</w:t>
      </w:r>
      <w:r w:rsidRPr="00706F2F">
        <w:t xml:space="preserve"> Hodnotou služby se </w:t>
      </w:r>
      <w:r w:rsidRPr="00706F2F">
        <w:rPr>
          <w:rFonts w:cs="Arial"/>
          <w:iCs/>
        </w:rPr>
        <w:t>pro účely posouzení splnění kritérií technické kvalifikace</w:t>
      </w:r>
      <w:r w:rsidRPr="00706F2F">
        <w:t xml:space="preserve"> rozumí cena, za kterou dodavatel provedl předmětné služby; tato cena nebude upravována o míru inflace tak, aby odpovídala současným hodnotám služeb. V případě dokumentací ve stupních DSP+PDPS nebo DUSP/DUSL+PDPS nebo DPS+PDPS nebo DUR+PDPS lze jako hodnotu jedné významné služby doložit součet cen obou uvedených stupňů (tj. součet cen DSP+PDPS nebo DUSP/DUSL+PDPS nebo DPS+PDPS nebo DUR+PDPS).</w:t>
      </w:r>
    </w:p>
    <w:p w14:paraId="480EF65D" w14:textId="533647AC" w:rsidR="00FF1B58" w:rsidRPr="004C2489" w:rsidRDefault="00FF1B58" w:rsidP="00FF1B58">
      <w:pPr>
        <w:pStyle w:val="Textbezslovn"/>
        <w:ind w:left="1077"/>
      </w:pPr>
      <w:r w:rsidRPr="004C2489">
        <w:t>Seznam významných služeb bude předložen ve formě dle vzorového formuláře obsaženého v Příloze č. 4 t</w:t>
      </w:r>
      <w:r>
        <w:t>éto Výzvy</w:t>
      </w:r>
      <w:r w:rsidRPr="004C2489">
        <w:t xml:space="preserve">.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010E1BB7" w14:textId="66545C80" w:rsidR="00FF1B58" w:rsidRPr="004C2489" w:rsidRDefault="00FF1B58" w:rsidP="00FF1B58">
      <w:pPr>
        <w:pStyle w:val="Textbezslovn"/>
        <w:ind w:left="1077"/>
      </w:pPr>
      <w:r w:rsidRPr="004C2489">
        <w:t xml:space="preserve">Doba posledních 5 let před zahájením zadávacího řízení se pro účely prokázání technické kvalifikace ohledně referenčních zakázek považuje za splněnou, pokud byly činnosti odpovídající zadavatelem stanovené definici významné služby dokončeny v průběhu této doby nebo kdykoli po zahájení zadávacího řízení, včetně doby po uplynutí lhůty pro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posledních 5 let před zahájením zadávacího řízení. V případě, že byla referovaná služba, resp. zpracovaný příslušný stupeň dokumentace, součástí rozsáhlejšího plnění pro objednatele služby (např. kromě zpracování projektové dokumentace měl dodavatel vykonávat i dozor </w:t>
      </w:r>
      <w:r w:rsidRPr="004C2489">
        <w:lastRenderedPageBreak/>
        <w:t xml:space="preserve">projektanta při realizaci stavby apod.) postačí, pokud je dokončeno plnění, které odpovídá zadavatelem stanovené definici významné služby (tj. projektové práce ve stupni </w:t>
      </w:r>
      <w:r w:rsidR="00B976AF">
        <w:t xml:space="preserve">PDPS nebo </w:t>
      </w:r>
      <w:r w:rsidRPr="004C2489">
        <w:t xml:space="preserve">DSP+PDPS nebo DUSP/DUSL+PDPS nebo DPS nebo DPS+PDPS nebo DUR+PDPS pro stavby železničních drah s výše požadovaným předmětem plnění) s tím, že zakázka jako celek (tj. ohledně dalších činností, např. dozoru projektanta při realizaci stavby) dokončena není; zároveň však platí, že nestačí (tj. nepovažuje se za plnění dokončené v požadované době), pokud je v posledních 5 letech dokončena služba rozsáhlejšího plnění jako celek (např. dokončen dozor projektanta při realizaci stavby), avšak plnění odpovídající definici významné služby bylo dokončeno dříve než před 5 lety.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549EB5D" w14:textId="77777777" w:rsidR="00FF1B58" w:rsidRPr="004C2489" w:rsidRDefault="00FF1B58" w:rsidP="00FF1B58">
      <w:pPr>
        <w:pStyle w:val="Textbezslovn"/>
        <w:ind w:left="1077"/>
      </w:pPr>
      <w:r w:rsidRPr="004C2489">
        <w:t>Pro odstranění pochybností zadavatel k výše uvedenému upřesňuje, že:</w:t>
      </w:r>
    </w:p>
    <w:p w14:paraId="4FD704E2" w14:textId="77777777" w:rsidR="00FF1B58" w:rsidRPr="004C2489" w:rsidRDefault="00FF1B58" w:rsidP="00FF1B58">
      <w:pPr>
        <w:pStyle w:val="Odrka1-2-"/>
      </w:pPr>
      <w:r w:rsidRPr="004C2489">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posouzení shody nebo vhodnosti pro použití prvku interoperability či ES prohlášení o ověření subsystému, zpracování nákladů stavby, zpracování v režimu BIM;</w:t>
      </w:r>
    </w:p>
    <w:p w14:paraId="06E33CFE" w14:textId="0B0CCA09" w:rsidR="00FF1B58" w:rsidRPr="004C2489" w:rsidRDefault="00FF1B58" w:rsidP="00FF1B58">
      <w:pPr>
        <w:pStyle w:val="Odrka1-2-"/>
      </w:pPr>
      <w:r w:rsidRPr="004C2489">
        <w:t xml:space="preserve">pro potřeby doložení referenčních zakázek (významných služeb) se zakázka na projektové práce spočívající ve zpracování </w:t>
      </w:r>
      <w:r w:rsidRPr="004C2489">
        <w:rPr>
          <w:rFonts w:cs="Arial"/>
          <w:bCs/>
        </w:rPr>
        <w:t>dokumentace</w:t>
      </w:r>
      <w:r w:rsidRPr="004C2489">
        <w:t xml:space="preserve"> ve stupni </w:t>
      </w:r>
      <w:r w:rsidR="00FB0ED0">
        <w:t xml:space="preserve">PDPS nebo </w:t>
      </w:r>
      <w:r w:rsidR="00706F2F">
        <w:t>D</w:t>
      </w:r>
      <w:r w:rsidRPr="004C2489">
        <w:t xml:space="preserve">SP+PDPS nebo DUSP/DUSL+PDPS považuje za dokončenou definitivním předáním  </w:t>
      </w:r>
      <w:r w:rsidR="003E4767">
        <w:t xml:space="preserve">PDPS nebo </w:t>
      </w:r>
      <w:r w:rsidRPr="004C2489">
        <w:t>DSP+PDPS nebo DUSP/DUSL+PDPS nebo DPS+PDPS nebo DUR+PDPS včetně dokladové části, příp. jejich aktualizace, objednateli po zapracování všech připomínek a jejím převzetím objednatelem, a to bez případného podání žádosti o stavební povolení, společné povolení nebo povolení záměru (povolení stavby), je-li součástí plnění zakázky.</w:t>
      </w:r>
    </w:p>
    <w:p w14:paraId="56A780D6" w14:textId="77777777" w:rsidR="00FF1B58" w:rsidRPr="004C2489" w:rsidRDefault="00FF1B58" w:rsidP="00FF1B58">
      <w:pPr>
        <w:pStyle w:val="Textbezslovn"/>
        <w:ind w:left="1077"/>
      </w:pPr>
      <w:r w:rsidRPr="004C2489">
        <w:t>Dodavatel může použít k prokázání splnění kritéria kvalifikace týkajícího se požadavku na předložení seznamu referenčních zakázek i takové služby, které poskytl</w:t>
      </w:r>
    </w:p>
    <w:p w14:paraId="73068428" w14:textId="77777777" w:rsidR="00FF1B58" w:rsidRPr="004C2489" w:rsidRDefault="00FF1B58" w:rsidP="00FF1B58">
      <w:pPr>
        <w:pStyle w:val="Odstavec1-1a"/>
        <w:numPr>
          <w:ilvl w:val="0"/>
          <w:numId w:val="22"/>
        </w:numPr>
      </w:pPr>
      <w:r w:rsidRPr="004C2489">
        <w:t>společně s jinými dodavateli, a to v rozsahu, v jakém se na plnění zakázky podílel, nebo</w:t>
      </w:r>
    </w:p>
    <w:p w14:paraId="5C08DA61" w14:textId="77777777" w:rsidR="00FF1B58" w:rsidRPr="004C2489" w:rsidRDefault="00FF1B58" w:rsidP="00FF1B58">
      <w:pPr>
        <w:pStyle w:val="Odstavec1-1a"/>
        <w:numPr>
          <w:ilvl w:val="0"/>
          <w:numId w:val="22"/>
        </w:numPr>
      </w:pPr>
      <w:r w:rsidRPr="004C2489">
        <w:t>jako poddodavatel, a to v rozsahu, v jakém se na plnění zakázky podílel.</w:t>
      </w:r>
    </w:p>
    <w:p w14:paraId="5AAEB226" w14:textId="77777777" w:rsidR="00FF1B58" w:rsidRPr="004C2489" w:rsidRDefault="00FF1B58" w:rsidP="00FF1B58">
      <w:pPr>
        <w:pStyle w:val="Textbezslovn"/>
        <w:ind w:left="1097"/>
      </w:pPr>
      <w:r w:rsidRPr="004C2489">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AF53FC1" w14:textId="77777777" w:rsidR="00FF1B58" w:rsidRPr="00836569" w:rsidRDefault="00FF1B58" w:rsidP="00FF1B58">
      <w:pPr>
        <w:pStyle w:val="Textbezslovn"/>
        <w:ind w:left="1097"/>
      </w:pPr>
      <w:r w:rsidRPr="004C2489">
        <w:t xml:space="preserve">Zadavatel pro účely prokázání technické kvalifikace uzná zahraniční reference </w:t>
      </w:r>
      <w:r w:rsidRPr="00836569">
        <w:t>obdobných charakteristik, které budou srovnatelné z hlediska jejich věcného rozsahu a doby realizace s požadavky zadavatele na významné služby.</w:t>
      </w:r>
    </w:p>
    <w:p w14:paraId="58219907" w14:textId="14DCDD16" w:rsidR="00D316F4" w:rsidRPr="00836569" w:rsidRDefault="00D316F4" w:rsidP="00D316F4">
      <w:pPr>
        <w:pStyle w:val="Odrka1-1"/>
      </w:pPr>
      <w:r w:rsidRPr="00836569">
        <w:lastRenderedPageBreak/>
        <w:t xml:space="preserve">Zadavatel požaduje předložení </w:t>
      </w:r>
      <w:r w:rsidRPr="00836569">
        <w:rPr>
          <w:b/>
        </w:rPr>
        <w:t>seznamu</w:t>
      </w:r>
      <w:r w:rsidRPr="00836569">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zadávacího řízení (dále jako „</w:t>
      </w:r>
      <w:r w:rsidRPr="00836569">
        <w:rPr>
          <w:b/>
        </w:rPr>
        <w:t>stavební práce</w:t>
      </w:r>
      <w:r w:rsidRPr="00836569">
        <w:t xml:space="preserve">“). </w:t>
      </w:r>
      <w:r w:rsidRPr="00755BB6">
        <w:t xml:space="preserve">Předloženým seznamem stavebních prací přitom musí dodavatel prokázat, že hodnota stavebních prací jím poskytnutých na uvedených stavbách za posledních 5 </w:t>
      </w:r>
      <w:r w:rsidRPr="002541A5">
        <w:t xml:space="preserve">let před zahájením zadávacího řízení činí v součtu, včetně případných poddodávek, nejméně </w:t>
      </w:r>
      <w:r w:rsidR="00836569" w:rsidRPr="002541A5">
        <w:rPr>
          <w:b/>
          <w:bCs/>
        </w:rPr>
        <w:t>45</w:t>
      </w:r>
      <w:r w:rsidRPr="002541A5">
        <w:rPr>
          <w:b/>
          <w:bCs/>
        </w:rPr>
        <w:t xml:space="preserve"> mil. Kč bez DPH.</w:t>
      </w:r>
      <w:r w:rsidRPr="002541A5">
        <w:t xml:space="preserve"> Hodnotou stavebních prací se </w:t>
      </w:r>
      <w:r w:rsidRPr="002541A5">
        <w:rPr>
          <w:rFonts w:cs="Arial"/>
          <w:iCs/>
        </w:rPr>
        <w:t>pro účely posouzení splnění kritérií technické kvalifikace</w:t>
      </w:r>
      <w:r w:rsidRPr="002541A5">
        <w:t xml:space="preserve"> rozumí</w:t>
      </w:r>
      <w:r w:rsidRPr="00836569">
        <w:t xml:space="preserve"> cena, za kterou dodavatel provedl předmětné stavební práce; tato cena nebude upravována o míru inflace tak, aby odpovídala současným hodnotám stavebních prací. </w:t>
      </w:r>
    </w:p>
    <w:p w14:paraId="1BF87D42" w14:textId="77777777" w:rsidR="00D316F4" w:rsidRPr="007A1E6E" w:rsidRDefault="00D316F4" w:rsidP="00D316F4">
      <w:pPr>
        <w:pStyle w:val="Textbezslovn"/>
        <w:ind w:left="1134"/>
      </w:pPr>
      <w:r w:rsidRPr="00836569">
        <w:t xml:space="preserve">Zadavatel požaduje, aby dodavatel kromě informací uvedených v seznamu stavebních prací předložil </w:t>
      </w:r>
      <w:r w:rsidRPr="00836569">
        <w:rPr>
          <w:rStyle w:val="Tun9b"/>
        </w:rPr>
        <w:t>osvědčení objednatelů</w:t>
      </w:r>
      <w:r w:rsidRPr="00836569">
        <w:t xml:space="preserve"> o řádném poskytnutí </w:t>
      </w:r>
      <w:r w:rsidRPr="007A1E6E">
        <w:t>a dokončení nejvýznamnějších stavebních prací tak, aby prokázal, že dodavatel v posledních 5 letech před zahájením zadávacího řízení řádně poskytl a dokončil alespoň níže uvedené nejvýznamnější stavební práce (dále jen jako „</w:t>
      </w:r>
      <w:r w:rsidRPr="007A1E6E">
        <w:rPr>
          <w:rStyle w:val="Tun9b"/>
        </w:rPr>
        <w:t>nejvýznamnější stavební práce</w:t>
      </w:r>
      <w:r w:rsidRPr="007A1E6E">
        <w:t xml:space="preserve">“) v rámci nichž musí dodavatel doložit následující požadavek: </w:t>
      </w:r>
    </w:p>
    <w:p w14:paraId="7C031E15" w14:textId="688D24D0" w:rsidR="00D316F4" w:rsidRPr="007A1E6E" w:rsidRDefault="00D316F4" w:rsidP="00013309">
      <w:pPr>
        <w:pStyle w:val="Odrka1-3"/>
        <w:tabs>
          <w:tab w:val="clear" w:pos="1928"/>
        </w:tabs>
        <w:ind w:left="1418" w:hanging="284"/>
      </w:pPr>
      <w:r w:rsidRPr="007A1E6E">
        <w:t xml:space="preserve">nejméně jedna nejvýznamnější stavební práce musí zahrnovat </w:t>
      </w:r>
      <w:r w:rsidRPr="007A1E6E">
        <w:rPr>
          <w:b/>
          <w:bCs/>
        </w:rPr>
        <w:t>výstavbu sítě GSM-R,</w:t>
      </w:r>
      <w:r w:rsidRPr="007A1E6E">
        <w:t xml:space="preserve"> a to v hodnotě nejméně </w:t>
      </w:r>
      <w:r w:rsidR="00836569" w:rsidRPr="007A1E6E">
        <w:rPr>
          <w:b/>
          <w:bCs/>
        </w:rPr>
        <w:t>23</w:t>
      </w:r>
      <w:r w:rsidRPr="007A1E6E">
        <w:rPr>
          <w:b/>
          <w:bCs/>
        </w:rPr>
        <w:t xml:space="preserve"> mil. Kč bez DPH</w:t>
      </w:r>
      <w:r w:rsidRPr="007A1E6E">
        <w:t xml:space="preserve"> (uvedená částka se vztahuje k hodnotě novostavby nebo rekonstrukce sítě GSM-R</w:t>
      </w:r>
      <w:r w:rsidR="00856E9A">
        <w:t>)</w:t>
      </w:r>
      <w:r w:rsidR="00836569" w:rsidRPr="007A1E6E">
        <w:t xml:space="preserve">. </w:t>
      </w:r>
      <w:r w:rsidRPr="007A1E6E">
        <w:t xml:space="preserve"> </w:t>
      </w:r>
    </w:p>
    <w:p w14:paraId="1EA60996" w14:textId="77777777" w:rsidR="00D316F4" w:rsidRPr="004C2489" w:rsidRDefault="00D316F4" w:rsidP="00D316F4">
      <w:pPr>
        <w:pStyle w:val="Textbezslovn"/>
        <w:ind w:left="1097"/>
      </w:pPr>
      <w:r w:rsidRPr="007A1E6E">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w:t>
      </w:r>
      <w:r w:rsidRPr="00836569">
        <w:t xml:space="preserve"> stavebních</w:t>
      </w:r>
      <w:r w:rsidRPr="004C2489">
        <w:t xml:space="preserve">,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62CA8001" w14:textId="57C5E0A2" w:rsidR="00D316F4" w:rsidRPr="004C2489" w:rsidRDefault="00D316F4" w:rsidP="00D316F4">
      <w:pPr>
        <w:pStyle w:val="Textbezslovn"/>
        <w:ind w:left="1097"/>
      </w:pPr>
      <w:r w:rsidRPr="004C2489">
        <w:t>Nejvýznamnější stavební práce mohly být provedeny v České republice nebo kdekoliv v zahraničním železničním prostředí.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w:t>
      </w:r>
      <w:r w:rsidRPr="00906665">
        <w:lastRenderedPageBreak/>
        <w:t>popř. s následnou úpravou směrového a výškového uspořádání koleje/geometrických parametrů koleje</w:t>
      </w:r>
      <w:r>
        <w:t>.</w:t>
      </w:r>
    </w:p>
    <w:p w14:paraId="04399697" w14:textId="39AD2E03" w:rsidR="002A1957" w:rsidRPr="00BE414F" w:rsidRDefault="002A1957" w:rsidP="002A1957">
      <w:pPr>
        <w:pStyle w:val="Odrka1-1"/>
      </w:pPr>
      <w:r>
        <w:t>Ú</w:t>
      </w:r>
      <w:r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D316F4"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xml:space="preserve">, státní </w:t>
      </w:r>
      <w:r w:rsidRPr="00D316F4">
        <w:t>organizace</w:t>
      </w:r>
      <w:r w:rsidR="0035531B" w:rsidRPr="00D316F4">
        <w:t>.</w:t>
      </w:r>
    </w:p>
    <w:p w14:paraId="4375AA74" w14:textId="5B0EE404" w:rsidR="00AF4A09" w:rsidRPr="00D316F4" w:rsidRDefault="00AF4A09" w:rsidP="002C04EE">
      <w:pPr>
        <w:pStyle w:val="Textbezslovn"/>
      </w:pPr>
      <w:r w:rsidRPr="00D316F4">
        <w:t xml:space="preserve">Doba </w:t>
      </w:r>
      <w:r w:rsidR="0087311C" w:rsidRPr="00D316F4">
        <w:t xml:space="preserve">posledních </w:t>
      </w:r>
      <w:r w:rsidRPr="00D316F4">
        <w:t xml:space="preserve">5 let </w:t>
      </w:r>
      <w:r w:rsidR="0087311C" w:rsidRPr="00D316F4">
        <w:t xml:space="preserve">před zahájením výběrového řízení </w:t>
      </w:r>
      <w:r w:rsidRPr="00D316F4">
        <w:t xml:space="preserve">se </w:t>
      </w:r>
      <w:r w:rsidR="0087311C" w:rsidRPr="00D316F4">
        <w:t xml:space="preserve">pro účely prokázání technické kvalifikace ohledně referenčních zakázek </w:t>
      </w:r>
      <w:r w:rsidRPr="00D316F4">
        <w:t xml:space="preserve">považuje za splněnou, pokud byly stavební práce </w:t>
      </w:r>
      <w:r w:rsidR="0087311C" w:rsidRPr="00D316F4">
        <w:t xml:space="preserve">dokončeny </w:t>
      </w:r>
      <w:r w:rsidRPr="00D316F4">
        <w:t>v průběhu této doby</w:t>
      </w:r>
      <w:r w:rsidR="0087311C" w:rsidRPr="00D316F4">
        <w:t xml:space="preserve"> nebo kdykoli po zahájení výběrového řízení, včetně doby po podání nabídek, a to nejpozději do doby zadavatelem případně stanovené k předložení údajů a dokladů dle bodu 16.3 této Výzvy. P</w:t>
      </w:r>
      <w:r w:rsidRPr="00D316F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316F4">
        <w:t xml:space="preserve">pro účely prokázání technické kvalifikace v tomto výběrovém řízení </w:t>
      </w:r>
      <w:r w:rsidRPr="00D316F4">
        <w:t xml:space="preserve">rozumí </w:t>
      </w:r>
      <w:r w:rsidR="000E15C8" w:rsidRPr="00D316F4">
        <w:t xml:space="preserve">i </w:t>
      </w:r>
      <w:r w:rsidRPr="00D316F4">
        <w:t>uvedení díla</w:t>
      </w:r>
      <w:r w:rsidR="000E15C8" w:rsidRPr="00D316F4">
        <w:t>, resp. poslední části</w:t>
      </w:r>
      <w:r w:rsidR="00560665" w:rsidRPr="00D316F4">
        <w:t xml:space="preserve"> stavební práce</w:t>
      </w:r>
      <w:r w:rsidR="000E15C8" w:rsidRPr="00D316F4">
        <w:t>,</w:t>
      </w:r>
      <w:r w:rsidRPr="00D316F4">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D316F4">
        <w:t>Pokud dodavatel není z důvodů, které mu nelze přičítat, schopen předložit doklad</w:t>
      </w:r>
      <w:r w:rsidRPr="00AF4A09">
        <w:t xml:space="preserve">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69031456" w14:textId="77777777" w:rsidR="00836569" w:rsidRDefault="00836569" w:rsidP="00836569">
      <w:pPr>
        <w:pStyle w:val="Textbezslovn"/>
      </w:pPr>
      <w:r>
        <w:t xml:space="preserve">Nejvýznamnější stavební prací se rozumí jeden dokončený obchodní případ (tj. stavební práce poskytnuté v rámci jednoho smluvního vztahu s jedním objednatelem). Je přípustné, aby dodavatel prokázal splnění vícero různých nejvýznamnějších stavebních </w:t>
      </w:r>
      <w:r>
        <w:lastRenderedPageBreak/>
        <w:t>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645E9528" w:rsidR="00AF4A09" w:rsidRDefault="00AF4A09" w:rsidP="00AF4A09">
      <w:pPr>
        <w:pStyle w:val="Textbezslovn"/>
      </w:pPr>
      <w:r>
        <w:t xml:space="preserve">Je-li osvědčení objednatele o řádném plnění </w:t>
      </w:r>
      <w:r w:rsidR="00CF6066">
        <w:t>nejvýznamnější</w:t>
      </w:r>
      <w:r>
        <w:t xml:space="preserve">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w:t>
      </w:r>
      <w:r w:rsidR="00CF6066">
        <w:t xml:space="preserve">nejvýznamnějších </w:t>
      </w:r>
      <w:r>
        <w:t>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183566A" w:rsidR="00AF4A09" w:rsidRPr="00A07E6E" w:rsidRDefault="00AF4A09" w:rsidP="00AF4A09">
      <w:pPr>
        <w:pStyle w:val="Textbezslovn"/>
      </w:pPr>
      <w:r>
        <w:t xml:space="preserve">Zadavatel požaduje předložení seznamu níže uvedených členů odborného personálu </w:t>
      </w:r>
      <w:r w:rsidRPr="00A07E6E">
        <w:t>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A07E6E">
        <w:t xml:space="preserve"> praxe</w:t>
      </w:r>
      <w:r w:rsidRPr="00A07E6E">
        <w:t xml:space="preserve"> jednou osobou a pomocí jiné osoby odborná způsobilost. </w:t>
      </w:r>
      <w:r w:rsidR="000C3CD6" w:rsidRPr="00A07E6E">
        <w:t xml:space="preserve">I v případě, že bude kvalifikace jednotlivých členů odborného personálu </w:t>
      </w:r>
      <w:r w:rsidR="00A256E5" w:rsidRPr="00A07E6E">
        <w:t xml:space="preserve">v plném rozsahu </w:t>
      </w:r>
      <w:r w:rsidR="000C3CD6" w:rsidRPr="00A07E6E">
        <w:t xml:space="preserve">prokázána samostatně více fyzickými osobami, může být ve </w:t>
      </w:r>
      <w:r w:rsidR="000C3CD6" w:rsidRPr="00A07E6E">
        <w:lastRenderedPageBreak/>
        <w:t xml:space="preserve">smlouvě uvedena, na příslušné pozici člena odborného personálu pouze jedna fyzická osoba. Tuto osobu je dodavatel povinen určit nejpozději v rámci součinnosti před uzavřením smlouvy. </w:t>
      </w:r>
      <w:r w:rsidRPr="00A07E6E">
        <w:t xml:space="preserve">Dodavatel je oprávněn svěřit jedné fyzické osobě výkon více funkcí člena odborného personálu dodavatele za předpokladu, že tato osoba splňuje všechna kvalifikační kritéria požadovaná na výkon těchto funkcí. </w:t>
      </w:r>
    </w:p>
    <w:p w14:paraId="52812786" w14:textId="77777777" w:rsidR="00CF6066" w:rsidRPr="00661436" w:rsidRDefault="00AF4A09" w:rsidP="00CF6066">
      <w:pPr>
        <w:pStyle w:val="Textbezslovn"/>
      </w:pPr>
      <w:r w:rsidRPr="00A07E6E">
        <w:t>Přílohou seznamu budou profesní životopisy každého</w:t>
      </w:r>
      <w:r>
        <w:t xml:space="preserve">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661436">
        <w:t>předkládaných dokumentů):</w:t>
      </w:r>
      <w:r w:rsidR="00CF6066" w:rsidRPr="00661436">
        <w:t xml:space="preserve"> </w:t>
      </w:r>
      <w:r w:rsidR="00CF6066" w:rsidRPr="00661436">
        <w:rPr>
          <w:b/>
        </w:rPr>
        <w:t>Funkci projekt managera a stavbyvedoucího však nelze takto sloučit, tyto funkce musí zastávat vždy odlišné fyzické osoby.</w:t>
      </w:r>
      <w:r w:rsidR="00CF6066" w:rsidRPr="00661436">
        <w:t xml:space="preserve"> </w:t>
      </w:r>
    </w:p>
    <w:p w14:paraId="3CBBB18E" w14:textId="77777777" w:rsidR="00836569" w:rsidRPr="00661436" w:rsidRDefault="00836569" w:rsidP="00836569">
      <w:pPr>
        <w:pStyle w:val="Textbezslovn"/>
        <w:numPr>
          <w:ilvl w:val="0"/>
          <w:numId w:val="23"/>
        </w:numPr>
      </w:pPr>
      <w:r w:rsidRPr="00661436">
        <w:rPr>
          <w:b/>
        </w:rPr>
        <w:t>projekt manažer</w:t>
      </w:r>
    </w:p>
    <w:p w14:paraId="07976FB4" w14:textId="77777777" w:rsidR="00836569" w:rsidRPr="00661436" w:rsidRDefault="00836569" w:rsidP="00836569">
      <w:pPr>
        <w:pStyle w:val="Odrka1-2-"/>
      </w:pPr>
      <w:r w:rsidRPr="00661436">
        <w:t>nejméně 5 let praxe v řízení provádění staveb železničních drah;</w:t>
      </w:r>
    </w:p>
    <w:p w14:paraId="57A4FB12" w14:textId="0783FA54" w:rsidR="00836569" w:rsidRPr="00661436" w:rsidRDefault="00836569" w:rsidP="00836569">
      <w:pPr>
        <w:pStyle w:val="Odrka1-2-"/>
      </w:pPr>
      <w:r w:rsidRPr="00661436">
        <w:t xml:space="preserve">zkušenost s řízením realizace alespoň jedné stavby železničních drah v hodnotě nejméně </w:t>
      </w:r>
      <w:r w:rsidRPr="00661436">
        <w:rPr>
          <w:b/>
          <w:bCs/>
        </w:rPr>
        <w:t>23 mil. Kč bez DPH</w:t>
      </w:r>
      <w:r w:rsidRPr="00661436">
        <w:t>, a to v posledních 10 letech před zahájením zadávacího řízení;</w:t>
      </w:r>
    </w:p>
    <w:p w14:paraId="6F40C198" w14:textId="77777777" w:rsidR="00836569" w:rsidRPr="00661436" w:rsidRDefault="00836569" w:rsidP="00836569">
      <w:pPr>
        <w:pStyle w:val="Textbezslovn"/>
        <w:numPr>
          <w:ilvl w:val="0"/>
          <w:numId w:val="23"/>
        </w:numPr>
        <w:rPr>
          <w:b/>
        </w:rPr>
      </w:pPr>
      <w:r w:rsidRPr="00661436">
        <w:rPr>
          <w:b/>
        </w:rPr>
        <w:t>odpovědný projektant</w:t>
      </w:r>
    </w:p>
    <w:p w14:paraId="224FDF2E" w14:textId="77777777" w:rsidR="00836569" w:rsidRPr="00661436" w:rsidRDefault="00836569" w:rsidP="00836569">
      <w:pPr>
        <w:pStyle w:val="Odrka1-2-"/>
      </w:pPr>
      <w:r w:rsidRPr="00661436">
        <w:t>nejméně 5 let praxe v oboru projektování železničních staveb GSM-R;</w:t>
      </w:r>
    </w:p>
    <w:p w14:paraId="6D319E08" w14:textId="77777777" w:rsidR="00836569" w:rsidRPr="00661436" w:rsidRDefault="00836569" w:rsidP="00836569">
      <w:pPr>
        <w:pStyle w:val="Odrka1-2-"/>
      </w:pPr>
      <w:r w:rsidRPr="00661436">
        <w:t>musí předložit doklad o autorizaci v rozsahu dle § 5 odst. 3 písm. e) autorizačního zákona, tedy v oboru technologická zařízení staveb;</w:t>
      </w:r>
    </w:p>
    <w:p w14:paraId="044069D6" w14:textId="77777777" w:rsidR="0035531B" w:rsidRPr="00661436" w:rsidRDefault="0035531B" w:rsidP="00EF4DAC">
      <w:pPr>
        <w:pStyle w:val="Odstavec1-1a"/>
        <w:numPr>
          <w:ilvl w:val="0"/>
          <w:numId w:val="11"/>
        </w:numPr>
        <w:rPr>
          <w:rStyle w:val="Tun9b"/>
        </w:rPr>
      </w:pPr>
      <w:r w:rsidRPr="00661436">
        <w:rPr>
          <w:rStyle w:val="Tun9b"/>
        </w:rPr>
        <w:t>stavbyvedoucí</w:t>
      </w:r>
    </w:p>
    <w:p w14:paraId="5D013D3E" w14:textId="77777777" w:rsidR="0035531B" w:rsidRPr="00661436" w:rsidRDefault="0035531B" w:rsidP="00930B79">
      <w:pPr>
        <w:pStyle w:val="Odrka1-2-"/>
      </w:pPr>
      <w:r w:rsidRPr="00661436">
        <w:t>nejméně 5 let praxe</w:t>
      </w:r>
      <w:r w:rsidR="00092CC9" w:rsidRPr="00661436">
        <w:t xml:space="preserve"> v </w:t>
      </w:r>
      <w:r w:rsidRPr="00661436">
        <w:t xml:space="preserve">řízení provádění staveb železničních drah; </w:t>
      </w:r>
    </w:p>
    <w:p w14:paraId="06390D67" w14:textId="3B1D0ABB" w:rsidR="00836569" w:rsidRPr="00661436" w:rsidRDefault="00836569" w:rsidP="00836569">
      <w:pPr>
        <w:pStyle w:val="Odrka1-2-"/>
      </w:pPr>
      <w:r w:rsidRPr="00661436">
        <w:t xml:space="preserve">zkušenost s řízením realizace alespoň jedné stavby železničních drah v hodnotě nejméně </w:t>
      </w:r>
      <w:r w:rsidRPr="00661436">
        <w:rPr>
          <w:b/>
          <w:bCs/>
        </w:rPr>
        <w:t>23 mil. Kč bez DPH</w:t>
      </w:r>
      <w:r w:rsidRPr="00661436">
        <w:t>, a to v posledních 10 letech před zahájením zadávacího řízení;</w:t>
      </w:r>
    </w:p>
    <w:p w14:paraId="582FF2EA" w14:textId="77777777" w:rsidR="00836569" w:rsidRPr="00661436" w:rsidRDefault="00836569" w:rsidP="00836569">
      <w:pPr>
        <w:pStyle w:val="Odrka1-2-"/>
      </w:pPr>
      <w:r w:rsidRPr="00661436">
        <w:t>musí předložit doklad o autorizaci v rozsahu dle § 5 odst. 3 písm. e) autorizačního zákona, tedy v oboru technologická zařízení staveb;</w:t>
      </w:r>
    </w:p>
    <w:p w14:paraId="64DA986B" w14:textId="77777777" w:rsidR="00836569" w:rsidRPr="00661436" w:rsidRDefault="00836569" w:rsidP="00836569">
      <w:pPr>
        <w:pStyle w:val="Textbezslovn"/>
        <w:numPr>
          <w:ilvl w:val="0"/>
          <w:numId w:val="23"/>
        </w:numPr>
        <w:rPr>
          <w:b/>
        </w:rPr>
      </w:pPr>
      <w:r w:rsidRPr="00661436">
        <w:rPr>
          <w:b/>
        </w:rPr>
        <w:t>specialista (vedoucí prací) na sdělovací zařízení</w:t>
      </w:r>
    </w:p>
    <w:p w14:paraId="31162414" w14:textId="77777777" w:rsidR="00836569" w:rsidRPr="00661436" w:rsidRDefault="00836569" w:rsidP="00836569">
      <w:pPr>
        <w:pStyle w:val="Odrka1-2-"/>
      </w:pPr>
      <w:r w:rsidRPr="00661436">
        <w:t>nejméně 5 let praxe v oboru instalace sdělovacího zařízení na železnici;</w:t>
      </w:r>
    </w:p>
    <w:p w14:paraId="38BF1A80" w14:textId="77777777" w:rsidR="00836569" w:rsidRPr="00661436" w:rsidRDefault="00836569" w:rsidP="00836569">
      <w:pPr>
        <w:pStyle w:val="Textbezslovn"/>
        <w:numPr>
          <w:ilvl w:val="0"/>
          <w:numId w:val="23"/>
        </w:numPr>
      </w:pPr>
      <w:bookmarkStart w:id="12" w:name="_Hlk194935118"/>
      <w:r w:rsidRPr="00661436">
        <w:rPr>
          <w:b/>
        </w:rPr>
        <w:t>osoba odpovědná za bezpečnost a ochranu zdraví při práci</w:t>
      </w:r>
    </w:p>
    <w:bookmarkEnd w:id="12"/>
    <w:p w14:paraId="16688069" w14:textId="77777777" w:rsidR="00836569" w:rsidRPr="00661436" w:rsidRDefault="00836569" w:rsidP="00836569">
      <w:pPr>
        <w:pStyle w:val="Odrka1-2-"/>
      </w:pPr>
      <w:r w:rsidRPr="00661436">
        <w:t>nejméně 5 let praxe v oboru bezpečnosti a ochrany zdraví při práci.</w:t>
      </w:r>
    </w:p>
    <w:p w14:paraId="6E37E38C" w14:textId="77777777" w:rsidR="00CF6066" w:rsidRPr="004C2489" w:rsidRDefault="00CF6066" w:rsidP="00CF6066">
      <w:pPr>
        <w:pStyle w:val="Textbezslovn"/>
      </w:pPr>
      <w:r w:rsidRPr="00661436">
        <w:rPr>
          <w:b/>
        </w:rPr>
        <w:t>Zkušeností s řízením realizace</w:t>
      </w:r>
      <w:r w:rsidRPr="00661436">
        <w:t xml:space="preserve"> stavby nebo </w:t>
      </w:r>
      <w:r w:rsidRPr="00661436">
        <w:rPr>
          <w:b/>
        </w:rPr>
        <w:t>praxí v řízení</w:t>
      </w:r>
      <w:r w:rsidRPr="00661436">
        <w:t xml:space="preserve"> provádění staveb se u příslušných členů odborného personálu, u kterých je tato zkušenost nebo praxe požadována, rozumí činnost spočívající v řízení provádění stavby v pozici zhotovitele ve funkci projekt manažera nebo stavbyvedoucího nebo v obdobné (případně jinak nazvané) funkci při realizaci staveb v zahraničním prostředí, jež je z hlediska věcné náplně práce a odpovědnosti s funkcí projekt manažera nebo stavbyvedoucího srovnatelná.</w:t>
      </w:r>
      <w:r w:rsidRPr="004C2489">
        <w:t xml:space="preserve"> </w:t>
      </w:r>
    </w:p>
    <w:p w14:paraId="73000430" w14:textId="4B766B5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3849AC">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w:t>
      </w:r>
      <w:r w:rsidR="009B3F75" w:rsidRPr="001D5A3F">
        <w:lastRenderedPageBreak/>
        <w:t xml:space="preserve">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2D8DF352"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CF6066">
        <w:t xml:space="preserve"> nebo zpracováním dokumentace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Default="0035531B" w:rsidP="0035531B">
      <w:pPr>
        <w:pStyle w:val="Text1-1"/>
        <w:rPr>
          <w:rStyle w:val="Tun9b"/>
        </w:rPr>
      </w:pPr>
      <w:r w:rsidRPr="0006499F">
        <w:rPr>
          <w:rStyle w:val="Tun9b"/>
        </w:rPr>
        <w:t>Další technická kvalifikace</w:t>
      </w:r>
    </w:p>
    <w:p w14:paraId="5CC66879" w14:textId="77777777" w:rsidR="00D27DA0" w:rsidRPr="004C2489" w:rsidRDefault="00D27DA0" w:rsidP="00D27DA0">
      <w:pPr>
        <w:pStyle w:val="Textbezslovn"/>
      </w:pPr>
      <w:r w:rsidRPr="004C2489">
        <w:t xml:space="preserve">Zadavatel nepožaduje. </w:t>
      </w:r>
    </w:p>
    <w:p w14:paraId="0C4C6DE8" w14:textId="77777777" w:rsidR="00D27DA0" w:rsidRPr="0006499F" w:rsidRDefault="00D27DA0" w:rsidP="00D27DA0">
      <w:pPr>
        <w:pStyle w:val="Text1-1"/>
        <w:numPr>
          <w:ilvl w:val="0"/>
          <w:numId w:val="0"/>
        </w:numPr>
        <w:ind w:left="737"/>
        <w:rPr>
          <w:rStyle w:val="Tun9b"/>
        </w:rPr>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lastRenderedPageBreak/>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Pr="00661436"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w:t>
      </w:r>
      <w:r>
        <w:lastRenderedPageBreak/>
        <w:t>bezodkladně zápis do seznamu registrovaných osob. Uznávací orgán stanoví svými vnitřními předpisy formu žádosti</w:t>
      </w:r>
      <w:r w:rsidR="00845C50">
        <w:t xml:space="preserve"> a </w:t>
      </w:r>
      <w:r>
        <w:t xml:space="preserve">náležitosti předkládané dokumentace. Platné </w:t>
      </w:r>
      <w:r w:rsidRPr="00661436">
        <w:t>osvědčení</w:t>
      </w:r>
      <w:r w:rsidR="00092CC9" w:rsidRPr="00661436">
        <w:t xml:space="preserve"> o </w:t>
      </w:r>
      <w:r w:rsidRPr="00661436">
        <w:t>registraci osoby hostující nebo usazené dokládá vybraný dodavatel jako podmínku pro uzavření smlouvy.</w:t>
      </w:r>
    </w:p>
    <w:p w14:paraId="28D9444C" w14:textId="77777777" w:rsidR="0035531B" w:rsidRPr="00661436" w:rsidRDefault="0035531B" w:rsidP="0006499F">
      <w:pPr>
        <w:pStyle w:val="Odrka1-1"/>
        <w:spacing w:after="0"/>
      </w:pPr>
      <w:bookmarkStart w:id="13" w:name="_Hlk194655633"/>
      <w:r w:rsidRPr="00661436">
        <w:t>Informace</w:t>
      </w:r>
      <w:r w:rsidR="00BC6D2B" w:rsidRPr="00661436">
        <w:t xml:space="preserve"> k </w:t>
      </w:r>
      <w:r w:rsidRPr="00661436">
        <w:t>doložení pověření Ministerstva dopravy ČR</w:t>
      </w:r>
      <w:r w:rsidR="00BC6D2B" w:rsidRPr="00661436">
        <w:t xml:space="preserve"> k </w:t>
      </w:r>
      <w:r w:rsidRPr="00661436">
        <w:t>provádění technických prohlídek</w:t>
      </w:r>
      <w:r w:rsidR="00845C50" w:rsidRPr="00661436">
        <w:t xml:space="preserve"> a </w:t>
      </w:r>
      <w:r w:rsidRPr="00661436">
        <w:t>zkoušek určených technických zařízení (UTZ) dle § 47 odst. 4 zákona č. 266/1994 Sb.,</w:t>
      </w:r>
      <w:r w:rsidR="00092CC9" w:rsidRPr="00661436">
        <w:t xml:space="preserve"> o </w:t>
      </w:r>
      <w:r w:rsidRPr="00661436">
        <w:t>drahách, ve znění pozdějších předpisů: osoba žádající</w:t>
      </w:r>
      <w:r w:rsidR="00092CC9" w:rsidRPr="00661436">
        <w:t xml:space="preserve"> o </w:t>
      </w:r>
      <w:r w:rsidRPr="00661436">
        <w:t>uvedené pověření postupuje podle „Podmínek pro pověřování právnických osob podle § 47 odst. 4 zákona č. 266/1994 Sb.,</w:t>
      </w:r>
      <w:r w:rsidR="00092CC9" w:rsidRPr="00661436">
        <w:t xml:space="preserve"> o </w:t>
      </w:r>
      <w:r w:rsidRPr="00661436">
        <w:t>dráhách, ve znění pozdějších předpisů,</w:t>
      </w:r>
      <w:r w:rsidR="00BC6D2B" w:rsidRPr="00661436">
        <w:t xml:space="preserve"> k </w:t>
      </w:r>
      <w:r w:rsidRPr="00661436">
        <w:t>provádění technických prohlídek</w:t>
      </w:r>
      <w:r w:rsidR="00845C50" w:rsidRPr="00661436">
        <w:t xml:space="preserve"> a </w:t>
      </w:r>
      <w:r w:rsidRPr="00661436">
        <w:t>zkoušek určených technických zařízení“ stanovených Ministerstvem dopravy, jež jsou dostupné na internetových stránkách Ministerstva dopravy:</w:t>
      </w:r>
    </w:p>
    <w:p w14:paraId="321DF259" w14:textId="77777777" w:rsidR="0035531B" w:rsidRPr="00661436" w:rsidRDefault="008D552B" w:rsidP="0006499F">
      <w:pPr>
        <w:pStyle w:val="Textbezslovn"/>
        <w:ind w:left="1077"/>
      </w:pPr>
      <w:hyperlink r:id="rId19" w:history="1">
        <w:r w:rsidRPr="00661436">
          <w:rPr>
            <w:rStyle w:val="Hypertextovodkaz"/>
            <w:rFonts w:cs="Calibri"/>
          </w:rPr>
          <w:t>http://www.mdcr.cz/cs/Drazni_doprava/Seznam_pravnickych_osob/</w:t>
        </w:r>
      </w:hyperlink>
      <w:r w:rsidR="0035531B" w:rsidRPr="00661436">
        <w:t xml:space="preserve"> </w:t>
      </w:r>
    </w:p>
    <w:p w14:paraId="41E718E6" w14:textId="77777777" w:rsidR="0035531B" w:rsidRPr="00661436" w:rsidRDefault="0035531B" w:rsidP="00686462">
      <w:pPr>
        <w:pStyle w:val="Textbezslovn"/>
        <w:spacing w:after="0"/>
        <w:ind w:left="1077"/>
      </w:pPr>
      <w:r w:rsidRPr="00661436">
        <w:t>Doklady</w:t>
      </w:r>
      <w:r w:rsidR="00092CC9" w:rsidRPr="00661436">
        <w:t xml:space="preserve"> o </w:t>
      </w:r>
      <w:r w:rsidRPr="00661436">
        <w:t>splnění výše uvedených povinností dokládá vybraný dodavatel jako podmínku pro uzavření smlouvy.</w:t>
      </w:r>
    </w:p>
    <w:bookmarkEnd w:id="13"/>
    <w:p w14:paraId="566BE620" w14:textId="77777777" w:rsidR="00D27DA0" w:rsidRPr="00661436" w:rsidRDefault="00D27DA0" w:rsidP="00686462">
      <w:pPr>
        <w:pStyle w:val="Textbezslovn"/>
        <w:spacing w:after="0"/>
        <w:ind w:left="1077"/>
      </w:pPr>
    </w:p>
    <w:p w14:paraId="42C18D48" w14:textId="77777777" w:rsidR="0035531B" w:rsidRPr="00661436" w:rsidRDefault="0035531B" w:rsidP="0035531B">
      <w:pPr>
        <w:pStyle w:val="Text1-1"/>
        <w:rPr>
          <w:rStyle w:val="Tun9b"/>
        </w:rPr>
      </w:pPr>
      <w:r w:rsidRPr="00661436">
        <w:rPr>
          <w:rStyle w:val="Tun9b"/>
        </w:rPr>
        <w:t>Prokazování kvalifikace</w:t>
      </w:r>
      <w:r w:rsidR="00092CC9" w:rsidRPr="00661436">
        <w:rPr>
          <w:rStyle w:val="Tun9b"/>
        </w:rPr>
        <w:t xml:space="preserve"> v </w:t>
      </w:r>
      <w:r w:rsidRPr="00661436">
        <w:rPr>
          <w:rStyle w:val="Tun9b"/>
        </w:rPr>
        <w:t>případě společné účasti</w:t>
      </w:r>
      <w:r w:rsidR="00845C50" w:rsidRPr="00661436">
        <w:rPr>
          <w:rStyle w:val="Tun9b"/>
        </w:rPr>
        <w:t xml:space="preserve"> a </w:t>
      </w:r>
      <w:r w:rsidRPr="00661436">
        <w:rPr>
          <w:rStyle w:val="Tun9b"/>
        </w:rPr>
        <w:t>prostřednictvím jiných osob</w:t>
      </w:r>
    </w:p>
    <w:p w14:paraId="1655CB04" w14:textId="77777777" w:rsidR="008B70C7" w:rsidRDefault="008B70C7" w:rsidP="008B70C7">
      <w:pPr>
        <w:pStyle w:val="Textbezslovn"/>
      </w:pPr>
      <w:r w:rsidRPr="00661436">
        <w:t>V případě společné účasti dodavatelů prokazuje základní způsobilost a profesní způsobilost podle</w:t>
      </w:r>
      <w:r>
        <w:t xml:space="preserv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D33C1A2" w14:textId="43CAF1B2" w:rsidR="00F22680" w:rsidRDefault="00F22680"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DB6911">
        <w:t>To však neplatí, pokud smlouva nebo potvrzení o její existenci musí splňovat požadavky podle následující odrážky.</w:t>
      </w:r>
    </w:p>
    <w:p w14:paraId="1377BC3A" w14:textId="05EDE22A"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CF6066">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w:t>
      </w:r>
      <w:r w:rsidR="00CF6066">
        <w:rPr>
          <w:rStyle w:val="Tun9b"/>
        </w:rPr>
        <w:lastRenderedPageBreak/>
        <w:t xml:space="preserve">nejvýznamnějších </w:t>
      </w:r>
      <w:r w:rsidRPr="0006499F">
        <w:rPr>
          <w:rStyle w:val="Tun9b"/>
        </w:rPr>
        <w:t>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 xml:space="preserve">vyplývat závazek, že jiná osoba bude vykonávat </w:t>
      </w:r>
      <w:r w:rsidR="007D309E">
        <w:rPr>
          <w:b/>
          <w:color w:val="000000"/>
        </w:rPr>
        <w:t xml:space="preserve">služby </w:t>
      </w:r>
      <w:r w:rsidR="00B97EE0">
        <w:rPr>
          <w:b/>
          <w:color w:val="000000"/>
        </w:rPr>
        <w:t xml:space="preserve">či </w:t>
      </w:r>
      <w:r w:rsidR="00074F3B" w:rsidRPr="00E86BE3">
        <w:rPr>
          <w:b/>
          <w:color w:val="000000"/>
        </w:rPr>
        <w:t>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8A3217A"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196218204"/>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49F3BD00" w14:textId="0C90A459" w:rsidR="00C27078" w:rsidRPr="004C2489" w:rsidRDefault="0035531B" w:rsidP="00C27078">
      <w:pPr>
        <w:pStyle w:val="Odrka1-1"/>
      </w:pPr>
      <w:r>
        <w:t>Harmonogram postupu prací uvádějící grafické znázornění, pořadí</w:t>
      </w:r>
      <w:r w:rsidR="00845C50">
        <w:t xml:space="preserve"> a </w:t>
      </w:r>
      <w:r>
        <w:t xml:space="preserve">načasování hlavních činností, </w:t>
      </w:r>
      <w:r w:rsidR="00C27078" w:rsidRPr="004C2489">
        <w:t xml:space="preserve">tj. zpracování projektové dokumentace, její schválení, realizace PS a SO a dozor projektanta, kterými dodavatel zamýšlí realizovat předmět plnění této veřejné zakázky, včetně uvedení souhrnné částky předpokládaného finančního objemu za každý měsíc plnění.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w:t>
      </w:r>
      <w:r w:rsidR="00C27078">
        <w:t xml:space="preserve">. </w:t>
      </w:r>
      <w:r w:rsidR="00C27078" w:rsidRPr="004C2489">
        <w:t>Stavební postupy stanovené projektantem ve zjednodušené dokumentaci ve stadiu 2 mají pro uchazeče při zpracování harmonogramu pouze podpůrný charakter. Zhotovitel je povinen předložit Harmonogram postupu prací respektující předpokládaný termín zahájení a ukončení předmětu plnění stanovený v zadávacích podmínkách.</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AA257A">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B8254E"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263389"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E681033" w14:textId="77777777" w:rsidR="001D1E7A" w:rsidRPr="004C2489" w:rsidRDefault="001D1E7A" w:rsidP="001D1E7A">
      <w:pPr>
        <w:pStyle w:val="Odrka1-1"/>
      </w:pPr>
      <w:r w:rsidRPr="004C2489">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287E452D" w14:textId="77777777" w:rsidR="00FD4343" w:rsidRPr="00386CAD" w:rsidRDefault="00FD4343" w:rsidP="00FD4343">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0F3090FD" w14:textId="77777777" w:rsidR="00FD4343" w:rsidRPr="00C60D09" w:rsidRDefault="00FD4343" w:rsidP="00FD4343">
      <w:pPr>
        <w:pStyle w:val="Odrka1-3"/>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 vzoru smlouvy musí naprosto korespondovat s</w:t>
      </w:r>
      <w:r w:rsidRPr="00C60D09">
        <w:rPr>
          <w:lang w:eastAsia="cs-CZ"/>
        </w:rPr>
        <w:t xml:space="preserve"> hodnotou Ceny Díla ve smyslu této Výzvy vkládané do těla (čl. 3.3) závazného vzoru smlouvy. </w:t>
      </w:r>
    </w:p>
    <w:p w14:paraId="071283F0" w14:textId="3028C388"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44924DDA" w:rsidR="0035531B" w:rsidRDefault="00616090" w:rsidP="00616090">
      <w:pPr>
        <w:pStyle w:val="Odrka1-1"/>
      </w:pPr>
      <w:r w:rsidRPr="00616090">
        <w:t xml:space="preserve">V případě nabídky podávané </w:t>
      </w:r>
      <w:r w:rsidR="00096C97"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96218205"/>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96218206"/>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196218207"/>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1D1E7A">
        <w:rPr>
          <w:rFonts w:cs="Arial"/>
          <w:b/>
        </w:rPr>
        <w:t>Nabídky lze podat v termínu, který je uveden na profilu zadavatele:</w:t>
      </w:r>
      <w:r w:rsidRPr="001D1E7A">
        <w:rPr>
          <w:rFonts w:cs="Arial"/>
        </w:rPr>
        <w:t xml:space="preserve"> </w:t>
      </w:r>
      <w:hyperlink r:id="rId21" w:history="1">
        <w:r w:rsidRPr="001D1E7A">
          <w:rPr>
            <w:rStyle w:val="Hypertextovodkaz"/>
            <w:rFonts w:cs="Arial"/>
            <w:b/>
            <w:bCs/>
            <w:lang w:eastAsia="cs-CZ"/>
          </w:rPr>
          <w:t>https://zakazky.spravazeleznic.cz/</w:t>
        </w:r>
      </w:hyperlink>
      <w:r w:rsidRPr="001D1E7A">
        <w:rPr>
          <w:rFonts w:cs="Arial"/>
          <w:b/>
        </w:rPr>
        <w:t>.</w:t>
      </w:r>
    </w:p>
    <w:p w14:paraId="55A772DB" w14:textId="77777777" w:rsidR="00F024AB" w:rsidRPr="004023D5" w:rsidRDefault="00F024AB" w:rsidP="00AB5AE0">
      <w:pPr>
        <w:pStyle w:val="Textbezslovn"/>
        <w:spacing w:after="0" w:line="240" w:lineRule="auto"/>
        <w:rPr>
          <w:color w:val="FF0000"/>
        </w:rPr>
      </w:pPr>
    </w:p>
    <w:p w14:paraId="76B9BD6D" w14:textId="77777777" w:rsidR="001D1E7A" w:rsidRPr="004C2489" w:rsidRDefault="001D1E7A" w:rsidP="001D1E7A">
      <w:pPr>
        <w:pStyle w:val="Text1-1"/>
      </w:pPr>
      <w:r w:rsidRPr="004C2489">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4C2489">
          <w:rPr>
            <w:rStyle w:val="Hypertextovodkaz"/>
          </w:rPr>
          <w:t>https://zakazky.spravazeleznic.cz/manual.html</w:t>
        </w:r>
      </w:hyperlink>
      <w:r w:rsidRPr="004C2489">
        <w:t xml:space="preserve">. Nabídka nemusí být opatřena elektronickým podpisem osoby oprávněné jednat za dodavatele. Uznávaný elektronický podpis založený na kvalifikovaném certifikátu je vyžadován pouze při registraci dodavatele do elektronického nástroje zadavatele. Podáním nabídky dodavatel se stanovenou formou komunikace a doručování souhlasí a zavazuje se poskytnout </w:t>
      </w:r>
      <w:r w:rsidRPr="004C2489">
        <w:lastRenderedPageBreak/>
        <w:t xml:space="preserve">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w:t>
      </w:r>
      <w:proofErr w:type="spellStart"/>
      <w:r w:rsidRPr="004C2489">
        <w:t>vyhl</w:t>
      </w:r>
      <w:proofErr w:type="spellEnd"/>
      <w:r w:rsidRPr="004C2489">
        <w:t xml:space="preserve">. č. 345/2023 Sb., ve znění pozdějších předpisů) nebo více souborů zkomprimovaných ve formátu zip, </w:t>
      </w:r>
      <w:proofErr w:type="spellStart"/>
      <w:r w:rsidRPr="004C2489">
        <w:t>rar</w:t>
      </w:r>
      <w:proofErr w:type="spellEnd"/>
      <w:r w:rsidRPr="004C2489">
        <w:t xml:space="preserve">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47F13A58"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677A37">
        <w:t xml:space="preserve">4, </w:t>
      </w:r>
      <w:r>
        <w:t>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809B83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1D1E7A">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Pr="00661436" w:rsidRDefault="00695DAA" w:rsidP="00695DAA">
      <w:pPr>
        <w:pStyle w:val="Odrka1-1"/>
      </w:pPr>
      <w:r>
        <w:t xml:space="preserve">Informace o tom, zda budou na staveništi působit zaměstnanci více než jednoho </w:t>
      </w:r>
      <w:r w:rsidRPr="00661436">
        <w:t>zhotovitele ve formě formuláře obsaženého v Příloze č. 8 této Výzvy.</w:t>
      </w:r>
    </w:p>
    <w:p w14:paraId="605C9BA2" w14:textId="77777777" w:rsidR="00695DAA" w:rsidRPr="00661436" w:rsidRDefault="00695DAA" w:rsidP="00695DAA">
      <w:pPr>
        <w:pStyle w:val="Odrka1-1"/>
      </w:pPr>
      <w:r w:rsidRPr="00661436">
        <w:t>Harmonogram postupu prací zpracovaný podle požadavků zadavatele stanovených v článku 9.1 této Výzvy.</w:t>
      </w:r>
    </w:p>
    <w:p w14:paraId="18BD850D" w14:textId="718F77B5" w:rsidR="00071EF2" w:rsidRDefault="00071EF2" w:rsidP="00695DAA">
      <w:pPr>
        <w:pStyle w:val="Odrka1-1"/>
      </w:pPr>
      <w:r w:rsidRPr="00661436">
        <w:rPr>
          <w:lang w:eastAsia="cs-CZ"/>
        </w:rPr>
        <w:t xml:space="preserve">Čestné prohlášení o splnění podmínek v souvislosti </w:t>
      </w:r>
      <w:r w:rsidR="00BF6B67" w:rsidRPr="00661436">
        <w:rPr>
          <w:lang w:eastAsia="cs-CZ"/>
        </w:rPr>
        <w:t>s mezinárodními sankcemi</w:t>
      </w:r>
      <w:r w:rsidR="00BF6B67" w:rsidRPr="00661436">
        <w:t xml:space="preserve"> </w:t>
      </w:r>
      <w:r w:rsidRPr="00661436">
        <w:t>zpracované ve formě formuláře obsaženého v příloze č. 10 této Výzvy</w:t>
      </w:r>
      <w:r>
        <w:t>.</w:t>
      </w:r>
    </w:p>
    <w:p w14:paraId="2BA1B043" w14:textId="2E694D0C" w:rsidR="00695DAA" w:rsidRDefault="00695DAA" w:rsidP="00695DAA">
      <w:pPr>
        <w:pStyle w:val="Odrka1-1"/>
      </w:pPr>
      <w:r>
        <w:t>Další dokumenty, dle uvážení dodavatele, na které nebyl prostor v předcházejících částech nabídky.</w:t>
      </w:r>
    </w:p>
    <w:p w14:paraId="65793ACB" w14:textId="77777777" w:rsidR="001D1E7A" w:rsidRPr="004C2489" w:rsidRDefault="001D1E7A" w:rsidP="001D1E7A">
      <w:pPr>
        <w:pStyle w:val="Odrka1-1"/>
      </w:pPr>
      <w:r w:rsidRPr="004C2489">
        <w:t>Oceněné Požadavky na výkon nebo funkci, včetně Rekapitulace ceny, jež jsou obsaženy v Dílu 4 zadávací dokumentace.</w:t>
      </w:r>
    </w:p>
    <w:p w14:paraId="44A1EE1D" w14:textId="08213B8D" w:rsidR="0035531B" w:rsidRDefault="00695DAA" w:rsidP="00695DAA">
      <w:pPr>
        <w:pStyle w:val="Text1-1"/>
      </w:pPr>
      <w:r w:rsidRPr="00695DAA">
        <w:t xml:space="preserve">Nabídky podané po uplynutí lhůty pro podání nabídky nebo podané </w:t>
      </w:r>
      <w:r w:rsidR="00096C97" w:rsidRPr="00695DAA">
        <w:t>jiným</w:t>
      </w:r>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w:t>
      </w:r>
      <w:r w:rsidRPr="00695DAA">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96218208"/>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A09B377" w14:textId="77777777" w:rsidR="001D1E7A" w:rsidRPr="00C60F09" w:rsidRDefault="001D1E7A" w:rsidP="001D1E7A">
      <w:pPr>
        <w:pStyle w:val="Text1-1"/>
      </w:pPr>
      <w:r w:rsidRPr="004C2489">
        <w:t xml:space="preserve">Dodavatelé ocení všechny položky požadavků na výkon nebo funkci (není-li v zadávacích podmínkách stanoveno jinak) uvedené v Dílu 4 s názvem Požadavky na výkon nebo funkci s přihlédnutím k technickým specifikacím jednotlivých položek, včetně Rekapitulace ceny. </w:t>
      </w:r>
      <w:r w:rsidRPr="004C2489">
        <w:rPr>
          <w:b/>
        </w:rPr>
        <w:t xml:space="preserve">V případě, že dodavatel některou z položek uvedených v Požadavcích na výkon nebo funkci, </w:t>
      </w:r>
      <w:r w:rsidRPr="004C2489">
        <w:rPr>
          <w:rStyle w:val="Tun9b"/>
        </w:rPr>
        <w:t>jež mají být oceněny,</w:t>
      </w:r>
      <w:r w:rsidRPr="004C2489">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rsidRPr="004C2489">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w:t>
      </w:r>
      <w:r w:rsidRPr="00C60F09">
        <w:t xml:space="preserve">na výkon nebo funkci se uvedou bez DPH. Jednotlivé oceněné položky v Požadavcích na výkon nebo funkci se uvádějí v Kč se zaokrouhlením na 2 desetinná místa. </w:t>
      </w:r>
    </w:p>
    <w:p w14:paraId="5BFF85A4" w14:textId="708C2419" w:rsidR="0035531B" w:rsidRDefault="004C086E" w:rsidP="004C086E">
      <w:pPr>
        <w:pStyle w:val="Text1-1"/>
      </w:pPr>
      <w:r w:rsidRPr="004C086E">
        <w:t>Nabídková cena bude v návrhu Smlouvy o dílo uvedena v Kč bez DPH</w:t>
      </w:r>
      <w:r w:rsidR="001D1E7A">
        <w:t xml:space="preserve">, a to jako </w:t>
      </w:r>
      <w:r w:rsidR="001D1E7A" w:rsidRPr="00C60F09">
        <w:t xml:space="preserve">součet ceny za zpracování projektové dokumentace bez DPH, ceny za výkon dozoru projektanta bez DPH a ceny za zhotovení stavby bez DPH. </w:t>
      </w:r>
      <w:r w:rsidR="001D1E7A" w:rsidRPr="004C086E">
        <w:t xml:space="preserve">Nabídková cena bude zaokrouhlená na dvě desetinná místa. </w:t>
      </w:r>
      <w:r w:rsidRPr="008645EE">
        <w:t xml:space="preserve">V případě rozporu mezi nabídkovou cenou uvedenou v návrhu </w:t>
      </w:r>
      <w:r w:rsidRPr="008645EE">
        <w:lastRenderedPageBreak/>
        <w:t>Smlouvy o dílo a nabídkovou cenou uvedenou v</w:t>
      </w:r>
      <w:r w:rsidR="001D1E7A">
        <w:t xml:space="preserve"> Rekapitulaci ceny </w:t>
      </w:r>
      <w:r w:rsidRPr="008645EE">
        <w:t>bude mít přednost nabídková cena uvedená v návrhu Smlouvy o dílo</w:t>
      </w:r>
      <w:r w:rsidR="0035531B" w:rsidRPr="008645EE">
        <w:t>.</w:t>
      </w:r>
      <w:r w:rsidR="00D302E5" w:rsidRPr="008645EE">
        <w:t xml:space="preserve"> </w:t>
      </w:r>
    </w:p>
    <w:p w14:paraId="5D41F7D3" w14:textId="3419D086" w:rsidR="0035531B" w:rsidRDefault="0035531B" w:rsidP="004C086E">
      <w:pPr>
        <w:pStyle w:val="Nadpis1-1"/>
      </w:pPr>
      <w:bookmarkStart w:id="19" w:name="_Toc196218209"/>
      <w:r>
        <w:t>VARIANTY NABÍDKY</w:t>
      </w:r>
      <w:bookmarkEnd w:id="19"/>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20" w:name="_Toc196218210"/>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96218211"/>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196218212"/>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3" w:name="_Toc196218213"/>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97493B0" w:rsidR="0035531B" w:rsidRDefault="007B3D4D" w:rsidP="007B3D4D">
      <w:pPr>
        <w:pStyle w:val="Text1-1"/>
      </w:pPr>
      <w:r w:rsidRPr="00930B76">
        <w:t>Pokud bude nabídka vybraného dodavatele obsahovat nabídkovou cenu,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4" w:name="_Toc196218214"/>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C917D98"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755BB6">
        <w:t xml:space="preserve">uvedené v článku 19.3, resp. v článku 19.4 </w:t>
      </w:r>
      <w:r w:rsidR="005909AC" w:rsidRPr="00755BB6">
        <w:t xml:space="preserve">až </w:t>
      </w:r>
      <w:r w:rsidR="007A2277" w:rsidRPr="00755BB6">
        <w:t>19.9</w:t>
      </w:r>
      <w:r w:rsidR="005909AC" w:rsidRPr="00755BB6">
        <w:t xml:space="preserve"> </w:t>
      </w:r>
      <w:r w:rsidRPr="00755BB6">
        <w:t>Výzvy</w:t>
      </w:r>
      <w:r w:rsidR="002952C6" w:rsidRPr="00755BB6">
        <w:t>, dopadají-li na vybraného dodavatele.</w:t>
      </w:r>
      <w:r w:rsidRPr="00755BB6">
        <w:t xml:space="preserve"> Zadavatel vyzve vybraného dodavatele k poskytnutí</w:t>
      </w:r>
      <w:r w:rsidRPr="007B3D4D">
        <w:t xml:space="preserve">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5FBC89C8" w:rsidR="0035531B" w:rsidRDefault="00C759F1" w:rsidP="00C90A1F">
      <w:pPr>
        <w:pStyle w:val="Odrka1-1"/>
      </w:pPr>
      <w:r w:rsidRPr="00C759F1">
        <w:lastRenderedPageBreak/>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5871BFEA"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7F1E2802" w14:textId="52AE035A" w:rsidR="00062677" w:rsidRPr="004C2489" w:rsidRDefault="0035531B" w:rsidP="00062677">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w:t>
      </w:r>
      <w:r w:rsidRPr="00661436">
        <w:t>pozdějších předpisů,</w:t>
      </w:r>
      <w:r w:rsidR="00845C50" w:rsidRPr="00661436">
        <w:t xml:space="preserve"> a </w:t>
      </w:r>
      <w:r w:rsidRPr="00661436">
        <w:t>to elektrických</w:t>
      </w:r>
      <w:r w:rsidR="00661436">
        <w:t xml:space="preserve"> </w:t>
      </w:r>
      <w:r w:rsidRPr="00661436">
        <w:t>UTZ železničních drah</w:t>
      </w:r>
      <w:r w:rsidR="00092CC9" w:rsidRPr="00661436">
        <w:t xml:space="preserve"> v </w:t>
      </w:r>
      <w:r w:rsidRPr="00661436">
        <w:t xml:space="preserve">rozsahu: </w:t>
      </w:r>
      <w:r w:rsidR="00062677" w:rsidRPr="00661436">
        <w:t>silnoproudá zařízení drážní zabezpečovací, sdělovací, požární, signalizační</w:t>
      </w:r>
      <w:r w:rsidR="00062677" w:rsidRPr="004C2489">
        <w:t xml:space="preserve"> a výpočetní techniky. </w:t>
      </w:r>
    </w:p>
    <w:p w14:paraId="3AFCC3DA" w14:textId="42F1BE73" w:rsidR="0035531B" w:rsidRDefault="0035531B" w:rsidP="009F199B">
      <w:pPr>
        <w:pStyle w:val="Odrka1-1"/>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54C1991" w:rsidR="00FE7D46" w:rsidRPr="00C55DD7"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C55DD7">
        <w:t>požadované dle čl. 8.10 Výzvy ve vztahu k této jiné osobě.</w:t>
      </w:r>
    </w:p>
    <w:p w14:paraId="1350EBB6" w14:textId="77777777" w:rsidR="0035531B" w:rsidRDefault="0035531B" w:rsidP="00B77C6D">
      <w:pPr>
        <w:pStyle w:val="Nadpis1-1"/>
      </w:pPr>
      <w:bookmarkStart w:id="26" w:name="_Toc196218215"/>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96218216"/>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5D617B8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55DD7">
        <w:t xml:space="preserve">článku </w:t>
      </w:r>
      <w:r w:rsidR="00F565D9">
        <w:t>4.7</w:t>
      </w:r>
      <w:r w:rsidRPr="00C55DD7">
        <w:t xml:space="preserve"> závazného</w:t>
      </w:r>
      <w:r>
        <w:t xml:space="preserve"> vzoru smlouvy, který je dílem 2 zadávací dokumentace.</w:t>
      </w:r>
    </w:p>
    <w:p w14:paraId="1AD277E7" w14:textId="5D6329A1" w:rsidR="00261024" w:rsidRDefault="00261024" w:rsidP="009D0F0A">
      <w:pPr>
        <w:pStyle w:val="Nadpis1-1"/>
        <w:jc w:val="both"/>
      </w:pPr>
      <w:bookmarkStart w:id="29" w:name="_Toc106284728"/>
      <w:bookmarkStart w:id="30" w:name="_Toc103932243"/>
      <w:bookmarkStart w:id="31" w:name="_Toc103683200"/>
      <w:bookmarkStart w:id="32" w:name="_Toc102380477"/>
      <w:bookmarkStart w:id="33" w:name="_Toc106631155"/>
      <w:bookmarkStart w:id="34" w:name="_Toc196218217"/>
      <w:r>
        <w:t xml:space="preserve">Další zadávací podmínky v návaznosti na </w:t>
      </w:r>
      <w:r w:rsidR="000D0AE7">
        <w:t xml:space="preserve">MEZINÁRODNÍ </w:t>
      </w:r>
      <w:r>
        <w:t>sankce</w:t>
      </w:r>
      <w:r w:rsidR="004D6AEB">
        <w:t>, zákaz zadání veřejné zakázky</w:t>
      </w:r>
      <w:bookmarkEnd w:id="34"/>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96218218"/>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2ADC50DF" w:rsidR="0035531B" w:rsidRDefault="0035531B" w:rsidP="00564DDD">
      <w:pPr>
        <w:pStyle w:val="Textbezslovn"/>
        <w:tabs>
          <w:tab w:val="left" w:pos="2127"/>
        </w:tabs>
        <w:spacing w:after="0"/>
        <w:ind w:left="2127" w:hanging="1390"/>
      </w:pPr>
      <w:r>
        <w:t>Příloha č. 4</w:t>
      </w:r>
      <w:r>
        <w:tab/>
        <w:t xml:space="preserve">Seznam </w:t>
      </w:r>
      <w:r w:rsidR="00B36EAC">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C55DD7" w:rsidRDefault="0035531B" w:rsidP="00564DDD">
      <w:pPr>
        <w:pStyle w:val="Textbezslovn"/>
        <w:spacing w:after="0"/>
      </w:pPr>
      <w:r w:rsidRPr="00C55DD7">
        <w:t>V</w:t>
      </w:r>
      <w:r w:rsidR="00B36181" w:rsidRPr="00C55DD7">
        <w:t> </w:t>
      </w:r>
      <w:r w:rsidRPr="00C55DD7">
        <w:t xml:space="preserve">Praze </w:t>
      </w:r>
    </w:p>
    <w:p w14:paraId="26A13A79" w14:textId="77777777" w:rsidR="0035531B" w:rsidRPr="00C55DD7" w:rsidRDefault="0035531B" w:rsidP="00564DDD">
      <w:pPr>
        <w:pStyle w:val="Textbezslovn"/>
        <w:spacing w:after="0"/>
      </w:pPr>
    </w:p>
    <w:p w14:paraId="124D0D46" w14:textId="3FBF5479" w:rsidR="0035531B" w:rsidRPr="00C55DD7" w:rsidRDefault="0035531B" w:rsidP="00564DDD">
      <w:pPr>
        <w:pStyle w:val="Textbezslovn"/>
        <w:spacing w:after="0"/>
      </w:pPr>
    </w:p>
    <w:p w14:paraId="2A18705D" w14:textId="5B878A18" w:rsidR="00B35448" w:rsidRPr="00C55DD7" w:rsidRDefault="00B35448" w:rsidP="00564DDD">
      <w:pPr>
        <w:pStyle w:val="Textbezslovn"/>
        <w:spacing w:after="0"/>
      </w:pPr>
    </w:p>
    <w:p w14:paraId="3102FDB0" w14:textId="77777777" w:rsidR="0035531B" w:rsidRPr="00C55DD7" w:rsidRDefault="0035531B" w:rsidP="00564DDD">
      <w:pPr>
        <w:pStyle w:val="Textbezslovn"/>
        <w:spacing w:after="0"/>
      </w:pPr>
    </w:p>
    <w:p w14:paraId="5ACB18CF" w14:textId="77777777" w:rsidR="0035531B" w:rsidRPr="00C55DD7" w:rsidRDefault="0035531B" w:rsidP="00564DDD">
      <w:pPr>
        <w:pStyle w:val="Textbezslovn"/>
        <w:spacing w:after="0"/>
      </w:pPr>
      <w:r w:rsidRPr="00C55DD7">
        <w:t>…………………………………………….</w:t>
      </w:r>
    </w:p>
    <w:p w14:paraId="3C83AF2A" w14:textId="77777777" w:rsidR="0035531B" w:rsidRPr="00C55DD7" w:rsidRDefault="0035531B" w:rsidP="00564DDD">
      <w:pPr>
        <w:pStyle w:val="Textbezslovn"/>
        <w:spacing w:after="0"/>
      </w:pPr>
      <w:r w:rsidRPr="00C55DD7">
        <w:t>Ing. Mojmír Nejezchleb</w:t>
      </w:r>
    </w:p>
    <w:p w14:paraId="22E3C2AA" w14:textId="77777777" w:rsidR="0035531B" w:rsidRPr="00C55DD7" w:rsidRDefault="0035531B" w:rsidP="00564DDD">
      <w:pPr>
        <w:pStyle w:val="Textbezslovn"/>
        <w:spacing w:after="0"/>
      </w:pPr>
      <w:r w:rsidRPr="00C55DD7">
        <w:t>náměstek generálního ředitele pro modernizaci dráhy</w:t>
      </w:r>
    </w:p>
    <w:p w14:paraId="16AFB686" w14:textId="77777777" w:rsidR="00564DDD" w:rsidRDefault="0035531B" w:rsidP="00B36181">
      <w:pPr>
        <w:pStyle w:val="Textbezslovn"/>
        <w:spacing w:after="0"/>
      </w:pPr>
      <w:r w:rsidRPr="00C55DD7">
        <w:t>Správa železni</w:t>
      </w:r>
      <w:r w:rsidR="00B277ED" w:rsidRPr="00C55DD7">
        <w:t>c</w:t>
      </w:r>
      <w:r w:rsidRPr="00C55DD7">
        <w:t>,</w:t>
      </w:r>
      <w:r w:rsidR="00B277ED" w:rsidRPr="00C55DD7">
        <w:t xml:space="preserve"> </w:t>
      </w:r>
      <w:r w:rsidRPr="00C55DD7">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8B3A1D4" w:rsidR="008C65E0" w:rsidRDefault="006A6AF2" w:rsidP="006A6AF2">
      <w:pPr>
        <w:pStyle w:val="Textbezslovn"/>
        <w:ind w:left="0"/>
      </w:pPr>
      <w:r w:rsidRPr="006A6AF2">
        <w:t xml:space="preserve">Řádně jsme se seznámili se zněním zadávacích podmínek veřejné zakázky s </w:t>
      </w:r>
      <w:r w:rsidRPr="00C55DD7">
        <w:t xml:space="preserve">názvem </w:t>
      </w:r>
      <w:r w:rsidR="00C55DD7" w:rsidRPr="00C55DD7">
        <w:rPr>
          <w:b/>
          <w:bCs/>
        </w:rPr>
        <w:t>„</w:t>
      </w:r>
      <w:r w:rsidRPr="00C55DD7">
        <w:rPr>
          <w:b/>
        </w:rPr>
        <w:t>D</w:t>
      </w:r>
      <w:r w:rsidR="00C55DD7" w:rsidRPr="00C55DD7">
        <w:rPr>
          <w:b/>
        </w:rPr>
        <w:t>oplnění páteřní přenosové sítě GSM-R“</w:t>
      </w:r>
      <w:r w:rsidRPr="00C55DD7">
        <w:t xml:space="preserve"> a podáním této nabídky akceptujeme vzorovou Smlouvu o dílo a všechny obchodní, technické a další smluvní podmínky uvedené v zadávací dokumentaci</w:t>
      </w:r>
      <w:r w:rsidRPr="006A6AF2">
        <w:t xml:space="preserve">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0E302702" w:rsidR="0035531B" w:rsidRDefault="00B755A3"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1B5D1A2F" w14:textId="77777777" w:rsidR="00C55DD7" w:rsidRPr="00AD792A" w:rsidRDefault="00C55DD7" w:rsidP="00C55DD7">
      <w:pPr>
        <w:pStyle w:val="Nadpisbezsl1-2"/>
      </w:pPr>
      <w:r w:rsidRPr="00AD792A">
        <w:t xml:space="preserve">Seznam </w:t>
      </w:r>
      <w:r w:rsidRPr="00F265BD">
        <w:t xml:space="preserve">významných služeb </w:t>
      </w:r>
      <w:r>
        <w:t xml:space="preserve">a </w:t>
      </w:r>
      <w:r w:rsidRPr="00AD792A">
        <w:t>stavebních prací</w:t>
      </w:r>
    </w:p>
    <w:p w14:paraId="5DC24454" w14:textId="77777777" w:rsidR="00C55DD7" w:rsidRDefault="00C55DD7" w:rsidP="00C55DD7">
      <w:pPr>
        <w:pStyle w:val="Textbezslovn"/>
        <w:ind w:left="0"/>
      </w:pPr>
    </w:p>
    <w:p w14:paraId="00C440C2" w14:textId="77777777" w:rsidR="00C55DD7" w:rsidRDefault="00C55DD7" w:rsidP="00C55DD7">
      <w:pPr>
        <w:pStyle w:val="Textbezslovn"/>
        <w:ind w:left="0"/>
        <w:rPr>
          <w:b/>
        </w:rPr>
      </w:pPr>
      <w:r w:rsidRPr="00F265BD">
        <w:rPr>
          <w:b/>
        </w:rPr>
        <w:t>Seznam významných služeb</w:t>
      </w:r>
    </w:p>
    <w:p w14:paraId="03F4F7B8" w14:textId="77777777" w:rsidR="00C55DD7" w:rsidRPr="00F265BD" w:rsidRDefault="00C55DD7" w:rsidP="00C55DD7">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C55DD7" w:rsidRPr="00AD792A" w14:paraId="53510B6D" w14:textId="77777777" w:rsidTr="00CC2B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D00BE2" w14:textId="77777777" w:rsidR="00C55DD7" w:rsidRPr="00AD792A" w:rsidRDefault="00C55DD7" w:rsidP="00CC2B01">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3364D1B9" w14:textId="77777777" w:rsidR="00C55DD7" w:rsidRPr="00AD792A" w:rsidRDefault="00C55DD7" w:rsidP="00CC2B0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3DCE8105" w14:textId="77777777" w:rsidR="00C55DD7" w:rsidRPr="00AD792A" w:rsidRDefault="00C55DD7" w:rsidP="00CC2B0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36387C5A" w14:textId="77777777" w:rsidR="00C55DD7" w:rsidRDefault="00C55DD7" w:rsidP="00CC2B0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Pr>
                <w:b/>
              </w:rPr>
              <w:t>den/</w:t>
            </w:r>
            <w:r w:rsidRPr="00AD792A">
              <w:rPr>
                <w:b/>
              </w:rPr>
              <w:t>měsíc/rok)</w:t>
            </w:r>
          </w:p>
          <w:p w14:paraId="300752E0" w14:textId="77777777" w:rsidR="00C55DD7" w:rsidRPr="00AD792A" w:rsidRDefault="00C55DD7" w:rsidP="00CC2B0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24032E79" w14:textId="77777777" w:rsidR="00C55DD7" w:rsidRPr="00AD792A" w:rsidRDefault="00C55DD7" w:rsidP="00CC2B0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291A9C4B" w14:textId="77777777" w:rsidR="00C55DD7" w:rsidRPr="002775CC" w:rsidRDefault="00C55DD7" w:rsidP="00CC2B01">
            <w:pPr>
              <w:jc w:val="center"/>
              <w:cnfStyle w:val="100000000000" w:firstRow="1" w:lastRow="0" w:firstColumn="0" w:lastColumn="0" w:oddVBand="0" w:evenVBand="0" w:oddHBand="0" w:evenHBand="0" w:firstRowFirstColumn="0" w:firstRowLastColumn="0" w:lastRowFirstColumn="0" w:lastRowLastColumn="0"/>
              <w:rPr>
                <w:b/>
              </w:rPr>
            </w:pPr>
            <w:r>
              <w:rPr>
                <w:b/>
              </w:rPr>
              <w:t>Hodnota služeb</w:t>
            </w:r>
            <w:r w:rsidRPr="00FF1BC8">
              <w:rPr>
                <w:b/>
              </w:rPr>
              <w:t xml:space="preserve"> požadovaných v čl. 8.</w:t>
            </w:r>
            <w:r>
              <w:rPr>
                <w:b/>
              </w:rPr>
              <w:t>5 Pokynů</w:t>
            </w:r>
            <w:r w:rsidRPr="00AD792A">
              <w:rPr>
                <w:b/>
              </w:rPr>
              <w:t>, kter</w:t>
            </w:r>
            <w:r>
              <w:rPr>
                <w:b/>
              </w:rPr>
              <w:t>é</w:t>
            </w:r>
            <w:r w:rsidRPr="00AD792A">
              <w:rPr>
                <w:b/>
              </w:rPr>
              <w:t xml:space="preserve"> dodavatel poskytl** za </w:t>
            </w:r>
            <w:r w:rsidRPr="002775CC">
              <w:rPr>
                <w:b/>
              </w:rPr>
              <w:t>posledních 5 let v Kč*** bez DPH</w:t>
            </w:r>
          </w:p>
          <w:p w14:paraId="7CEAB5E5" w14:textId="77777777" w:rsidR="00C55DD7" w:rsidRPr="00AD792A" w:rsidRDefault="00C55DD7" w:rsidP="00CC2B0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775CC">
              <w:rPr>
                <w:b/>
              </w:rPr>
              <w:t>(cena bez dozoru</w:t>
            </w:r>
            <w:r>
              <w:rPr>
                <w:b/>
              </w:rPr>
              <w:t xml:space="preserve"> projektanta)</w:t>
            </w:r>
          </w:p>
        </w:tc>
      </w:tr>
      <w:tr w:rsidR="00C55DD7" w:rsidRPr="00454716" w14:paraId="453B894D" w14:textId="77777777" w:rsidTr="00CC2B01">
        <w:tc>
          <w:tcPr>
            <w:cnfStyle w:val="001000000000" w:firstRow="0" w:lastRow="0" w:firstColumn="1" w:lastColumn="0" w:oddVBand="0" w:evenVBand="0" w:oddHBand="0" w:evenHBand="0" w:firstRowFirstColumn="0" w:firstRowLastColumn="0" w:lastRowFirstColumn="0" w:lastRowLastColumn="0"/>
            <w:tcW w:w="1267" w:type="dxa"/>
          </w:tcPr>
          <w:p w14:paraId="67302A8A" w14:textId="77777777" w:rsidR="00C55DD7" w:rsidRPr="00454716" w:rsidRDefault="00C55DD7" w:rsidP="00CC2B01">
            <w:pPr>
              <w:rPr>
                <w:sz w:val="16"/>
                <w:szCs w:val="16"/>
                <w:highlight w:val="yellow"/>
              </w:rPr>
            </w:pPr>
            <w:r w:rsidRPr="00454716">
              <w:rPr>
                <w:sz w:val="16"/>
                <w:szCs w:val="16"/>
                <w:highlight w:val="yellow"/>
              </w:rPr>
              <w:t>[DOPLNÍ DODAVATEL]</w:t>
            </w:r>
          </w:p>
        </w:tc>
        <w:tc>
          <w:tcPr>
            <w:tcW w:w="1506" w:type="dxa"/>
          </w:tcPr>
          <w:p w14:paraId="3DDCD716"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C34307F"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935593E"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EAD88F2"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26B9B8F"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55DD7" w:rsidRPr="00454716" w14:paraId="63564BD1" w14:textId="77777777" w:rsidTr="00CC2B01">
        <w:tc>
          <w:tcPr>
            <w:cnfStyle w:val="001000000000" w:firstRow="0" w:lastRow="0" w:firstColumn="1" w:lastColumn="0" w:oddVBand="0" w:evenVBand="0" w:oddHBand="0" w:evenHBand="0" w:firstRowFirstColumn="0" w:firstRowLastColumn="0" w:lastRowFirstColumn="0" w:lastRowLastColumn="0"/>
            <w:tcW w:w="1267" w:type="dxa"/>
          </w:tcPr>
          <w:p w14:paraId="180F2C56" w14:textId="77777777" w:rsidR="00C55DD7" w:rsidRPr="00454716" w:rsidRDefault="00C55DD7" w:rsidP="00CC2B01">
            <w:pPr>
              <w:rPr>
                <w:sz w:val="16"/>
                <w:szCs w:val="16"/>
                <w:highlight w:val="yellow"/>
              </w:rPr>
            </w:pPr>
            <w:r w:rsidRPr="00454716">
              <w:rPr>
                <w:sz w:val="16"/>
                <w:szCs w:val="16"/>
                <w:highlight w:val="yellow"/>
              </w:rPr>
              <w:t>[DOPLNÍ DODAVATEL]</w:t>
            </w:r>
          </w:p>
        </w:tc>
        <w:tc>
          <w:tcPr>
            <w:tcW w:w="1506" w:type="dxa"/>
          </w:tcPr>
          <w:p w14:paraId="19249F29"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CFA990D"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CE4132"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A7DADB"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D83C62C"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55DD7" w:rsidRPr="00454716" w14:paraId="4D02534E" w14:textId="77777777" w:rsidTr="00CC2B01">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A775DC" w14:textId="77777777" w:rsidR="00C55DD7" w:rsidRPr="00454716" w:rsidRDefault="00C55DD7" w:rsidP="00CC2B0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3611FBC"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0B4C96"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C85DAF1"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62D1378"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50E8DE"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55DD7" w:rsidRPr="00454716" w14:paraId="233713B7" w14:textId="77777777" w:rsidTr="00CC2B01">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42BC30" w14:textId="77777777" w:rsidR="00C55DD7" w:rsidRPr="00454716" w:rsidRDefault="00C55DD7" w:rsidP="00CC2B0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43A6A02"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001B035"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BD1C729"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9D22491"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DD1C31D"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55DD7" w:rsidRPr="00454716" w14:paraId="2C7623CA" w14:textId="77777777" w:rsidTr="00CC2B01">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2FC27C7" w14:textId="77777777" w:rsidR="00C55DD7" w:rsidRPr="00454716" w:rsidRDefault="00C55DD7" w:rsidP="00CC2B0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6E8EBE07" w14:textId="77777777" w:rsidR="00C55DD7" w:rsidRPr="00454716"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1D1058" w14:textId="77777777" w:rsidR="00C55DD7" w:rsidRPr="00AD792A"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708FF45" w14:textId="77777777" w:rsidR="00C55DD7" w:rsidRPr="00AD792A"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F35EB49" w14:textId="77777777" w:rsidR="00C55DD7" w:rsidRPr="00AD792A"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429014AE" w14:textId="77777777" w:rsidR="00C55DD7" w:rsidRPr="00AD792A" w:rsidRDefault="00C55DD7" w:rsidP="00CC2B0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C55DD7" w:rsidRPr="00454716" w14:paraId="2E6EA716" w14:textId="77777777" w:rsidTr="00CC2B0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47C849" w14:textId="77777777" w:rsidR="00C55DD7" w:rsidRPr="00454716" w:rsidRDefault="00C55DD7" w:rsidP="00CC2B0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1BDB7270" w14:textId="77777777" w:rsidR="00C55DD7" w:rsidRPr="00454716" w:rsidRDefault="00C55DD7" w:rsidP="00CC2B0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CC1E4F7" w14:textId="77777777" w:rsidR="00C55DD7" w:rsidRPr="00AD792A" w:rsidRDefault="00C55DD7" w:rsidP="00CC2B0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579AD00" w14:textId="77777777" w:rsidR="00C55DD7" w:rsidRPr="00AD792A" w:rsidRDefault="00C55DD7" w:rsidP="00CC2B0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7EEA799" w14:textId="77777777" w:rsidR="00C55DD7" w:rsidRPr="00AD792A" w:rsidRDefault="00C55DD7" w:rsidP="00CC2B0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9A0872D" w14:textId="77777777" w:rsidR="00C55DD7" w:rsidRPr="00AD792A" w:rsidRDefault="00C55DD7" w:rsidP="00CC2B0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EC1C986" w14:textId="77777777" w:rsidR="00C55DD7" w:rsidRDefault="00C55DD7" w:rsidP="00FE4333">
      <w:pPr>
        <w:pStyle w:val="Nadpisbezsl1-2"/>
      </w:pPr>
    </w:p>
    <w:p w14:paraId="31FA9659" w14:textId="6B1DBBFD" w:rsidR="0035531B" w:rsidRPr="00C55DD7" w:rsidRDefault="0035531B" w:rsidP="00FE4333">
      <w:pPr>
        <w:pStyle w:val="Nadpisbezsl1-2"/>
        <w:rPr>
          <w:sz w:val="18"/>
          <w:szCs w:val="18"/>
        </w:rPr>
      </w:pPr>
      <w:r w:rsidRPr="00C55DD7">
        <w:rPr>
          <w:sz w:val="18"/>
          <w:szCs w:val="18"/>
        </w:rPr>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A751EC">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564620F5" w14:textId="2035EF6E"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653100">
        <w:t xml:space="preserve">služby či </w:t>
      </w:r>
      <w:r>
        <w:t>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22B23F0E"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 xml:space="preserve">řádném plnění </w:t>
      </w:r>
      <w:r w:rsidR="00653100">
        <w:t xml:space="preserve">nejvýznamnějších </w:t>
      </w:r>
      <w:r>
        <w:t>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51C0506A"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653100">
              <w:rPr>
                <w:b/>
                <w:sz w:val="16"/>
                <w:szCs w:val="16"/>
              </w:rPr>
              <w:t>, realizací nebo zpracování dokumentace stavby</w:t>
            </w:r>
            <w:r>
              <w:rPr>
                <w:b/>
                <w:sz w:val="16"/>
                <w:szCs w:val="16"/>
              </w:rPr>
              <w:t xml:space="preserve"> stavby</w:t>
            </w:r>
            <w:r w:rsidRPr="00EE3C5F">
              <w:rPr>
                <w:b/>
                <w:sz w:val="16"/>
                <w:szCs w:val="16"/>
              </w:rPr>
              <w:t xml:space="preserve">* (název </w:t>
            </w:r>
            <w:r w:rsidR="00653100">
              <w:rPr>
                <w:b/>
                <w:sz w:val="16"/>
                <w:szCs w:val="16"/>
              </w:rPr>
              <w:t xml:space="preserve">zakázky </w:t>
            </w:r>
            <w:r w:rsidRPr="00EE3C5F">
              <w:rPr>
                <w:b/>
                <w:sz w:val="16"/>
                <w:szCs w:val="16"/>
              </w:rPr>
              <w:t>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317BABF"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řízením realizace</w:t>
      </w:r>
      <w:r w:rsidR="00653100">
        <w:t>, realizací nebo zpracováním dokumentace</w:t>
      </w:r>
      <w:r>
        <w:t xml:space="preserv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2BB24F52" w:rsidR="00452F69" w:rsidRPr="00833899" w:rsidRDefault="00452F69" w:rsidP="00307641">
            <w:pPr>
              <w:rPr>
                <w:b w:val="0"/>
                <w:sz w:val="16"/>
                <w:szCs w:val="16"/>
              </w:rPr>
            </w:pPr>
            <w:r w:rsidRPr="00833899">
              <w:rPr>
                <w:b w:val="0"/>
                <w:sz w:val="16"/>
                <w:szCs w:val="16"/>
              </w:rPr>
              <w:t>Popis pracovních činností/náplň praxe</w:t>
            </w:r>
            <w:r w:rsidR="00653100">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4420E17C" w:rsidR="0035531B" w:rsidRDefault="0035531B" w:rsidP="00452F69">
      <w:pPr>
        <w:pStyle w:val="Odstavec1-1a"/>
      </w:pPr>
      <w:r w:rsidRPr="00452F69">
        <w:rPr>
          <w:b/>
        </w:rPr>
        <w:t>Zkušenosti</w:t>
      </w:r>
      <w:r w:rsidR="00845C50">
        <w:t xml:space="preserve"> s </w:t>
      </w:r>
      <w:r>
        <w:t xml:space="preserve">řízením realizace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653100"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1FEC715A" w:rsidR="00653100" w:rsidRPr="00833899" w:rsidRDefault="00653100" w:rsidP="00653100">
            <w:pPr>
              <w:rPr>
                <w:sz w:val="16"/>
                <w:szCs w:val="16"/>
              </w:rPr>
            </w:pPr>
            <w:r w:rsidRPr="00833899">
              <w:rPr>
                <w:sz w:val="16"/>
                <w:szCs w:val="16"/>
              </w:rPr>
              <w:t>Cena zakázky v Kč bez DPH</w:t>
            </w:r>
            <w:r>
              <w:rPr>
                <w:sz w:val="16"/>
                <w:szCs w:val="16"/>
              </w:rPr>
              <w:t xml:space="preserve">, </w:t>
            </w:r>
            <w:r w:rsidRPr="00102765">
              <w:rPr>
                <w:sz w:val="16"/>
                <w:szCs w:val="16"/>
              </w:rPr>
              <w:t>resp.</w:t>
            </w:r>
            <w:r>
              <w:rPr>
                <w:sz w:val="16"/>
                <w:szCs w:val="16"/>
              </w:rPr>
              <w:t xml:space="preserve"> stavby či</w:t>
            </w:r>
            <w:r w:rsidRPr="00102765">
              <w:rPr>
                <w:sz w:val="16"/>
                <w:szCs w:val="16"/>
              </w:rPr>
              <w:t xml:space="preserve"> referované činnosti (</w:t>
            </w:r>
            <w:r>
              <w:rPr>
                <w:sz w:val="16"/>
                <w:szCs w:val="16"/>
              </w:rPr>
              <w:t xml:space="preserve">u projektování </w:t>
            </w:r>
            <w:r w:rsidRPr="00102765">
              <w:rPr>
                <w:sz w:val="16"/>
                <w:szCs w:val="16"/>
              </w:rPr>
              <w:t>např. hodnota požadovaných projek</w:t>
            </w:r>
            <w:r>
              <w:rPr>
                <w:sz w:val="16"/>
                <w:szCs w:val="16"/>
              </w:rPr>
              <w:t>tových</w:t>
            </w:r>
            <w:r w:rsidRPr="00102765">
              <w:rPr>
                <w:sz w:val="16"/>
                <w:szCs w:val="16"/>
              </w:rPr>
              <w:t xml:space="preserve"> prací </w:t>
            </w:r>
            <w:r>
              <w:rPr>
                <w:sz w:val="16"/>
                <w:szCs w:val="16"/>
              </w:rPr>
              <w:t xml:space="preserve">spočívajících ve zpracování dokumentace </w:t>
            </w:r>
            <w:r w:rsidRPr="00102765">
              <w:rPr>
                <w:sz w:val="16"/>
                <w:szCs w:val="16"/>
              </w:rPr>
              <w:t>v rámci celé zakázky na zpracování projektové dokumentace a realizaci stavby</w:t>
            </w:r>
            <w:r>
              <w:rPr>
                <w:sz w:val="16"/>
                <w:szCs w:val="16"/>
              </w:rPr>
              <w:t xml:space="preserve">, tj. </w:t>
            </w:r>
            <w:r w:rsidRPr="00543F07">
              <w:rPr>
                <w:sz w:val="16"/>
                <w:szCs w:val="16"/>
              </w:rPr>
              <w:t>té části plnění zakázky, kter</w:t>
            </w:r>
            <w:r>
              <w:rPr>
                <w:sz w:val="16"/>
                <w:szCs w:val="16"/>
              </w:rPr>
              <w:t>á</w:t>
            </w:r>
            <w:r w:rsidRPr="00543F07">
              <w:rPr>
                <w:sz w:val="16"/>
                <w:szCs w:val="16"/>
              </w:rPr>
              <w:t xml:space="preserve"> obsahově odpovídá zadavatelem stanovené </w:t>
            </w:r>
            <w:r>
              <w:rPr>
                <w:sz w:val="16"/>
                <w:szCs w:val="16"/>
              </w:rPr>
              <w:t>definici požadované zkušenosti</w:t>
            </w:r>
            <w:r w:rsidRPr="00102765">
              <w:rPr>
                <w:sz w:val="16"/>
                <w:szCs w:val="16"/>
              </w:rPr>
              <w:t xml:space="preserve">) </w:t>
            </w:r>
          </w:p>
        </w:tc>
        <w:tc>
          <w:tcPr>
            <w:tcW w:w="2835" w:type="dxa"/>
            <w:tcBorders>
              <w:top w:val="single" w:sz="2" w:space="0" w:color="auto"/>
            </w:tcBorders>
          </w:tcPr>
          <w:p w14:paraId="63DB7D54" w14:textId="77777777" w:rsidR="00653100" w:rsidRPr="00833899" w:rsidRDefault="00653100" w:rsidP="0065310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653100"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63556E1E" w:rsidR="00653100" w:rsidRPr="00833899" w:rsidRDefault="00653100" w:rsidP="00653100">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Pr>
                <w:sz w:val="16"/>
                <w:szCs w:val="16"/>
              </w:rPr>
              <w:t xml:space="preserve"> (</w:t>
            </w:r>
            <w:r w:rsidRPr="007147A7">
              <w:rPr>
                <w:sz w:val="16"/>
                <w:szCs w:val="16"/>
              </w:rPr>
              <w:t xml:space="preserve">uveďte i druhy </w:t>
            </w:r>
            <w:r>
              <w:rPr>
                <w:sz w:val="16"/>
                <w:szCs w:val="16"/>
              </w:rPr>
              <w:t xml:space="preserve">a </w:t>
            </w:r>
            <w:r w:rsidRPr="007147A7">
              <w:rPr>
                <w:sz w:val="16"/>
                <w:szCs w:val="16"/>
              </w:rPr>
              <w:t>nápl</w:t>
            </w:r>
            <w:r>
              <w:rPr>
                <w:sz w:val="16"/>
                <w:szCs w:val="16"/>
              </w:rPr>
              <w:t>ň</w:t>
            </w:r>
            <w:r w:rsidRPr="007147A7">
              <w:rPr>
                <w:sz w:val="16"/>
                <w:szCs w:val="16"/>
              </w:rPr>
              <w:t xml:space="preserve"> staveb, u projektování uveďte i stupně dokumentací apod.)</w:t>
            </w:r>
          </w:p>
        </w:tc>
        <w:tc>
          <w:tcPr>
            <w:tcW w:w="2835" w:type="dxa"/>
            <w:tcBorders>
              <w:top w:val="single" w:sz="2" w:space="0" w:color="auto"/>
            </w:tcBorders>
          </w:tcPr>
          <w:p w14:paraId="2847B24D" w14:textId="77777777" w:rsidR="00653100" w:rsidRPr="00833899" w:rsidRDefault="00653100" w:rsidP="0065310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653100"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27F481A2" w:rsidR="00653100" w:rsidRPr="00833899" w:rsidRDefault="00653100" w:rsidP="00653100">
            <w:pPr>
              <w:rPr>
                <w:sz w:val="16"/>
                <w:szCs w:val="16"/>
              </w:rPr>
            </w:pPr>
            <w:r w:rsidRPr="00833899">
              <w:rPr>
                <w:sz w:val="16"/>
                <w:szCs w:val="16"/>
              </w:rPr>
              <w:t>Termín dokončení zakázky</w:t>
            </w:r>
            <w:r>
              <w:rPr>
                <w:sz w:val="16"/>
                <w:szCs w:val="16"/>
              </w:rPr>
              <w:t xml:space="preserve">, </w:t>
            </w:r>
            <w:r w:rsidRPr="00102765">
              <w:rPr>
                <w:sz w:val="16"/>
                <w:szCs w:val="16"/>
              </w:rPr>
              <w:t xml:space="preserve">resp. </w:t>
            </w:r>
            <w:r w:rsidRPr="00543F07">
              <w:rPr>
                <w:sz w:val="16"/>
                <w:szCs w:val="16"/>
              </w:rPr>
              <w:t>té části plnění zakázky, kter</w:t>
            </w:r>
            <w:r>
              <w:rPr>
                <w:sz w:val="16"/>
                <w:szCs w:val="16"/>
              </w:rPr>
              <w:t>á</w:t>
            </w:r>
            <w:r w:rsidRPr="00543F07">
              <w:rPr>
                <w:sz w:val="16"/>
                <w:szCs w:val="16"/>
              </w:rPr>
              <w:t xml:space="preserve"> obsahově odpovídá zadavatelem stanovené </w:t>
            </w:r>
            <w:r>
              <w:rPr>
                <w:sz w:val="16"/>
                <w:szCs w:val="16"/>
              </w:rPr>
              <w:t>definici požadované zkušenosti</w:t>
            </w:r>
          </w:p>
        </w:tc>
        <w:tc>
          <w:tcPr>
            <w:tcW w:w="2835" w:type="dxa"/>
            <w:tcBorders>
              <w:top w:val="single" w:sz="2" w:space="0" w:color="auto"/>
            </w:tcBorders>
          </w:tcPr>
          <w:p w14:paraId="4280E74D" w14:textId="77777777" w:rsidR="00653100" w:rsidRPr="00833899" w:rsidRDefault="00653100" w:rsidP="0065310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653100"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188F4406" w:rsidR="00653100" w:rsidRPr="00833899" w:rsidRDefault="00653100" w:rsidP="00653100">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653100" w:rsidRPr="00833899" w:rsidRDefault="00653100" w:rsidP="0065310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653100"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3E0F911C" w:rsidR="00653100" w:rsidRPr="00833899" w:rsidRDefault="00653100" w:rsidP="00653100">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653100" w:rsidRPr="00833899" w:rsidRDefault="00653100" w:rsidP="00653100">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65310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5C7AFA39" w:rsidR="00653100" w:rsidRPr="00833899" w:rsidRDefault="00653100" w:rsidP="00653100">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653100" w:rsidRPr="00833899" w:rsidRDefault="00653100" w:rsidP="00653100">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653100"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0B9A6DA3" w:rsidR="00653100" w:rsidRPr="00833899" w:rsidRDefault="00653100" w:rsidP="00653100">
            <w:pPr>
              <w:rPr>
                <w:b w:val="0"/>
                <w:sz w:val="16"/>
                <w:szCs w:val="16"/>
              </w:rPr>
            </w:pPr>
            <w:r w:rsidRPr="00833899">
              <w:rPr>
                <w:b w:val="0"/>
                <w:sz w:val="16"/>
                <w:szCs w:val="16"/>
              </w:rPr>
              <w:t xml:space="preserve">Popis vykonávaných pracovních činností </w:t>
            </w:r>
            <w:r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653100" w:rsidRPr="00833899" w:rsidRDefault="00653100" w:rsidP="00653100">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E6CCF9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5D2377C"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 </w:t>
      </w:r>
      <w:r w:rsidRPr="00661436">
        <w:rPr>
          <w:rFonts w:eastAsia="Times New Roman" w:cs="Times New Roman"/>
          <w:lang w:eastAsia="cs-CZ"/>
        </w:rPr>
        <w:t xml:space="preserve">názvem </w:t>
      </w:r>
      <w:r w:rsidRPr="00661436">
        <w:rPr>
          <w:b/>
        </w:rPr>
        <w:t>D</w:t>
      </w:r>
      <w:r w:rsidR="00661436" w:rsidRPr="00661436">
        <w:rPr>
          <w:b/>
        </w:rPr>
        <w:t>oplnění páteřní přenosové sítě GSM-R“</w:t>
      </w:r>
      <w:r w:rsidRPr="00661436">
        <w:rPr>
          <w:rFonts w:eastAsia="Times New Roman" w:cs="Times New Roman"/>
          <w:lang w:eastAsia="cs-CZ"/>
        </w:rPr>
        <w:t>, (dále jen „</w:t>
      </w:r>
      <w:r w:rsidRPr="00661436">
        <w:rPr>
          <w:rFonts w:eastAsia="Times New Roman" w:cs="Times New Roman"/>
          <w:b/>
          <w:i/>
          <w:lang w:eastAsia="cs-CZ"/>
        </w:rPr>
        <w:t>Veřejná zakázka</w:t>
      </w:r>
      <w:r w:rsidRPr="00661436">
        <w:rPr>
          <w:rFonts w:eastAsia="Times New Roman" w:cs="Times New Roman"/>
          <w:lang w:eastAsia="cs-CZ"/>
        </w:rPr>
        <w:t xml:space="preserve">“ a </w:t>
      </w:r>
      <w:r w:rsidRPr="00661436">
        <w:rPr>
          <w:rFonts w:eastAsia="Times New Roman" w:cs="Times New Roman"/>
          <w:b/>
          <w:i/>
          <w:lang w:eastAsia="cs-CZ"/>
        </w:rPr>
        <w:t>„Výběrovém řízení“</w:t>
      </w:r>
      <w:r w:rsidRPr="00661436">
        <w:rPr>
          <w:rFonts w:eastAsia="Times New Roman" w:cs="Times New Roman"/>
          <w:lang w:eastAsia="cs-CZ"/>
        </w:rPr>
        <w:t>), tímto čestně prohlašuje</w:t>
      </w:r>
      <w:r>
        <w:rPr>
          <w:rFonts w:eastAsia="Times New Roman" w:cs="Times New Roman"/>
          <w:lang w:eastAsia="cs-CZ"/>
        </w:rPr>
        <w:t>,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42D86">
        <w:rPr>
          <w:rFonts w:eastAsia="Calibri" w:cs="Times New Roman"/>
          <w:b/>
          <w:bCs/>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FAA10" w14:textId="77777777" w:rsidR="00ED2747" w:rsidRDefault="00ED2747" w:rsidP="00962258">
      <w:pPr>
        <w:spacing w:after="0" w:line="240" w:lineRule="auto"/>
      </w:pPr>
      <w:r>
        <w:separator/>
      </w:r>
    </w:p>
  </w:endnote>
  <w:endnote w:type="continuationSeparator" w:id="0">
    <w:p w14:paraId="5CA7ACBB" w14:textId="77777777" w:rsidR="00ED2747" w:rsidRDefault="00ED27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66961EA9" w:rsidR="00206A0D" w:rsidRDefault="00206A0D" w:rsidP="00EB46E5">
          <w:pPr>
            <w:pStyle w:val="Zpat0"/>
          </w:pPr>
          <w:r w:rsidRPr="00706F2F">
            <w:t>„</w:t>
          </w:r>
          <w:r w:rsidR="0015450C" w:rsidRPr="00706F2F">
            <w:t>Doplnění páteřní přenosové sítě GSM-</w:t>
          </w:r>
          <w:r w:rsidRPr="00706F2F">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5BF18" w14:textId="77777777" w:rsidR="00ED2747" w:rsidRDefault="00ED2747" w:rsidP="00962258">
      <w:pPr>
        <w:spacing w:after="0" w:line="240" w:lineRule="auto"/>
      </w:pPr>
      <w:r>
        <w:separator/>
      </w:r>
    </w:p>
  </w:footnote>
  <w:footnote w:type="continuationSeparator" w:id="0">
    <w:p w14:paraId="3AA8B261" w14:textId="77777777" w:rsidR="00ED2747" w:rsidRDefault="00ED2747" w:rsidP="00962258">
      <w:pPr>
        <w:spacing w:after="0" w:line="240" w:lineRule="auto"/>
      </w:pPr>
      <w:r>
        <w:continuationSeparator/>
      </w:r>
    </w:p>
  </w:footnote>
  <w:footnote w:id="1">
    <w:p w14:paraId="2D9BDB28" w14:textId="77777777" w:rsidR="00FF1B58" w:rsidRDefault="00FF1B58" w:rsidP="00FF1B58">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xml:space="preserve">. č. 583/2020 Sb., kterou se stanoví podrobnosti obsahu dokumentace pro vydání společného povolení u staveb dopravní infrastruktury, ve znění pozdějších předpisů, </w:t>
      </w:r>
      <w:proofErr w:type="spellStart"/>
      <w:r>
        <w:t>vyhl</w:t>
      </w:r>
      <w:proofErr w:type="spellEnd"/>
      <w:r>
        <w:t>. č. 227/2024 Sb., o rozsahu a obsahu projektové dokumentace staveb dopravní infrastruktury, ve znění pozdějších předpisů</w:t>
      </w:r>
      <w:r w:rsidRPr="00307641">
        <w:t>.</w:t>
      </w:r>
    </w:p>
  </w:footnote>
  <w:footnote w:id="2">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7279253">
    <w:abstractNumId w:val="3"/>
  </w:num>
  <w:num w:numId="2" w16cid:durableId="554700008">
    <w:abstractNumId w:val="1"/>
  </w:num>
  <w:num w:numId="3" w16cid:durableId="694189096">
    <w:abstractNumId w:val="11"/>
  </w:num>
  <w:num w:numId="4" w16cid:durableId="1343120511">
    <w:abstractNumId w:val="2"/>
  </w:num>
  <w:num w:numId="5" w16cid:durableId="1192648303">
    <w:abstractNumId w:val="0"/>
  </w:num>
  <w:num w:numId="6" w16cid:durableId="1006708375">
    <w:abstractNumId w:val="6"/>
  </w:num>
  <w:num w:numId="7" w16cid:durableId="34740381">
    <w:abstractNumId w:val="8"/>
  </w:num>
  <w:num w:numId="8" w16cid:durableId="724720892">
    <w:abstractNumId w:val="7"/>
  </w:num>
  <w:num w:numId="9" w16cid:durableId="1574316011">
    <w:abstractNumId w:val="13"/>
  </w:num>
  <w:num w:numId="10" w16cid:durableId="722291025">
    <w:abstractNumId w:val="10"/>
  </w:num>
  <w:num w:numId="11" w16cid:durableId="293144754">
    <w:abstractNumId w:val="8"/>
  </w:num>
  <w:num w:numId="12" w16cid:durableId="2098287421">
    <w:abstractNumId w:val="8"/>
  </w:num>
  <w:num w:numId="13" w16cid:durableId="2621090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01019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13301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75045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2863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02088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7970240">
    <w:abstractNumId w:val="9"/>
  </w:num>
  <w:num w:numId="20" w16cid:durableId="4984217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42615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943680">
    <w:abstractNumId w:val="4"/>
  </w:num>
  <w:num w:numId="23" w16cid:durableId="196222082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309"/>
    <w:rsid w:val="0001355D"/>
    <w:rsid w:val="00015DBC"/>
    <w:rsid w:val="00017143"/>
    <w:rsid w:val="0001718F"/>
    <w:rsid w:val="000174E8"/>
    <w:rsid w:val="00017A23"/>
    <w:rsid w:val="00017F3C"/>
    <w:rsid w:val="000203DB"/>
    <w:rsid w:val="00025680"/>
    <w:rsid w:val="000259F7"/>
    <w:rsid w:val="00025F06"/>
    <w:rsid w:val="000276A8"/>
    <w:rsid w:val="0003198B"/>
    <w:rsid w:val="000336C5"/>
    <w:rsid w:val="000338E9"/>
    <w:rsid w:val="000363D7"/>
    <w:rsid w:val="00041D9D"/>
    <w:rsid w:val="00041EC8"/>
    <w:rsid w:val="00045257"/>
    <w:rsid w:val="00046545"/>
    <w:rsid w:val="000471FA"/>
    <w:rsid w:val="00051566"/>
    <w:rsid w:val="000552D4"/>
    <w:rsid w:val="0005794C"/>
    <w:rsid w:val="00061916"/>
    <w:rsid w:val="00061E45"/>
    <w:rsid w:val="00062677"/>
    <w:rsid w:val="0006450D"/>
    <w:rsid w:val="0006499F"/>
    <w:rsid w:val="0006588D"/>
    <w:rsid w:val="00066A7F"/>
    <w:rsid w:val="000675B8"/>
    <w:rsid w:val="00067A5E"/>
    <w:rsid w:val="00067EE3"/>
    <w:rsid w:val="000719BB"/>
    <w:rsid w:val="00071EF2"/>
    <w:rsid w:val="00072A65"/>
    <w:rsid w:val="00072C1E"/>
    <w:rsid w:val="00074F3B"/>
    <w:rsid w:val="00081F03"/>
    <w:rsid w:val="00082434"/>
    <w:rsid w:val="000839DD"/>
    <w:rsid w:val="00083DF3"/>
    <w:rsid w:val="00085564"/>
    <w:rsid w:val="00090767"/>
    <w:rsid w:val="000912B0"/>
    <w:rsid w:val="00091CD6"/>
    <w:rsid w:val="00092CC9"/>
    <w:rsid w:val="000961B4"/>
    <w:rsid w:val="00096C97"/>
    <w:rsid w:val="000A4679"/>
    <w:rsid w:val="000B12B0"/>
    <w:rsid w:val="000B20AE"/>
    <w:rsid w:val="000B4C49"/>
    <w:rsid w:val="000B4EB8"/>
    <w:rsid w:val="000B5300"/>
    <w:rsid w:val="000C2072"/>
    <w:rsid w:val="000C3CD6"/>
    <w:rsid w:val="000C41F2"/>
    <w:rsid w:val="000D0AE7"/>
    <w:rsid w:val="000D0DE7"/>
    <w:rsid w:val="000D1CB7"/>
    <w:rsid w:val="000D22C4"/>
    <w:rsid w:val="000D27D1"/>
    <w:rsid w:val="000D31C0"/>
    <w:rsid w:val="000D5E72"/>
    <w:rsid w:val="000D6762"/>
    <w:rsid w:val="000D7437"/>
    <w:rsid w:val="000E15C8"/>
    <w:rsid w:val="000E1A7F"/>
    <w:rsid w:val="000E25BA"/>
    <w:rsid w:val="000E4596"/>
    <w:rsid w:val="000E5F0B"/>
    <w:rsid w:val="000F4E40"/>
    <w:rsid w:val="001032AF"/>
    <w:rsid w:val="0010352D"/>
    <w:rsid w:val="00105B5B"/>
    <w:rsid w:val="00106A0E"/>
    <w:rsid w:val="001077DE"/>
    <w:rsid w:val="00112301"/>
    <w:rsid w:val="00112864"/>
    <w:rsid w:val="00112F94"/>
    <w:rsid w:val="00114472"/>
    <w:rsid w:val="00114988"/>
    <w:rsid w:val="00114A29"/>
    <w:rsid w:val="00115069"/>
    <w:rsid w:val="001150F2"/>
    <w:rsid w:val="00116813"/>
    <w:rsid w:val="0012139E"/>
    <w:rsid w:val="00124D0D"/>
    <w:rsid w:val="0012754F"/>
    <w:rsid w:val="00132890"/>
    <w:rsid w:val="00136160"/>
    <w:rsid w:val="00142F26"/>
    <w:rsid w:val="00146496"/>
    <w:rsid w:val="00146BCB"/>
    <w:rsid w:val="00146DD0"/>
    <w:rsid w:val="001472A9"/>
    <w:rsid w:val="00151838"/>
    <w:rsid w:val="0015450C"/>
    <w:rsid w:val="00157179"/>
    <w:rsid w:val="00157AD1"/>
    <w:rsid w:val="00160425"/>
    <w:rsid w:val="0016455F"/>
    <w:rsid w:val="001656A2"/>
    <w:rsid w:val="00170521"/>
    <w:rsid w:val="00170EC5"/>
    <w:rsid w:val="001747C1"/>
    <w:rsid w:val="00177199"/>
    <w:rsid w:val="00177D6B"/>
    <w:rsid w:val="001802D1"/>
    <w:rsid w:val="0018364C"/>
    <w:rsid w:val="001902D3"/>
    <w:rsid w:val="00191F90"/>
    <w:rsid w:val="00192880"/>
    <w:rsid w:val="0019345F"/>
    <w:rsid w:val="00193D8F"/>
    <w:rsid w:val="001950C2"/>
    <w:rsid w:val="0019527B"/>
    <w:rsid w:val="001966F7"/>
    <w:rsid w:val="00196E81"/>
    <w:rsid w:val="001B1D44"/>
    <w:rsid w:val="001B23A1"/>
    <w:rsid w:val="001B4E74"/>
    <w:rsid w:val="001B5ED5"/>
    <w:rsid w:val="001C0253"/>
    <w:rsid w:val="001C3945"/>
    <w:rsid w:val="001C645F"/>
    <w:rsid w:val="001D0D67"/>
    <w:rsid w:val="001D1E7A"/>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3DFD"/>
    <w:rsid w:val="00225B2D"/>
    <w:rsid w:val="002271CC"/>
    <w:rsid w:val="00233A30"/>
    <w:rsid w:val="00233A53"/>
    <w:rsid w:val="00235EB5"/>
    <w:rsid w:val="002369BD"/>
    <w:rsid w:val="00236E14"/>
    <w:rsid w:val="00240B81"/>
    <w:rsid w:val="00241322"/>
    <w:rsid w:val="00243A80"/>
    <w:rsid w:val="0024699F"/>
    <w:rsid w:val="00247D01"/>
    <w:rsid w:val="0025030F"/>
    <w:rsid w:val="002541A5"/>
    <w:rsid w:val="00261024"/>
    <w:rsid w:val="00261A5B"/>
    <w:rsid w:val="002628F0"/>
    <w:rsid w:val="00262E5B"/>
    <w:rsid w:val="00263389"/>
    <w:rsid w:val="00263CBA"/>
    <w:rsid w:val="00266708"/>
    <w:rsid w:val="002670A6"/>
    <w:rsid w:val="00267CF3"/>
    <w:rsid w:val="002760B2"/>
    <w:rsid w:val="00276660"/>
    <w:rsid w:val="00276AFE"/>
    <w:rsid w:val="00280CE6"/>
    <w:rsid w:val="00283302"/>
    <w:rsid w:val="00284656"/>
    <w:rsid w:val="00285476"/>
    <w:rsid w:val="002924B8"/>
    <w:rsid w:val="002952C6"/>
    <w:rsid w:val="002A1957"/>
    <w:rsid w:val="002A3704"/>
    <w:rsid w:val="002A3B57"/>
    <w:rsid w:val="002A60F5"/>
    <w:rsid w:val="002B0F11"/>
    <w:rsid w:val="002B498F"/>
    <w:rsid w:val="002C04EE"/>
    <w:rsid w:val="002C31BF"/>
    <w:rsid w:val="002D666C"/>
    <w:rsid w:val="002D7FD6"/>
    <w:rsid w:val="002E0CD7"/>
    <w:rsid w:val="002E0CFB"/>
    <w:rsid w:val="002E0F4A"/>
    <w:rsid w:val="002E294C"/>
    <w:rsid w:val="002E5046"/>
    <w:rsid w:val="002E5B10"/>
    <w:rsid w:val="002E5C7B"/>
    <w:rsid w:val="002F4333"/>
    <w:rsid w:val="003016FE"/>
    <w:rsid w:val="0030393B"/>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2D86"/>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65C7B"/>
    <w:rsid w:val="00370DFC"/>
    <w:rsid w:val="003717A3"/>
    <w:rsid w:val="00373447"/>
    <w:rsid w:val="003753A9"/>
    <w:rsid w:val="0037545D"/>
    <w:rsid w:val="00376541"/>
    <w:rsid w:val="00382B21"/>
    <w:rsid w:val="003849AC"/>
    <w:rsid w:val="00385740"/>
    <w:rsid w:val="00385C37"/>
    <w:rsid w:val="00386FF1"/>
    <w:rsid w:val="00387B4D"/>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767"/>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1534A"/>
    <w:rsid w:val="00422E8D"/>
    <w:rsid w:val="004255E9"/>
    <w:rsid w:val="0042745B"/>
    <w:rsid w:val="00427794"/>
    <w:rsid w:val="00431C3F"/>
    <w:rsid w:val="00441008"/>
    <w:rsid w:val="00441E3E"/>
    <w:rsid w:val="00444CEB"/>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62A4"/>
    <w:rsid w:val="00467DBB"/>
    <w:rsid w:val="00470B77"/>
    <w:rsid w:val="0047162A"/>
    <w:rsid w:val="00474F4D"/>
    <w:rsid w:val="0048094F"/>
    <w:rsid w:val="00480CA0"/>
    <w:rsid w:val="00481047"/>
    <w:rsid w:val="004833D9"/>
    <w:rsid w:val="00483969"/>
    <w:rsid w:val="00484026"/>
    <w:rsid w:val="00485063"/>
    <w:rsid w:val="00485EAD"/>
    <w:rsid w:val="00486050"/>
    <w:rsid w:val="00486107"/>
    <w:rsid w:val="00491827"/>
    <w:rsid w:val="004A0296"/>
    <w:rsid w:val="004B2044"/>
    <w:rsid w:val="004B34E9"/>
    <w:rsid w:val="004B4008"/>
    <w:rsid w:val="004B7724"/>
    <w:rsid w:val="004C086E"/>
    <w:rsid w:val="004C1BCE"/>
    <w:rsid w:val="004C4399"/>
    <w:rsid w:val="004C787C"/>
    <w:rsid w:val="004D3B30"/>
    <w:rsid w:val="004D6AEB"/>
    <w:rsid w:val="004D78D3"/>
    <w:rsid w:val="004E39D9"/>
    <w:rsid w:val="004E55AC"/>
    <w:rsid w:val="004E5ADD"/>
    <w:rsid w:val="004E7107"/>
    <w:rsid w:val="004E7513"/>
    <w:rsid w:val="004E77B2"/>
    <w:rsid w:val="004E7A1F"/>
    <w:rsid w:val="004F1D17"/>
    <w:rsid w:val="004F2248"/>
    <w:rsid w:val="004F3CA6"/>
    <w:rsid w:val="004F4597"/>
    <w:rsid w:val="004F4B9B"/>
    <w:rsid w:val="004F6CAF"/>
    <w:rsid w:val="004F70A1"/>
    <w:rsid w:val="004F7BBC"/>
    <w:rsid w:val="00500887"/>
    <w:rsid w:val="00500DB2"/>
    <w:rsid w:val="0050143D"/>
    <w:rsid w:val="00501B32"/>
    <w:rsid w:val="0050242E"/>
    <w:rsid w:val="005025BF"/>
    <w:rsid w:val="0050329F"/>
    <w:rsid w:val="0050442A"/>
    <w:rsid w:val="005044F8"/>
    <w:rsid w:val="0050522A"/>
    <w:rsid w:val="0050583D"/>
    <w:rsid w:val="00505BEA"/>
    <w:rsid w:val="00505F07"/>
    <w:rsid w:val="0050666E"/>
    <w:rsid w:val="00511AB9"/>
    <w:rsid w:val="00513672"/>
    <w:rsid w:val="005138DF"/>
    <w:rsid w:val="005162DA"/>
    <w:rsid w:val="00520935"/>
    <w:rsid w:val="005210B3"/>
    <w:rsid w:val="00521AC1"/>
    <w:rsid w:val="00522276"/>
    <w:rsid w:val="00523BB5"/>
    <w:rsid w:val="00523EA7"/>
    <w:rsid w:val="005406EB"/>
    <w:rsid w:val="00542A90"/>
    <w:rsid w:val="00544A85"/>
    <w:rsid w:val="00546FFB"/>
    <w:rsid w:val="00547364"/>
    <w:rsid w:val="00551E4C"/>
    <w:rsid w:val="005520A1"/>
    <w:rsid w:val="00553375"/>
    <w:rsid w:val="0055510F"/>
    <w:rsid w:val="00555884"/>
    <w:rsid w:val="00557922"/>
    <w:rsid w:val="00560665"/>
    <w:rsid w:val="00564DDD"/>
    <w:rsid w:val="00565F22"/>
    <w:rsid w:val="0056655E"/>
    <w:rsid w:val="005710BE"/>
    <w:rsid w:val="005736B7"/>
    <w:rsid w:val="00575E5A"/>
    <w:rsid w:val="00577A3C"/>
    <w:rsid w:val="00580245"/>
    <w:rsid w:val="00582562"/>
    <w:rsid w:val="005845B4"/>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0587A"/>
    <w:rsid w:val="0061068E"/>
    <w:rsid w:val="006113EE"/>
    <w:rsid w:val="00611407"/>
    <w:rsid w:val="006115D3"/>
    <w:rsid w:val="00612452"/>
    <w:rsid w:val="00616090"/>
    <w:rsid w:val="00622B33"/>
    <w:rsid w:val="006238E7"/>
    <w:rsid w:val="00626447"/>
    <w:rsid w:val="00626C82"/>
    <w:rsid w:val="00633DB6"/>
    <w:rsid w:val="00640B30"/>
    <w:rsid w:val="00642162"/>
    <w:rsid w:val="006455A8"/>
    <w:rsid w:val="0064673D"/>
    <w:rsid w:val="00653100"/>
    <w:rsid w:val="00655976"/>
    <w:rsid w:val="0065610E"/>
    <w:rsid w:val="00660AD3"/>
    <w:rsid w:val="00660BEB"/>
    <w:rsid w:val="00661436"/>
    <w:rsid w:val="00665F2C"/>
    <w:rsid w:val="00666F70"/>
    <w:rsid w:val="006720FB"/>
    <w:rsid w:val="006776B6"/>
    <w:rsid w:val="00677A37"/>
    <w:rsid w:val="00677E3B"/>
    <w:rsid w:val="00686462"/>
    <w:rsid w:val="00687091"/>
    <w:rsid w:val="00687E10"/>
    <w:rsid w:val="00693150"/>
    <w:rsid w:val="00693188"/>
    <w:rsid w:val="006940CD"/>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2F"/>
    <w:rsid w:val="00706F4C"/>
    <w:rsid w:val="0070792C"/>
    <w:rsid w:val="00710723"/>
    <w:rsid w:val="007134F3"/>
    <w:rsid w:val="00714AE8"/>
    <w:rsid w:val="007200B1"/>
    <w:rsid w:val="00723ED1"/>
    <w:rsid w:val="00724F4C"/>
    <w:rsid w:val="00725523"/>
    <w:rsid w:val="00725ED5"/>
    <w:rsid w:val="007317D5"/>
    <w:rsid w:val="00734580"/>
    <w:rsid w:val="00734812"/>
    <w:rsid w:val="00735399"/>
    <w:rsid w:val="007354E9"/>
    <w:rsid w:val="007356BD"/>
    <w:rsid w:val="00740AF5"/>
    <w:rsid w:val="00743525"/>
    <w:rsid w:val="00744F6A"/>
    <w:rsid w:val="00745555"/>
    <w:rsid w:val="00746028"/>
    <w:rsid w:val="007476A8"/>
    <w:rsid w:val="00750F50"/>
    <w:rsid w:val="007541A2"/>
    <w:rsid w:val="00754307"/>
    <w:rsid w:val="00755818"/>
    <w:rsid w:val="00755BB6"/>
    <w:rsid w:val="0075602A"/>
    <w:rsid w:val="00760D0C"/>
    <w:rsid w:val="0076286B"/>
    <w:rsid w:val="00762C0E"/>
    <w:rsid w:val="00766846"/>
    <w:rsid w:val="0076790E"/>
    <w:rsid w:val="0077218F"/>
    <w:rsid w:val="00773DC0"/>
    <w:rsid w:val="0077427F"/>
    <w:rsid w:val="0077673A"/>
    <w:rsid w:val="00776A8A"/>
    <w:rsid w:val="007846E1"/>
    <w:rsid w:val="007847D6"/>
    <w:rsid w:val="0079024D"/>
    <w:rsid w:val="00792824"/>
    <w:rsid w:val="00797E05"/>
    <w:rsid w:val="007A0923"/>
    <w:rsid w:val="007A1E6E"/>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309E"/>
    <w:rsid w:val="007D4F89"/>
    <w:rsid w:val="007D5A8D"/>
    <w:rsid w:val="007E1529"/>
    <w:rsid w:val="007E2234"/>
    <w:rsid w:val="007E4A6E"/>
    <w:rsid w:val="007E5AFE"/>
    <w:rsid w:val="007E6028"/>
    <w:rsid w:val="007F0310"/>
    <w:rsid w:val="007F1CE2"/>
    <w:rsid w:val="007F2472"/>
    <w:rsid w:val="007F56A7"/>
    <w:rsid w:val="007F7F75"/>
    <w:rsid w:val="00800851"/>
    <w:rsid w:val="008008A3"/>
    <w:rsid w:val="0080282D"/>
    <w:rsid w:val="00802B1D"/>
    <w:rsid w:val="008032C7"/>
    <w:rsid w:val="00806B1C"/>
    <w:rsid w:val="00807DD0"/>
    <w:rsid w:val="008104AA"/>
    <w:rsid w:val="00812B53"/>
    <w:rsid w:val="0082049A"/>
    <w:rsid w:val="00821D01"/>
    <w:rsid w:val="00822B88"/>
    <w:rsid w:val="00823468"/>
    <w:rsid w:val="0082553D"/>
    <w:rsid w:val="00825555"/>
    <w:rsid w:val="00826B7B"/>
    <w:rsid w:val="00831B18"/>
    <w:rsid w:val="00831DE9"/>
    <w:rsid w:val="00833899"/>
    <w:rsid w:val="00835205"/>
    <w:rsid w:val="00835884"/>
    <w:rsid w:val="00836569"/>
    <w:rsid w:val="00837CC6"/>
    <w:rsid w:val="00840E64"/>
    <w:rsid w:val="00840ED6"/>
    <w:rsid w:val="00844BC3"/>
    <w:rsid w:val="00845C0B"/>
    <w:rsid w:val="00845C50"/>
    <w:rsid w:val="00846789"/>
    <w:rsid w:val="00846B1E"/>
    <w:rsid w:val="008513D8"/>
    <w:rsid w:val="00856E9A"/>
    <w:rsid w:val="008578BC"/>
    <w:rsid w:val="00860A1B"/>
    <w:rsid w:val="008645EE"/>
    <w:rsid w:val="008716A2"/>
    <w:rsid w:val="00872044"/>
    <w:rsid w:val="0087311C"/>
    <w:rsid w:val="0087316A"/>
    <w:rsid w:val="008769C8"/>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1EED"/>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4583C"/>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527B"/>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07E6E"/>
    <w:rsid w:val="00A122D4"/>
    <w:rsid w:val="00A15262"/>
    <w:rsid w:val="00A159AC"/>
    <w:rsid w:val="00A167E7"/>
    <w:rsid w:val="00A16D9E"/>
    <w:rsid w:val="00A23688"/>
    <w:rsid w:val="00A256E5"/>
    <w:rsid w:val="00A26B92"/>
    <w:rsid w:val="00A31809"/>
    <w:rsid w:val="00A3411F"/>
    <w:rsid w:val="00A358BF"/>
    <w:rsid w:val="00A374FC"/>
    <w:rsid w:val="00A4050F"/>
    <w:rsid w:val="00A41C1F"/>
    <w:rsid w:val="00A463B5"/>
    <w:rsid w:val="00A50641"/>
    <w:rsid w:val="00A5206E"/>
    <w:rsid w:val="00A524B4"/>
    <w:rsid w:val="00A530BF"/>
    <w:rsid w:val="00A57DA6"/>
    <w:rsid w:val="00A602D4"/>
    <w:rsid w:val="00A6177B"/>
    <w:rsid w:val="00A66136"/>
    <w:rsid w:val="00A71189"/>
    <w:rsid w:val="00A7364A"/>
    <w:rsid w:val="00A74AA8"/>
    <w:rsid w:val="00A74DCC"/>
    <w:rsid w:val="00A751EC"/>
    <w:rsid w:val="00A753ED"/>
    <w:rsid w:val="00A757AD"/>
    <w:rsid w:val="00A77512"/>
    <w:rsid w:val="00A824FE"/>
    <w:rsid w:val="00A84C4D"/>
    <w:rsid w:val="00A86421"/>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6D2E"/>
    <w:rsid w:val="00AC738D"/>
    <w:rsid w:val="00AD056F"/>
    <w:rsid w:val="00AD0C7B"/>
    <w:rsid w:val="00AD1771"/>
    <w:rsid w:val="00AD1786"/>
    <w:rsid w:val="00AD190B"/>
    <w:rsid w:val="00AD3AE0"/>
    <w:rsid w:val="00AD5F1A"/>
    <w:rsid w:val="00AD6731"/>
    <w:rsid w:val="00AD792A"/>
    <w:rsid w:val="00AE1D4A"/>
    <w:rsid w:val="00AE282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15EB0"/>
    <w:rsid w:val="00B15EBB"/>
    <w:rsid w:val="00B22106"/>
    <w:rsid w:val="00B277ED"/>
    <w:rsid w:val="00B35448"/>
    <w:rsid w:val="00B36181"/>
    <w:rsid w:val="00B366A1"/>
    <w:rsid w:val="00B36EAC"/>
    <w:rsid w:val="00B37552"/>
    <w:rsid w:val="00B429CF"/>
    <w:rsid w:val="00B44CBE"/>
    <w:rsid w:val="00B4561E"/>
    <w:rsid w:val="00B4686B"/>
    <w:rsid w:val="00B477DA"/>
    <w:rsid w:val="00B52819"/>
    <w:rsid w:val="00B5289D"/>
    <w:rsid w:val="00B5431A"/>
    <w:rsid w:val="00B545AC"/>
    <w:rsid w:val="00B55D50"/>
    <w:rsid w:val="00B60046"/>
    <w:rsid w:val="00B61530"/>
    <w:rsid w:val="00B70120"/>
    <w:rsid w:val="00B71CC3"/>
    <w:rsid w:val="00B726CE"/>
    <w:rsid w:val="00B755A3"/>
    <w:rsid w:val="00B75EE1"/>
    <w:rsid w:val="00B77481"/>
    <w:rsid w:val="00B77C6D"/>
    <w:rsid w:val="00B8009C"/>
    <w:rsid w:val="00B80D2D"/>
    <w:rsid w:val="00B80E53"/>
    <w:rsid w:val="00B8518B"/>
    <w:rsid w:val="00B86933"/>
    <w:rsid w:val="00B92C98"/>
    <w:rsid w:val="00B94AA2"/>
    <w:rsid w:val="00B971BD"/>
    <w:rsid w:val="00B976AF"/>
    <w:rsid w:val="00B97CC3"/>
    <w:rsid w:val="00B97EE0"/>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7078"/>
    <w:rsid w:val="00C370EE"/>
    <w:rsid w:val="00C4078E"/>
    <w:rsid w:val="00C42FE6"/>
    <w:rsid w:val="00C43A07"/>
    <w:rsid w:val="00C44F6A"/>
    <w:rsid w:val="00C4522B"/>
    <w:rsid w:val="00C47CE4"/>
    <w:rsid w:val="00C546C9"/>
    <w:rsid w:val="00C55DD7"/>
    <w:rsid w:val="00C6198E"/>
    <w:rsid w:val="00C62E4B"/>
    <w:rsid w:val="00C65466"/>
    <w:rsid w:val="00C65D5F"/>
    <w:rsid w:val="00C66117"/>
    <w:rsid w:val="00C708EA"/>
    <w:rsid w:val="00C719E8"/>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395C"/>
    <w:rsid w:val="00CE420A"/>
    <w:rsid w:val="00CE5F6A"/>
    <w:rsid w:val="00CF6066"/>
    <w:rsid w:val="00CF73A4"/>
    <w:rsid w:val="00CF78C2"/>
    <w:rsid w:val="00D019D7"/>
    <w:rsid w:val="00D034A0"/>
    <w:rsid w:val="00D0362E"/>
    <w:rsid w:val="00D03AC3"/>
    <w:rsid w:val="00D03C1F"/>
    <w:rsid w:val="00D057ED"/>
    <w:rsid w:val="00D10A2D"/>
    <w:rsid w:val="00D10F92"/>
    <w:rsid w:val="00D12DC3"/>
    <w:rsid w:val="00D139AC"/>
    <w:rsid w:val="00D16891"/>
    <w:rsid w:val="00D1696D"/>
    <w:rsid w:val="00D1751A"/>
    <w:rsid w:val="00D21061"/>
    <w:rsid w:val="00D218E6"/>
    <w:rsid w:val="00D221E1"/>
    <w:rsid w:val="00D245DF"/>
    <w:rsid w:val="00D25D67"/>
    <w:rsid w:val="00D26838"/>
    <w:rsid w:val="00D27DA0"/>
    <w:rsid w:val="00D302E5"/>
    <w:rsid w:val="00D316F4"/>
    <w:rsid w:val="00D3195D"/>
    <w:rsid w:val="00D36C50"/>
    <w:rsid w:val="00D37B14"/>
    <w:rsid w:val="00D4108E"/>
    <w:rsid w:val="00D44876"/>
    <w:rsid w:val="00D500B1"/>
    <w:rsid w:val="00D52BA7"/>
    <w:rsid w:val="00D57321"/>
    <w:rsid w:val="00D5757D"/>
    <w:rsid w:val="00D6163D"/>
    <w:rsid w:val="00D6259C"/>
    <w:rsid w:val="00D65443"/>
    <w:rsid w:val="00D76EBA"/>
    <w:rsid w:val="00D7784F"/>
    <w:rsid w:val="00D831A3"/>
    <w:rsid w:val="00D84986"/>
    <w:rsid w:val="00D91145"/>
    <w:rsid w:val="00D91EA6"/>
    <w:rsid w:val="00D9499B"/>
    <w:rsid w:val="00D961D8"/>
    <w:rsid w:val="00D97BE3"/>
    <w:rsid w:val="00DA3711"/>
    <w:rsid w:val="00DA7205"/>
    <w:rsid w:val="00DB5EE4"/>
    <w:rsid w:val="00DB619A"/>
    <w:rsid w:val="00DB6911"/>
    <w:rsid w:val="00DC3174"/>
    <w:rsid w:val="00DD0C7C"/>
    <w:rsid w:val="00DD46F3"/>
    <w:rsid w:val="00DD63D8"/>
    <w:rsid w:val="00DD7A41"/>
    <w:rsid w:val="00DD7F02"/>
    <w:rsid w:val="00DE0C9E"/>
    <w:rsid w:val="00DE51A5"/>
    <w:rsid w:val="00DE56F2"/>
    <w:rsid w:val="00DE76DB"/>
    <w:rsid w:val="00DF0B72"/>
    <w:rsid w:val="00DF116D"/>
    <w:rsid w:val="00DF2665"/>
    <w:rsid w:val="00DF4F21"/>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D22"/>
    <w:rsid w:val="00E32F4E"/>
    <w:rsid w:val="00E34C08"/>
    <w:rsid w:val="00E37347"/>
    <w:rsid w:val="00E4191C"/>
    <w:rsid w:val="00E437B0"/>
    <w:rsid w:val="00E44045"/>
    <w:rsid w:val="00E45358"/>
    <w:rsid w:val="00E50858"/>
    <w:rsid w:val="00E53600"/>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1C98"/>
    <w:rsid w:val="00E948C0"/>
    <w:rsid w:val="00EA0AA6"/>
    <w:rsid w:val="00EA1BB1"/>
    <w:rsid w:val="00EA675F"/>
    <w:rsid w:val="00EA6EC7"/>
    <w:rsid w:val="00EA7F3A"/>
    <w:rsid w:val="00EB104F"/>
    <w:rsid w:val="00EB152B"/>
    <w:rsid w:val="00EB46E5"/>
    <w:rsid w:val="00EB4ECA"/>
    <w:rsid w:val="00EB55B1"/>
    <w:rsid w:val="00EB5D4D"/>
    <w:rsid w:val="00EB5F5E"/>
    <w:rsid w:val="00EB6E2F"/>
    <w:rsid w:val="00EC03BD"/>
    <w:rsid w:val="00EC0AC2"/>
    <w:rsid w:val="00EC10AE"/>
    <w:rsid w:val="00EC1CEA"/>
    <w:rsid w:val="00EC2B14"/>
    <w:rsid w:val="00EC3176"/>
    <w:rsid w:val="00EC6DD1"/>
    <w:rsid w:val="00ED0703"/>
    <w:rsid w:val="00ED14BD"/>
    <w:rsid w:val="00ED2747"/>
    <w:rsid w:val="00ED6360"/>
    <w:rsid w:val="00ED7088"/>
    <w:rsid w:val="00EE1399"/>
    <w:rsid w:val="00EE2244"/>
    <w:rsid w:val="00EE382D"/>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46BE"/>
    <w:rsid w:val="00F05F09"/>
    <w:rsid w:val="00F0634D"/>
    <w:rsid w:val="00F071EF"/>
    <w:rsid w:val="00F11154"/>
    <w:rsid w:val="00F124F6"/>
    <w:rsid w:val="00F12DEC"/>
    <w:rsid w:val="00F1715C"/>
    <w:rsid w:val="00F20953"/>
    <w:rsid w:val="00F22680"/>
    <w:rsid w:val="00F26A97"/>
    <w:rsid w:val="00F279D0"/>
    <w:rsid w:val="00F27A26"/>
    <w:rsid w:val="00F30EB4"/>
    <w:rsid w:val="00F310F8"/>
    <w:rsid w:val="00F32148"/>
    <w:rsid w:val="00F342B2"/>
    <w:rsid w:val="00F35939"/>
    <w:rsid w:val="00F40039"/>
    <w:rsid w:val="00F45607"/>
    <w:rsid w:val="00F46000"/>
    <w:rsid w:val="00F46EA7"/>
    <w:rsid w:val="00F4722B"/>
    <w:rsid w:val="00F51EF4"/>
    <w:rsid w:val="00F54432"/>
    <w:rsid w:val="00F55E93"/>
    <w:rsid w:val="00F565D9"/>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113"/>
    <w:rsid w:val="00FA64F2"/>
    <w:rsid w:val="00FB0ED0"/>
    <w:rsid w:val="00FB4C0F"/>
    <w:rsid w:val="00FB6342"/>
    <w:rsid w:val="00FC1166"/>
    <w:rsid w:val="00FC280A"/>
    <w:rsid w:val="00FC6389"/>
    <w:rsid w:val="00FC661E"/>
    <w:rsid w:val="00FC7092"/>
    <w:rsid w:val="00FD2D86"/>
    <w:rsid w:val="00FD2EA2"/>
    <w:rsid w:val="00FD32B3"/>
    <w:rsid w:val="00FD352A"/>
    <w:rsid w:val="00FD39DE"/>
    <w:rsid w:val="00FD4343"/>
    <w:rsid w:val="00FD4743"/>
    <w:rsid w:val="00FD5789"/>
    <w:rsid w:val="00FD5DB3"/>
    <w:rsid w:val="00FD6982"/>
    <w:rsid w:val="00FE4333"/>
    <w:rsid w:val="00FE6AEC"/>
    <w:rsid w:val="00FE7D46"/>
    <w:rsid w:val="00FF08AB"/>
    <w:rsid w:val="00FF13FD"/>
    <w:rsid w:val="00FF1B58"/>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paragraph" w:customStyle="1" w:styleId="Ftext">
    <w:name w:val="F_text"/>
    <w:link w:val="FtextChar"/>
    <w:qFormat/>
    <w:rsid w:val="0015450C"/>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15450C"/>
    <w:rPr>
      <w:rFonts w:ascii="Calibri" w:eastAsia="Times New Roman" w:hAnsi="Calibri" w:cs="Times New Roman"/>
      <w:bCs/>
      <w:sz w:val="22"/>
      <w:szCs w:val="22"/>
    </w:rPr>
  </w:style>
  <w:style w:type="paragraph" w:customStyle="1" w:styleId="Odrka1-4">
    <w:name w:val="_Odrážka_1-4_•"/>
    <w:basedOn w:val="Odrka1-1"/>
    <w:qFormat/>
    <w:rsid w:val="0015450C"/>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15450C"/>
    <w:pPr>
      <w:tabs>
        <w:tab w:val="clear" w:pos="1531"/>
      </w:tabs>
      <w:spacing w:after="90"/>
      <w:ind w:left="1985"/>
    </w:pPr>
  </w:style>
  <w:style w:type="paragraph" w:customStyle="1" w:styleId="NADPIS2-10">
    <w:name w:val="_NADPIS_2-1"/>
    <w:basedOn w:val="Odstavecseseznamem"/>
    <w:next w:val="Normln"/>
    <w:qFormat/>
    <w:rsid w:val="0015450C"/>
    <w:pPr>
      <w:keepNext/>
      <w:tabs>
        <w:tab w:val="num" w:pos="737"/>
      </w:tabs>
      <w:spacing w:before="285" w:after="105"/>
      <w:ind w:left="737" w:hanging="737"/>
      <w:contextualSpacing w:val="0"/>
      <w:outlineLvl w:val="0"/>
    </w:pPr>
    <w:rPr>
      <w:rFonts w:ascii="Verdana" w:hAnsi="Verdana"/>
      <w:b/>
      <w:caps/>
      <w:sz w:val="22"/>
    </w:rPr>
  </w:style>
  <w:style w:type="paragraph" w:customStyle="1" w:styleId="Odrka1-6">
    <w:name w:val="_Odrážka_1-6_·"/>
    <w:basedOn w:val="Odrka1-5-"/>
    <w:qFormat/>
    <w:rsid w:val="0015450C"/>
    <w:pPr>
      <w:tabs>
        <w:tab w:val="num" w:pos="2445"/>
      </w:tabs>
      <w:ind w:left="2438" w:hanging="453"/>
    </w:pPr>
  </w:style>
  <w:style w:type="character" w:customStyle="1" w:styleId="Odstavec1-1aChar">
    <w:name w:val="_Odstavec_1-1_a) Char"/>
    <w:basedOn w:val="Standardnpsmoodstavce"/>
    <w:link w:val="Odstavec1-1a"/>
    <w:rsid w:val="0015450C"/>
  </w:style>
  <w:style w:type="paragraph" w:customStyle="1" w:styleId="Odstavec1-4a">
    <w:name w:val="_Odstavec_1-4_(a)"/>
    <w:basedOn w:val="Odstavec1-1a"/>
    <w:qFormat/>
    <w:rsid w:val="0015450C"/>
    <w:pPr>
      <w:numPr>
        <w:numId w:val="0"/>
      </w:numPr>
      <w:tabs>
        <w:tab w:val="num" w:pos="1531"/>
      </w:tabs>
      <w:spacing w:after="80"/>
      <w:ind w:left="1531" w:hanging="454"/>
    </w:pPr>
    <w:rPr>
      <w:rFonts w:ascii="Verdana" w:hAnsi="Verdana"/>
    </w:rPr>
  </w:style>
  <w:style w:type="paragraph" w:customStyle="1" w:styleId="Odstavec1-2i0">
    <w:name w:val="_Odstavec_1-2_i)"/>
    <w:basedOn w:val="Odstavec1-1a"/>
    <w:qFormat/>
    <w:rsid w:val="0015450C"/>
    <w:pPr>
      <w:numPr>
        <w:numId w:val="0"/>
      </w:numPr>
      <w:spacing w:after="80"/>
      <w:ind w:left="1531" w:hanging="454"/>
    </w:pPr>
    <w:rPr>
      <w:rFonts w:ascii="Verdana" w:hAnsi="Verdana"/>
    </w:rPr>
  </w:style>
  <w:style w:type="paragraph" w:customStyle="1" w:styleId="Odstavec1-5i">
    <w:name w:val="_Odstavec_1-5_(i)"/>
    <w:basedOn w:val="Odstavec1-1a"/>
    <w:qFormat/>
    <w:rsid w:val="0015450C"/>
    <w:pPr>
      <w:numPr>
        <w:numId w:val="0"/>
      </w:numPr>
      <w:spacing w:after="80"/>
      <w:ind w:left="1985" w:hanging="454"/>
    </w:pPr>
    <w:rPr>
      <w:rFonts w:ascii="Verdana" w:hAnsi="Verdana"/>
    </w:rPr>
  </w:style>
  <w:style w:type="paragraph" w:customStyle="1" w:styleId="Odstavec1-61">
    <w:name w:val="_Odstavec_1-6_(1)"/>
    <w:basedOn w:val="Odstavec1-1a"/>
    <w:qFormat/>
    <w:rsid w:val="0015450C"/>
    <w:pPr>
      <w:numPr>
        <w:numId w:val="0"/>
      </w:numPr>
      <w:spacing w:after="9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19</TotalTime>
  <Pages>43</Pages>
  <Words>18727</Words>
  <Characters>110492</Characters>
  <Application>Microsoft Office Word</Application>
  <DocSecurity>0</DocSecurity>
  <Lines>920</Lines>
  <Paragraphs>257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5</cp:revision>
  <cp:lastPrinted>2025-04-22T10:44:00Z</cp:lastPrinted>
  <dcterms:created xsi:type="dcterms:W3CDTF">2025-04-17T08:46:00Z</dcterms:created>
  <dcterms:modified xsi:type="dcterms:W3CDTF">2025-04-22T10:44:00Z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